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understanding-ownership"/>
    <w:bookmarkEnd w:id="0"/>
    <w:p w14:paraId="491BCA89" w14:textId="65319FD8" w:rsidR="003D7E86" w:rsidRDefault="00DF3679" w:rsidP="00C71FD9">
      <w:pPr>
        <w:pStyle w:val="TOC1"/>
        <w:rPr>
          <w:rFonts w:asciiTheme="minorHAnsi" w:eastAsiaTheme="minorEastAsia" w:hAnsiTheme="minorHAnsi" w:cstheme="minorBidi"/>
          <w:noProof/>
          <w:lang w:val="en-GB" w:eastAsia="en-GB"/>
        </w:rPr>
      </w:pPr>
      <w:r>
        <w:rPr>
          <w:lang w:eastAsia="en-GB"/>
        </w:rPr>
        <w:fldChar w:fldCharType="begin"/>
      </w:r>
      <w:r>
        <w:rPr>
          <w:lang w:eastAsia="en-GB"/>
        </w:rPr>
        <w:instrText xml:space="preserve"> TOC \o "1-3" \h \z \t "HeadA,1,HeadB,2,HeadC,3" </w:instrText>
      </w:r>
      <w:r>
        <w:rPr>
          <w:lang w:eastAsia="en-GB"/>
        </w:rPr>
        <w:fldChar w:fldCharType="separate"/>
      </w:r>
      <w:hyperlink w:anchor="_Toc107220595" w:history="1">
        <w:r w:rsidR="003D7E86" w:rsidRPr="00F61DAE">
          <w:rPr>
            <w:rStyle w:val="Hyperlink"/>
            <w:noProof/>
            <w:lang w:eastAsia="en-GB"/>
          </w:rPr>
          <w:t>What Is Ownership?</w:t>
        </w:r>
        <w:r w:rsidR="003D7E86">
          <w:rPr>
            <w:noProof/>
            <w:webHidden/>
          </w:rPr>
          <w:tab/>
        </w:r>
        <w:r w:rsidR="003D7E86">
          <w:rPr>
            <w:noProof/>
            <w:webHidden/>
          </w:rPr>
          <w:fldChar w:fldCharType="begin"/>
        </w:r>
        <w:r w:rsidR="003D7E86">
          <w:rPr>
            <w:noProof/>
            <w:webHidden/>
          </w:rPr>
          <w:instrText xml:space="preserve"> PAGEREF _Toc107220595 \h </w:instrText>
        </w:r>
        <w:r w:rsidR="003D7E86">
          <w:rPr>
            <w:noProof/>
            <w:webHidden/>
          </w:rPr>
        </w:r>
        <w:r w:rsidR="003D7E86">
          <w:rPr>
            <w:noProof/>
            <w:webHidden/>
          </w:rPr>
          <w:fldChar w:fldCharType="separate"/>
        </w:r>
        <w:r w:rsidR="003D7E86">
          <w:rPr>
            <w:noProof/>
            <w:webHidden/>
          </w:rPr>
          <w:t>2</w:t>
        </w:r>
        <w:r w:rsidR="003D7E86">
          <w:rPr>
            <w:noProof/>
            <w:webHidden/>
          </w:rPr>
          <w:fldChar w:fldCharType="end"/>
        </w:r>
      </w:hyperlink>
    </w:p>
    <w:p w14:paraId="4A35BC1E" w14:textId="3989887D" w:rsidR="003D7E86" w:rsidRDefault="00000000">
      <w:pPr>
        <w:pStyle w:val="TOC2"/>
        <w:tabs>
          <w:tab w:val="right" w:leader="dot" w:pos="8090"/>
        </w:tabs>
        <w:rPr>
          <w:rFonts w:asciiTheme="minorHAnsi" w:eastAsiaTheme="minorEastAsia" w:hAnsiTheme="minorHAnsi" w:cstheme="minorBidi"/>
          <w:noProof/>
          <w:lang w:val="en-GB" w:eastAsia="en-GB"/>
        </w:rPr>
      </w:pPr>
      <w:hyperlink w:anchor="_Toc107220596" w:history="1">
        <w:r w:rsidR="003D7E86" w:rsidRPr="00F61DAE">
          <w:rPr>
            <w:rStyle w:val="Hyperlink"/>
            <w:noProof/>
            <w:lang w:eastAsia="en-GB"/>
          </w:rPr>
          <w:t>Ownership Rules</w:t>
        </w:r>
        <w:r w:rsidR="003D7E86">
          <w:rPr>
            <w:noProof/>
            <w:webHidden/>
          </w:rPr>
          <w:tab/>
        </w:r>
        <w:r w:rsidR="003D7E86">
          <w:rPr>
            <w:noProof/>
            <w:webHidden/>
          </w:rPr>
          <w:fldChar w:fldCharType="begin"/>
        </w:r>
        <w:r w:rsidR="003D7E86">
          <w:rPr>
            <w:noProof/>
            <w:webHidden/>
          </w:rPr>
          <w:instrText xml:space="preserve"> PAGEREF _Toc107220596 \h </w:instrText>
        </w:r>
        <w:r w:rsidR="003D7E86">
          <w:rPr>
            <w:noProof/>
            <w:webHidden/>
          </w:rPr>
        </w:r>
        <w:r w:rsidR="003D7E86">
          <w:rPr>
            <w:noProof/>
            <w:webHidden/>
          </w:rPr>
          <w:fldChar w:fldCharType="separate"/>
        </w:r>
        <w:r w:rsidR="003D7E86">
          <w:rPr>
            <w:noProof/>
            <w:webHidden/>
          </w:rPr>
          <w:t>4</w:t>
        </w:r>
        <w:r w:rsidR="003D7E86">
          <w:rPr>
            <w:noProof/>
            <w:webHidden/>
          </w:rPr>
          <w:fldChar w:fldCharType="end"/>
        </w:r>
      </w:hyperlink>
    </w:p>
    <w:p w14:paraId="0A7E9648" w14:textId="2B9562EB" w:rsidR="003D7E86" w:rsidRDefault="00000000">
      <w:pPr>
        <w:pStyle w:val="TOC2"/>
        <w:tabs>
          <w:tab w:val="right" w:leader="dot" w:pos="8090"/>
        </w:tabs>
        <w:rPr>
          <w:rFonts w:asciiTheme="minorHAnsi" w:eastAsiaTheme="minorEastAsia" w:hAnsiTheme="minorHAnsi" w:cstheme="minorBidi"/>
          <w:noProof/>
          <w:lang w:val="en-GB" w:eastAsia="en-GB"/>
        </w:rPr>
      </w:pPr>
      <w:hyperlink w:anchor="_Toc107220597" w:history="1">
        <w:r w:rsidR="003D7E86" w:rsidRPr="00F61DAE">
          <w:rPr>
            <w:rStyle w:val="Hyperlink"/>
            <w:noProof/>
            <w:lang w:eastAsia="en-GB"/>
          </w:rPr>
          <w:t>Variable Scope</w:t>
        </w:r>
        <w:r w:rsidR="003D7E86">
          <w:rPr>
            <w:noProof/>
            <w:webHidden/>
          </w:rPr>
          <w:tab/>
        </w:r>
        <w:r w:rsidR="003D7E86">
          <w:rPr>
            <w:noProof/>
            <w:webHidden/>
          </w:rPr>
          <w:fldChar w:fldCharType="begin"/>
        </w:r>
        <w:r w:rsidR="003D7E86">
          <w:rPr>
            <w:noProof/>
            <w:webHidden/>
          </w:rPr>
          <w:instrText xml:space="preserve"> PAGEREF _Toc107220597 \h </w:instrText>
        </w:r>
        <w:r w:rsidR="003D7E86">
          <w:rPr>
            <w:noProof/>
            <w:webHidden/>
          </w:rPr>
        </w:r>
        <w:r w:rsidR="003D7E86">
          <w:rPr>
            <w:noProof/>
            <w:webHidden/>
          </w:rPr>
          <w:fldChar w:fldCharType="separate"/>
        </w:r>
        <w:r w:rsidR="003D7E86">
          <w:rPr>
            <w:noProof/>
            <w:webHidden/>
          </w:rPr>
          <w:t>4</w:t>
        </w:r>
        <w:r w:rsidR="003D7E86">
          <w:rPr>
            <w:noProof/>
            <w:webHidden/>
          </w:rPr>
          <w:fldChar w:fldCharType="end"/>
        </w:r>
      </w:hyperlink>
    </w:p>
    <w:p w14:paraId="3557F14B" w14:textId="0B2DDF7F" w:rsidR="003D7E86" w:rsidRDefault="00000000">
      <w:pPr>
        <w:pStyle w:val="TOC2"/>
        <w:tabs>
          <w:tab w:val="right" w:leader="dot" w:pos="8090"/>
        </w:tabs>
        <w:rPr>
          <w:rFonts w:asciiTheme="minorHAnsi" w:eastAsiaTheme="minorEastAsia" w:hAnsiTheme="minorHAnsi" w:cstheme="minorBidi"/>
          <w:noProof/>
          <w:lang w:val="en-GB" w:eastAsia="en-GB"/>
        </w:rPr>
      </w:pPr>
      <w:hyperlink w:anchor="_Toc107220598" w:history="1">
        <w:r w:rsidR="003D7E86" w:rsidRPr="00F61DAE">
          <w:rPr>
            <w:rStyle w:val="Hyperlink"/>
            <w:noProof/>
            <w:lang w:eastAsia="en-GB"/>
          </w:rPr>
          <w:t xml:space="preserve">The </w:t>
        </w:r>
        <w:r w:rsidR="003D7E86" w:rsidRPr="00F61DAE">
          <w:rPr>
            <w:rStyle w:val="Hyperlink"/>
            <w:noProof/>
          </w:rPr>
          <w:t>String</w:t>
        </w:r>
        <w:r w:rsidR="003D7E86" w:rsidRPr="00F61DAE">
          <w:rPr>
            <w:rStyle w:val="Hyperlink"/>
            <w:noProof/>
            <w:lang w:eastAsia="en-GB"/>
          </w:rPr>
          <w:t xml:space="preserve"> Type</w:t>
        </w:r>
        <w:r w:rsidR="003D7E86">
          <w:rPr>
            <w:noProof/>
            <w:webHidden/>
          </w:rPr>
          <w:tab/>
        </w:r>
        <w:r w:rsidR="003D7E86">
          <w:rPr>
            <w:noProof/>
            <w:webHidden/>
          </w:rPr>
          <w:fldChar w:fldCharType="begin"/>
        </w:r>
        <w:r w:rsidR="003D7E86">
          <w:rPr>
            <w:noProof/>
            <w:webHidden/>
          </w:rPr>
          <w:instrText xml:space="preserve"> PAGEREF _Toc107220598 \h </w:instrText>
        </w:r>
        <w:r w:rsidR="003D7E86">
          <w:rPr>
            <w:noProof/>
            <w:webHidden/>
          </w:rPr>
        </w:r>
        <w:r w:rsidR="003D7E86">
          <w:rPr>
            <w:noProof/>
            <w:webHidden/>
          </w:rPr>
          <w:fldChar w:fldCharType="separate"/>
        </w:r>
        <w:r w:rsidR="003D7E86">
          <w:rPr>
            <w:noProof/>
            <w:webHidden/>
          </w:rPr>
          <w:t>4</w:t>
        </w:r>
        <w:r w:rsidR="003D7E86">
          <w:rPr>
            <w:noProof/>
            <w:webHidden/>
          </w:rPr>
          <w:fldChar w:fldCharType="end"/>
        </w:r>
      </w:hyperlink>
    </w:p>
    <w:p w14:paraId="09D09960" w14:textId="6B20CBE4" w:rsidR="003D7E86" w:rsidRDefault="00000000">
      <w:pPr>
        <w:pStyle w:val="TOC2"/>
        <w:tabs>
          <w:tab w:val="right" w:leader="dot" w:pos="8090"/>
        </w:tabs>
        <w:rPr>
          <w:rFonts w:asciiTheme="minorHAnsi" w:eastAsiaTheme="minorEastAsia" w:hAnsiTheme="minorHAnsi" w:cstheme="minorBidi"/>
          <w:noProof/>
          <w:lang w:val="en-GB" w:eastAsia="en-GB"/>
        </w:rPr>
      </w:pPr>
      <w:hyperlink w:anchor="_Toc107220599" w:history="1">
        <w:r w:rsidR="003D7E86" w:rsidRPr="00F61DAE">
          <w:rPr>
            <w:rStyle w:val="Hyperlink"/>
            <w:noProof/>
            <w:lang w:eastAsia="en-GB"/>
          </w:rPr>
          <w:t>Memory and Allocation</w:t>
        </w:r>
        <w:r w:rsidR="003D7E86">
          <w:rPr>
            <w:noProof/>
            <w:webHidden/>
          </w:rPr>
          <w:tab/>
        </w:r>
        <w:r w:rsidR="003D7E86">
          <w:rPr>
            <w:noProof/>
            <w:webHidden/>
          </w:rPr>
          <w:fldChar w:fldCharType="begin"/>
        </w:r>
        <w:r w:rsidR="003D7E86">
          <w:rPr>
            <w:noProof/>
            <w:webHidden/>
          </w:rPr>
          <w:instrText xml:space="preserve"> PAGEREF _Toc107220599 \h </w:instrText>
        </w:r>
        <w:r w:rsidR="003D7E86">
          <w:rPr>
            <w:noProof/>
            <w:webHidden/>
          </w:rPr>
        </w:r>
        <w:r w:rsidR="003D7E86">
          <w:rPr>
            <w:noProof/>
            <w:webHidden/>
          </w:rPr>
          <w:fldChar w:fldCharType="separate"/>
        </w:r>
        <w:r w:rsidR="003D7E86">
          <w:rPr>
            <w:noProof/>
            <w:webHidden/>
          </w:rPr>
          <w:t>5</w:t>
        </w:r>
        <w:r w:rsidR="003D7E86">
          <w:rPr>
            <w:noProof/>
            <w:webHidden/>
          </w:rPr>
          <w:fldChar w:fldCharType="end"/>
        </w:r>
      </w:hyperlink>
    </w:p>
    <w:p w14:paraId="2298A429" w14:textId="7F0487A9" w:rsidR="003D7E86" w:rsidRDefault="00000000">
      <w:pPr>
        <w:pStyle w:val="TOC3"/>
        <w:tabs>
          <w:tab w:val="right" w:leader="dot" w:pos="8090"/>
        </w:tabs>
        <w:rPr>
          <w:rFonts w:asciiTheme="minorHAnsi" w:eastAsiaTheme="minorEastAsia" w:hAnsiTheme="minorHAnsi" w:cstheme="minorBidi"/>
          <w:noProof/>
          <w:lang w:val="en-GB" w:eastAsia="en-GB"/>
        </w:rPr>
      </w:pPr>
      <w:hyperlink w:anchor="_Toc107220600" w:history="1">
        <w:r w:rsidR="003D7E86" w:rsidRPr="00F61DAE">
          <w:rPr>
            <w:rStyle w:val="Hyperlink"/>
            <w:noProof/>
            <w:lang w:eastAsia="en-GB"/>
          </w:rPr>
          <w:t>Variables and Data Interacting with Move</w:t>
        </w:r>
        <w:r w:rsidR="003D7E86">
          <w:rPr>
            <w:noProof/>
            <w:webHidden/>
          </w:rPr>
          <w:tab/>
        </w:r>
        <w:r w:rsidR="003D7E86">
          <w:rPr>
            <w:noProof/>
            <w:webHidden/>
          </w:rPr>
          <w:fldChar w:fldCharType="begin"/>
        </w:r>
        <w:r w:rsidR="003D7E86">
          <w:rPr>
            <w:noProof/>
            <w:webHidden/>
          </w:rPr>
          <w:instrText xml:space="preserve"> PAGEREF _Toc107220600 \h </w:instrText>
        </w:r>
        <w:r w:rsidR="003D7E86">
          <w:rPr>
            <w:noProof/>
            <w:webHidden/>
          </w:rPr>
        </w:r>
        <w:r w:rsidR="003D7E86">
          <w:rPr>
            <w:noProof/>
            <w:webHidden/>
          </w:rPr>
          <w:fldChar w:fldCharType="separate"/>
        </w:r>
        <w:r w:rsidR="003D7E86">
          <w:rPr>
            <w:noProof/>
            <w:webHidden/>
          </w:rPr>
          <w:t>6</w:t>
        </w:r>
        <w:r w:rsidR="003D7E86">
          <w:rPr>
            <w:noProof/>
            <w:webHidden/>
          </w:rPr>
          <w:fldChar w:fldCharType="end"/>
        </w:r>
      </w:hyperlink>
    </w:p>
    <w:p w14:paraId="54DE79C8" w14:textId="31528D70" w:rsidR="003D7E86" w:rsidRDefault="00000000">
      <w:pPr>
        <w:pStyle w:val="TOC3"/>
        <w:tabs>
          <w:tab w:val="right" w:leader="dot" w:pos="8090"/>
        </w:tabs>
        <w:rPr>
          <w:rFonts w:asciiTheme="minorHAnsi" w:eastAsiaTheme="minorEastAsia" w:hAnsiTheme="minorHAnsi" w:cstheme="minorBidi"/>
          <w:noProof/>
          <w:lang w:val="en-GB" w:eastAsia="en-GB"/>
        </w:rPr>
      </w:pPr>
      <w:hyperlink w:anchor="_Toc107220601" w:history="1">
        <w:r w:rsidR="003D7E86" w:rsidRPr="00F61DAE">
          <w:rPr>
            <w:rStyle w:val="Hyperlink"/>
            <w:noProof/>
            <w:lang w:eastAsia="en-GB"/>
          </w:rPr>
          <w:t>With Clone</w:t>
        </w:r>
        <w:r w:rsidR="003D7E86">
          <w:rPr>
            <w:noProof/>
            <w:webHidden/>
          </w:rPr>
          <w:tab/>
        </w:r>
        <w:r w:rsidR="003D7E86">
          <w:rPr>
            <w:noProof/>
            <w:webHidden/>
          </w:rPr>
          <w:fldChar w:fldCharType="begin"/>
        </w:r>
        <w:r w:rsidR="003D7E86">
          <w:rPr>
            <w:noProof/>
            <w:webHidden/>
          </w:rPr>
          <w:instrText xml:space="preserve"> PAGEREF _Toc107220601 \h </w:instrText>
        </w:r>
        <w:r w:rsidR="003D7E86">
          <w:rPr>
            <w:noProof/>
            <w:webHidden/>
          </w:rPr>
        </w:r>
        <w:r w:rsidR="003D7E86">
          <w:rPr>
            <w:noProof/>
            <w:webHidden/>
          </w:rPr>
          <w:fldChar w:fldCharType="separate"/>
        </w:r>
        <w:r w:rsidR="003D7E86">
          <w:rPr>
            <w:noProof/>
            <w:webHidden/>
          </w:rPr>
          <w:t>8</w:t>
        </w:r>
        <w:r w:rsidR="003D7E86">
          <w:rPr>
            <w:noProof/>
            <w:webHidden/>
          </w:rPr>
          <w:fldChar w:fldCharType="end"/>
        </w:r>
      </w:hyperlink>
    </w:p>
    <w:p w14:paraId="75F2D308" w14:textId="4CA9ABCC" w:rsidR="003D7E86" w:rsidRDefault="00000000">
      <w:pPr>
        <w:pStyle w:val="TOC3"/>
        <w:tabs>
          <w:tab w:val="right" w:leader="dot" w:pos="8090"/>
        </w:tabs>
        <w:rPr>
          <w:rFonts w:asciiTheme="minorHAnsi" w:eastAsiaTheme="minorEastAsia" w:hAnsiTheme="minorHAnsi" w:cstheme="minorBidi"/>
          <w:noProof/>
          <w:lang w:val="en-GB" w:eastAsia="en-GB"/>
        </w:rPr>
      </w:pPr>
      <w:hyperlink w:anchor="_Toc107220602" w:history="1">
        <w:r w:rsidR="003D7E86" w:rsidRPr="00F61DAE">
          <w:rPr>
            <w:rStyle w:val="Hyperlink"/>
            <w:noProof/>
            <w:lang w:eastAsia="en-GB"/>
          </w:rPr>
          <w:t>Stack-Only Data: Copy</w:t>
        </w:r>
        <w:r w:rsidR="003D7E86">
          <w:rPr>
            <w:noProof/>
            <w:webHidden/>
          </w:rPr>
          <w:tab/>
        </w:r>
        <w:r w:rsidR="003D7E86">
          <w:rPr>
            <w:noProof/>
            <w:webHidden/>
          </w:rPr>
          <w:fldChar w:fldCharType="begin"/>
        </w:r>
        <w:r w:rsidR="003D7E86">
          <w:rPr>
            <w:noProof/>
            <w:webHidden/>
          </w:rPr>
          <w:instrText xml:space="preserve"> PAGEREF _Toc107220602 \h </w:instrText>
        </w:r>
        <w:r w:rsidR="003D7E86">
          <w:rPr>
            <w:noProof/>
            <w:webHidden/>
          </w:rPr>
        </w:r>
        <w:r w:rsidR="003D7E86">
          <w:rPr>
            <w:noProof/>
            <w:webHidden/>
          </w:rPr>
          <w:fldChar w:fldCharType="separate"/>
        </w:r>
        <w:r w:rsidR="003D7E86">
          <w:rPr>
            <w:noProof/>
            <w:webHidden/>
          </w:rPr>
          <w:t>9</w:t>
        </w:r>
        <w:r w:rsidR="003D7E86">
          <w:rPr>
            <w:noProof/>
            <w:webHidden/>
          </w:rPr>
          <w:fldChar w:fldCharType="end"/>
        </w:r>
      </w:hyperlink>
    </w:p>
    <w:p w14:paraId="7F96D0E4" w14:textId="69D9C2F0" w:rsidR="003D7E86" w:rsidRDefault="00000000">
      <w:pPr>
        <w:pStyle w:val="TOC2"/>
        <w:tabs>
          <w:tab w:val="right" w:leader="dot" w:pos="8090"/>
        </w:tabs>
        <w:rPr>
          <w:rFonts w:asciiTheme="minorHAnsi" w:eastAsiaTheme="minorEastAsia" w:hAnsiTheme="minorHAnsi" w:cstheme="minorBidi"/>
          <w:noProof/>
          <w:lang w:val="en-GB" w:eastAsia="en-GB"/>
        </w:rPr>
      </w:pPr>
      <w:hyperlink w:anchor="_Toc107220603" w:history="1">
        <w:r w:rsidR="003D7E86" w:rsidRPr="00F61DAE">
          <w:rPr>
            <w:rStyle w:val="Hyperlink"/>
            <w:noProof/>
            <w:lang w:eastAsia="en-GB"/>
          </w:rPr>
          <w:t>Ownership and Functions</w:t>
        </w:r>
        <w:r w:rsidR="003D7E86">
          <w:rPr>
            <w:noProof/>
            <w:webHidden/>
          </w:rPr>
          <w:tab/>
        </w:r>
        <w:r w:rsidR="003D7E86">
          <w:rPr>
            <w:noProof/>
            <w:webHidden/>
          </w:rPr>
          <w:fldChar w:fldCharType="begin"/>
        </w:r>
        <w:r w:rsidR="003D7E86">
          <w:rPr>
            <w:noProof/>
            <w:webHidden/>
          </w:rPr>
          <w:instrText xml:space="preserve"> PAGEREF _Toc107220603 \h </w:instrText>
        </w:r>
        <w:r w:rsidR="003D7E86">
          <w:rPr>
            <w:noProof/>
            <w:webHidden/>
          </w:rPr>
        </w:r>
        <w:r w:rsidR="003D7E86">
          <w:rPr>
            <w:noProof/>
            <w:webHidden/>
          </w:rPr>
          <w:fldChar w:fldCharType="separate"/>
        </w:r>
        <w:r w:rsidR="003D7E86">
          <w:rPr>
            <w:noProof/>
            <w:webHidden/>
          </w:rPr>
          <w:t>10</w:t>
        </w:r>
        <w:r w:rsidR="003D7E86">
          <w:rPr>
            <w:noProof/>
            <w:webHidden/>
          </w:rPr>
          <w:fldChar w:fldCharType="end"/>
        </w:r>
      </w:hyperlink>
    </w:p>
    <w:p w14:paraId="57D8A5C0" w14:textId="76BDFCEE" w:rsidR="003D7E86" w:rsidRDefault="00000000">
      <w:pPr>
        <w:pStyle w:val="TOC2"/>
        <w:tabs>
          <w:tab w:val="right" w:leader="dot" w:pos="8090"/>
        </w:tabs>
        <w:rPr>
          <w:rFonts w:asciiTheme="minorHAnsi" w:eastAsiaTheme="minorEastAsia" w:hAnsiTheme="minorHAnsi" w:cstheme="minorBidi"/>
          <w:noProof/>
          <w:lang w:val="en-GB" w:eastAsia="en-GB"/>
        </w:rPr>
      </w:pPr>
      <w:hyperlink w:anchor="_Toc107220604" w:history="1">
        <w:r w:rsidR="003D7E86" w:rsidRPr="00F61DAE">
          <w:rPr>
            <w:rStyle w:val="Hyperlink"/>
            <w:noProof/>
            <w:lang w:eastAsia="en-GB"/>
          </w:rPr>
          <w:t>Return Values and Scope</w:t>
        </w:r>
        <w:r w:rsidR="003D7E86">
          <w:rPr>
            <w:noProof/>
            <w:webHidden/>
          </w:rPr>
          <w:tab/>
        </w:r>
        <w:r w:rsidR="003D7E86">
          <w:rPr>
            <w:noProof/>
            <w:webHidden/>
          </w:rPr>
          <w:fldChar w:fldCharType="begin"/>
        </w:r>
        <w:r w:rsidR="003D7E86">
          <w:rPr>
            <w:noProof/>
            <w:webHidden/>
          </w:rPr>
          <w:instrText xml:space="preserve"> PAGEREF _Toc107220604 \h </w:instrText>
        </w:r>
        <w:r w:rsidR="003D7E86">
          <w:rPr>
            <w:noProof/>
            <w:webHidden/>
          </w:rPr>
        </w:r>
        <w:r w:rsidR="003D7E86">
          <w:rPr>
            <w:noProof/>
            <w:webHidden/>
          </w:rPr>
          <w:fldChar w:fldCharType="separate"/>
        </w:r>
        <w:r w:rsidR="003D7E86">
          <w:rPr>
            <w:noProof/>
            <w:webHidden/>
          </w:rPr>
          <w:t>11</w:t>
        </w:r>
        <w:r w:rsidR="003D7E86">
          <w:rPr>
            <w:noProof/>
            <w:webHidden/>
          </w:rPr>
          <w:fldChar w:fldCharType="end"/>
        </w:r>
      </w:hyperlink>
    </w:p>
    <w:p w14:paraId="2D5B9862" w14:textId="584640C1" w:rsidR="003D7E86" w:rsidRDefault="00000000" w:rsidP="00C71FD9">
      <w:pPr>
        <w:pStyle w:val="TOC1"/>
        <w:rPr>
          <w:rFonts w:asciiTheme="minorHAnsi" w:eastAsiaTheme="minorEastAsia" w:hAnsiTheme="minorHAnsi" w:cstheme="minorBidi"/>
          <w:noProof/>
          <w:lang w:val="en-GB" w:eastAsia="en-GB"/>
        </w:rPr>
      </w:pPr>
      <w:hyperlink w:anchor="_Toc107220605" w:history="1">
        <w:r w:rsidR="003D7E86" w:rsidRPr="00F61DAE">
          <w:rPr>
            <w:rStyle w:val="Hyperlink"/>
            <w:noProof/>
            <w:lang w:eastAsia="en-GB"/>
          </w:rPr>
          <w:t>References and Borrowing</w:t>
        </w:r>
        <w:r w:rsidR="003D7E86">
          <w:rPr>
            <w:noProof/>
            <w:webHidden/>
          </w:rPr>
          <w:tab/>
        </w:r>
        <w:r w:rsidR="003D7E86">
          <w:rPr>
            <w:noProof/>
            <w:webHidden/>
          </w:rPr>
          <w:fldChar w:fldCharType="begin"/>
        </w:r>
        <w:r w:rsidR="003D7E86">
          <w:rPr>
            <w:noProof/>
            <w:webHidden/>
          </w:rPr>
          <w:instrText xml:space="preserve"> PAGEREF _Toc107220605 \h </w:instrText>
        </w:r>
        <w:r w:rsidR="003D7E86">
          <w:rPr>
            <w:noProof/>
            <w:webHidden/>
          </w:rPr>
        </w:r>
        <w:r w:rsidR="003D7E86">
          <w:rPr>
            <w:noProof/>
            <w:webHidden/>
          </w:rPr>
          <w:fldChar w:fldCharType="separate"/>
        </w:r>
        <w:r w:rsidR="003D7E86">
          <w:rPr>
            <w:noProof/>
            <w:webHidden/>
          </w:rPr>
          <w:t>12</w:t>
        </w:r>
        <w:r w:rsidR="003D7E86">
          <w:rPr>
            <w:noProof/>
            <w:webHidden/>
          </w:rPr>
          <w:fldChar w:fldCharType="end"/>
        </w:r>
      </w:hyperlink>
    </w:p>
    <w:p w14:paraId="2DF1B514" w14:textId="19D23F37" w:rsidR="003D7E86" w:rsidRDefault="00000000">
      <w:pPr>
        <w:pStyle w:val="TOC2"/>
        <w:tabs>
          <w:tab w:val="right" w:leader="dot" w:pos="8090"/>
        </w:tabs>
        <w:rPr>
          <w:rFonts w:asciiTheme="minorHAnsi" w:eastAsiaTheme="minorEastAsia" w:hAnsiTheme="minorHAnsi" w:cstheme="minorBidi"/>
          <w:noProof/>
          <w:lang w:val="en-GB" w:eastAsia="en-GB"/>
        </w:rPr>
      </w:pPr>
      <w:hyperlink w:anchor="_Toc107220606" w:history="1">
        <w:r w:rsidR="003D7E86" w:rsidRPr="00F61DAE">
          <w:rPr>
            <w:rStyle w:val="Hyperlink"/>
            <w:noProof/>
            <w:lang w:eastAsia="en-GB"/>
          </w:rPr>
          <w:t>Mutable References</w:t>
        </w:r>
        <w:r w:rsidR="003D7E86">
          <w:rPr>
            <w:noProof/>
            <w:webHidden/>
          </w:rPr>
          <w:tab/>
        </w:r>
        <w:r w:rsidR="003D7E86">
          <w:rPr>
            <w:noProof/>
            <w:webHidden/>
          </w:rPr>
          <w:fldChar w:fldCharType="begin"/>
        </w:r>
        <w:r w:rsidR="003D7E86">
          <w:rPr>
            <w:noProof/>
            <w:webHidden/>
          </w:rPr>
          <w:instrText xml:space="preserve"> PAGEREF _Toc107220606 \h </w:instrText>
        </w:r>
        <w:r w:rsidR="003D7E86">
          <w:rPr>
            <w:noProof/>
            <w:webHidden/>
          </w:rPr>
        </w:r>
        <w:r w:rsidR="003D7E86">
          <w:rPr>
            <w:noProof/>
            <w:webHidden/>
          </w:rPr>
          <w:fldChar w:fldCharType="separate"/>
        </w:r>
        <w:r w:rsidR="003D7E86">
          <w:rPr>
            <w:noProof/>
            <w:webHidden/>
          </w:rPr>
          <w:t>14</w:t>
        </w:r>
        <w:r w:rsidR="003D7E86">
          <w:rPr>
            <w:noProof/>
            <w:webHidden/>
          </w:rPr>
          <w:fldChar w:fldCharType="end"/>
        </w:r>
      </w:hyperlink>
    </w:p>
    <w:p w14:paraId="2CBC9310" w14:textId="3A117CF7" w:rsidR="003D7E86" w:rsidRDefault="00000000">
      <w:pPr>
        <w:pStyle w:val="TOC2"/>
        <w:tabs>
          <w:tab w:val="right" w:leader="dot" w:pos="8090"/>
        </w:tabs>
        <w:rPr>
          <w:rFonts w:asciiTheme="minorHAnsi" w:eastAsiaTheme="minorEastAsia" w:hAnsiTheme="minorHAnsi" w:cstheme="minorBidi"/>
          <w:noProof/>
          <w:lang w:val="en-GB" w:eastAsia="en-GB"/>
        </w:rPr>
      </w:pPr>
      <w:hyperlink w:anchor="_Toc107220607" w:history="1">
        <w:r w:rsidR="003D7E86" w:rsidRPr="00F61DAE">
          <w:rPr>
            <w:rStyle w:val="Hyperlink"/>
            <w:noProof/>
            <w:lang w:eastAsia="en-GB"/>
          </w:rPr>
          <w:t>Dangling References</w:t>
        </w:r>
        <w:r w:rsidR="003D7E86">
          <w:rPr>
            <w:noProof/>
            <w:webHidden/>
          </w:rPr>
          <w:tab/>
        </w:r>
        <w:r w:rsidR="003D7E86">
          <w:rPr>
            <w:noProof/>
            <w:webHidden/>
          </w:rPr>
          <w:fldChar w:fldCharType="begin"/>
        </w:r>
        <w:r w:rsidR="003D7E86">
          <w:rPr>
            <w:noProof/>
            <w:webHidden/>
          </w:rPr>
          <w:instrText xml:space="preserve"> PAGEREF _Toc107220607 \h </w:instrText>
        </w:r>
        <w:r w:rsidR="003D7E86">
          <w:rPr>
            <w:noProof/>
            <w:webHidden/>
          </w:rPr>
        </w:r>
        <w:r w:rsidR="003D7E86">
          <w:rPr>
            <w:noProof/>
            <w:webHidden/>
          </w:rPr>
          <w:fldChar w:fldCharType="separate"/>
        </w:r>
        <w:r w:rsidR="003D7E86">
          <w:rPr>
            <w:noProof/>
            <w:webHidden/>
          </w:rPr>
          <w:t>17</w:t>
        </w:r>
        <w:r w:rsidR="003D7E86">
          <w:rPr>
            <w:noProof/>
            <w:webHidden/>
          </w:rPr>
          <w:fldChar w:fldCharType="end"/>
        </w:r>
      </w:hyperlink>
    </w:p>
    <w:p w14:paraId="59629BA3" w14:textId="533AC4A0" w:rsidR="003D7E86" w:rsidRDefault="00000000">
      <w:pPr>
        <w:pStyle w:val="TOC2"/>
        <w:tabs>
          <w:tab w:val="right" w:leader="dot" w:pos="8090"/>
        </w:tabs>
        <w:rPr>
          <w:rFonts w:asciiTheme="minorHAnsi" w:eastAsiaTheme="minorEastAsia" w:hAnsiTheme="minorHAnsi" w:cstheme="minorBidi"/>
          <w:noProof/>
          <w:lang w:val="en-GB" w:eastAsia="en-GB"/>
        </w:rPr>
      </w:pPr>
      <w:hyperlink w:anchor="_Toc107220608" w:history="1">
        <w:r w:rsidR="003D7E86" w:rsidRPr="00F61DAE">
          <w:rPr>
            <w:rStyle w:val="Hyperlink"/>
            <w:noProof/>
            <w:lang w:eastAsia="en-GB"/>
          </w:rPr>
          <w:t>The Rules of References</w:t>
        </w:r>
        <w:r w:rsidR="003D7E86">
          <w:rPr>
            <w:noProof/>
            <w:webHidden/>
          </w:rPr>
          <w:tab/>
        </w:r>
        <w:r w:rsidR="003D7E86">
          <w:rPr>
            <w:noProof/>
            <w:webHidden/>
          </w:rPr>
          <w:fldChar w:fldCharType="begin"/>
        </w:r>
        <w:r w:rsidR="003D7E86">
          <w:rPr>
            <w:noProof/>
            <w:webHidden/>
          </w:rPr>
          <w:instrText xml:space="preserve"> PAGEREF _Toc107220608 \h </w:instrText>
        </w:r>
        <w:r w:rsidR="003D7E86">
          <w:rPr>
            <w:noProof/>
            <w:webHidden/>
          </w:rPr>
        </w:r>
        <w:r w:rsidR="003D7E86">
          <w:rPr>
            <w:noProof/>
            <w:webHidden/>
          </w:rPr>
          <w:fldChar w:fldCharType="separate"/>
        </w:r>
        <w:r w:rsidR="003D7E86">
          <w:rPr>
            <w:noProof/>
            <w:webHidden/>
          </w:rPr>
          <w:t>18</w:t>
        </w:r>
        <w:r w:rsidR="003D7E86">
          <w:rPr>
            <w:noProof/>
            <w:webHidden/>
          </w:rPr>
          <w:fldChar w:fldCharType="end"/>
        </w:r>
      </w:hyperlink>
    </w:p>
    <w:p w14:paraId="36F9995A" w14:textId="373613B0" w:rsidR="003D7E86" w:rsidRDefault="00000000" w:rsidP="00C71FD9">
      <w:pPr>
        <w:pStyle w:val="TOC1"/>
        <w:rPr>
          <w:rFonts w:asciiTheme="minorHAnsi" w:eastAsiaTheme="minorEastAsia" w:hAnsiTheme="minorHAnsi" w:cstheme="minorBidi"/>
          <w:noProof/>
          <w:lang w:val="en-GB" w:eastAsia="en-GB"/>
        </w:rPr>
      </w:pPr>
      <w:hyperlink w:anchor="_Toc107220609" w:history="1">
        <w:r w:rsidR="003D7E86" w:rsidRPr="00F61DAE">
          <w:rPr>
            <w:rStyle w:val="Hyperlink"/>
            <w:noProof/>
            <w:lang w:eastAsia="en-GB"/>
          </w:rPr>
          <w:t>The Slice Type</w:t>
        </w:r>
        <w:r w:rsidR="003D7E86">
          <w:rPr>
            <w:noProof/>
            <w:webHidden/>
          </w:rPr>
          <w:tab/>
        </w:r>
        <w:r w:rsidR="003D7E86">
          <w:rPr>
            <w:noProof/>
            <w:webHidden/>
          </w:rPr>
          <w:fldChar w:fldCharType="begin"/>
        </w:r>
        <w:r w:rsidR="003D7E86">
          <w:rPr>
            <w:noProof/>
            <w:webHidden/>
          </w:rPr>
          <w:instrText xml:space="preserve"> PAGEREF _Toc107220609 \h </w:instrText>
        </w:r>
        <w:r w:rsidR="003D7E86">
          <w:rPr>
            <w:noProof/>
            <w:webHidden/>
          </w:rPr>
        </w:r>
        <w:r w:rsidR="003D7E86">
          <w:rPr>
            <w:noProof/>
            <w:webHidden/>
          </w:rPr>
          <w:fldChar w:fldCharType="separate"/>
        </w:r>
        <w:r w:rsidR="003D7E86">
          <w:rPr>
            <w:noProof/>
            <w:webHidden/>
          </w:rPr>
          <w:t>18</w:t>
        </w:r>
        <w:r w:rsidR="003D7E86">
          <w:rPr>
            <w:noProof/>
            <w:webHidden/>
          </w:rPr>
          <w:fldChar w:fldCharType="end"/>
        </w:r>
      </w:hyperlink>
    </w:p>
    <w:p w14:paraId="207CE312" w14:textId="53E325A8" w:rsidR="003D7E86" w:rsidRDefault="00000000">
      <w:pPr>
        <w:pStyle w:val="TOC2"/>
        <w:tabs>
          <w:tab w:val="right" w:leader="dot" w:pos="8090"/>
        </w:tabs>
        <w:rPr>
          <w:rFonts w:asciiTheme="minorHAnsi" w:eastAsiaTheme="minorEastAsia" w:hAnsiTheme="minorHAnsi" w:cstheme="minorBidi"/>
          <w:noProof/>
          <w:lang w:val="en-GB" w:eastAsia="en-GB"/>
        </w:rPr>
      </w:pPr>
      <w:hyperlink w:anchor="_Toc107220610" w:history="1">
        <w:r w:rsidR="003D7E86" w:rsidRPr="00F61DAE">
          <w:rPr>
            <w:rStyle w:val="Hyperlink"/>
            <w:noProof/>
            <w:lang w:eastAsia="en-GB"/>
          </w:rPr>
          <w:t>String Slices</w:t>
        </w:r>
        <w:r w:rsidR="003D7E86">
          <w:rPr>
            <w:noProof/>
            <w:webHidden/>
          </w:rPr>
          <w:tab/>
        </w:r>
        <w:r w:rsidR="003D7E86">
          <w:rPr>
            <w:noProof/>
            <w:webHidden/>
          </w:rPr>
          <w:fldChar w:fldCharType="begin"/>
        </w:r>
        <w:r w:rsidR="003D7E86">
          <w:rPr>
            <w:noProof/>
            <w:webHidden/>
          </w:rPr>
          <w:instrText xml:space="preserve"> PAGEREF _Toc107220610 \h </w:instrText>
        </w:r>
        <w:r w:rsidR="003D7E86">
          <w:rPr>
            <w:noProof/>
            <w:webHidden/>
          </w:rPr>
        </w:r>
        <w:r w:rsidR="003D7E86">
          <w:rPr>
            <w:noProof/>
            <w:webHidden/>
          </w:rPr>
          <w:fldChar w:fldCharType="separate"/>
        </w:r>
        <w:r w:rsidR="003D7E86">
          <w:rPr>
            <w:noProof/>
            <w:webHidden/>
          </w:rPr>
          <w:t>20</w:t>
        </w:r>
        <w:r w:rsidR="003D7E86">
          <w:rPr>
            <w:noProof/>
            <w:webHidden/>
          </w:rPr>
          <w:fldChar w:fldCharType="end"/>
        </w:r>
      </w:hyperlink>
    </w:p>
    <w:p w14:paraId="721FE70D" w14:textId="4C18ACE9" w:rsidR="003D7E86" w:rsidRDefault="00000000">
      <w:pPr>
        <w:pStyle w:val="TOC3"/>
        <w:tabs>
          <w:tab w:val="right" w:leader="dot" w:pos="8090"/>
        </w:tabs>
        <w:rPr>
          <w:rFonts w:asciiTheme="minorHAnsi" w:eastAsiaTheme="minorEastAsia" w:hAnsiTheme="minorHAnsi" w:cstheme="minorBidi"/>
          <w:noProof/>
          <w:lang w:val="en-GB" w:eastAsia="en-GB"/>
        </w:rPr>
      </w:pPr>
      <w:hyperlink w:anchor="_Toc107220611" w:history="1">
        <w:r w:rsidR="003D7E86" w:rsidRPr="00F61DAE">
          <w:rPr>
            <w:rStyle w:val="Hyperlink"/>
            <w:noProof/>
            <w:lang w:eastAsia="en-GB"/>
          </w:rPr>
          <w:t>String Literals as Slices</w:t>
        </w:r>
        <w:r w:rsidR="003D7E86">
          <w:rPr>
            <w:noProof/>
            <w:webHidden/>
          </w:rPr>
          <w:tab/>
        </w:r>
        <w:r w:rsidR="003D7E86">
          <w:rPr>
            <w:noProof/>
            <w:webHidden/>
          </w:rPr>
          <w:fldChar w:fldCharType="begin"/>
        </w:r>
        <w:r w:rsidR="003D7E86">
          <w:rPr>
            <w:noProof/>
            <w:webHidden/>
          </w:rPr>
          <w:instrText xml:space="preserve"> PAGEREF _Toc107220611 \h </w:instrText>
        </w:r>
        <w:r w:rsidR="003D7E86">
          <w:rPr>
            <w:noProof/>
            <w:webHidden/>
          </w:rPr>
        </w:r>
        <w:r w:rsidR="003D7E86">
          <w:rPr>
            <w:noProof/>
            <w:webHidden/>
          </w:rPr>
          <w:fldChar w:fldCharType="separate"/>
        </w:r>
        <w:r w:rsidR="003D7E86">
          <w:rPr>
            <w:noProof/>
            <w:webHidden/>
          </w:rPr>
          <w:t>23</w:t>
        </w:r>
        <w:r w:rsidR="003D7E86">
          <w:rPr>
            <w:noProof/>
            <w:webHidden/>
          </w:rPr>
          <w:fldChar w:fldCharType="end"/>
        </w:r>
      </w:hyperlink>
    </w:p>
    <w:p w14:paraId="4CEFE2CB" w14:textId="5C44BB05" w:rsidR="003D7E86" w:rsidRDefault="00000000">
      <w:pPr>
        <w:pStyle w:val="TOC3"/>
        <w:tabs>
          <w:tab w:val="right" w:leader="dot" w:pos="8090"/>
        </w:tabs>
        <w:rPr>
          <w:rFonts w:asciiTheme="minorHAnsi" w:eastAsiaTheme="minorEastAsia" w:hAnsiTheme="minorHAnsi" w:cstheme="minorBidi"/>
          <w:noProof/>
          <w:lang w:val="en-GB" w:eastAsia="en-GB"/>
        </w:rPr>
      </w:pPr>
      <w:hyperlink w:anchor="_Toc107220612" w:history="1">
        <w:r w:rsidR="003D7E86" w:rsidRPr="00F61DAE">
          <w:rPr>
            <w:rStyle w:val="Hyperlink"/>
            <w:noProof/>
            <w:lang w:eastAsia="en-GB"/>
          </w:rPr>
          <w:t>String Slices as Parameters</w:t>
        </w:r>
        <w:r w:rsidR="003D7E86">
          <w:rPr>
            <w:noProof/>
            <w:webHidden/>
          </w:rPr>
          <w:tab/>
        </w:r>
        <w:r w:rsidR="003D7E86">
          <w:rPr>
            <w:noProof/>
            <w:webHidden/>
          </w:rPr>
          <w:fldChar w:fldCharType="begin"/>
        </w:r>
        <w:r w:rsidR="003D7E86">
          <w:rPr>
            <w:noProof/>
            <w:webHidden/>
          </w:rPr>
          <w:instrText xml:space="preserve"> PAGEREF _Toc107220612 \h </w:instrText>
        </w:r>
        <w:r w:rsidR="003D7E86">
          <w:rPr>
            <w:noProof/>
            <w:webHidden/>
          </w:rPr>
        </w:r>
        <w:r w:rsidR="003D7E86">
          <w:rPr>
            <w:noProof/>
            <w:webHidden/>
          </w:rPr>
          <w:fldChar w:fldCharType="separate"/>
        </w:r>
        <w:r w:rsidR="003D7E86">
          <w:rPr>
            <w:noProof/>
            <w:webHidden/>
          </w:rPr>
          <w:t>23</w:t>
        </w:r>
        <w:r w:rsidR="003D7E86">
          <w:rPr>
            <w:noProof/>
            <w:webHidden/>
          </w:rPr>
          <w:fldChar w:fldCharType="end"/>
        </w:r>
      </w:hyperlink>
    </w:p>
    <w:p w14:paraId="29DC765D" w14:textId="51A564A6" w:rsidR="003D7E86" w:rsidRDefault="00000000">
      <w:pPr>
        <w:pStyle w:val="TOC2"/>
        <w:tabs>
          <w:tab w:val="right" w:leader="dot" w:pos="8090"/>
        </w:tabs>
        <w:rPr>
          <w:rFonts w:asciiTheme="minorHAnsi" w:eastAsiaTheme="minorEastAsia" w:hAnsiTheme="minorHAnsi" w:cstheme="minorBidi"/>
          <w:noProof/>
          <w:lang w:val="en-GB" w:eastAsia="en-GB"/>
        </w:rPr>
      </w:pPr>
      <w:hyperlink w:anchor="_Toc107220613" w:history="1">
        <w:r w:rsidR="003D7E86" w:rsidRPr="00F61DAE">
          <w:rPr>
            <w:rStyle w:val="Hyperlink"/>
            <w:noProof/>
            <w:lang w:eastAsia="en-GB"/>
          </w:rPr>
          <w:t>Other Slices</w:t>
        </w:r>
        <w:r w:rsidR="003D7E86">
          <w:rPr>
            <w:noProof/>
            <w:webHidden/>
          </w:rPr>
          <w:tab/>
        </w:r>
        <w:r w:rsidR="003D7E86">
          <w:rPr>
            <w:noProof/>
            <w:webHidden/>
          </w:rPr>
          <w:fldChar w:fldCharType="begin"/>
        </w:r>
        <w:r w:rsidR="003D7E86">
          <w:rPr>
            <w:noProof/>
            <w:webHidden/>
          </w:rPr>
          <w:instrText xml:space="preserve"> PAGEREF _Toc107220613 \h </w:instrText>
        </w:r>
        <w:r w:rsidR="003D7E86">
          <w:rPr>
            <w:noProof/>
            <w:webHidden/>
          </w:rPr>
        </w:r>
        <w:r w:rsidR="003D7E86">
          <w:rPr>
            <w:noProof/>
            <w:webHidden/>
          </w:rPr>
          <w:fldChar w:fldCharType="separate"/>
        </w:r>
        <w:r w:rsidR="003D7E86">
          <w:rPr>
            <w:noProof/>
            <w:webHidden/>
          </w:rPr>
          <w:t>24</w:t>
        </w:r>
        <w:r w:rsidR="003D7E86">
          <w:rPr>
            <w:noProof/>
            <w:webHidden/>
          </w:rPr>
          <w:fldChar w:fldCharType="end"/>
        </w:r>
      </w:hyperlink>
    </w:p>
    <w:p w14:paraId="09B5A7DA" w14:textId="5489A0E9" w:rsidR="003D7E86" w:rsidRDefault="00000000" w:rsidP="00C71FD9">
      <w:pPr>
        <w:pStyle w:val="TOC1"/>
        <w:rPr>
          <w:rFonts w:asciiTheme="minorHAnsi" w:eastAsiaTheme="minorEastAsia" w:hAnsiTheme="minorHAnsi" w:cstheme="minorBidi"/>
          <w:noProof/>
          <w:lang w:val="en-GB" w:eastAsia="en-GB"/>
        </w:rPr>
      </w:pPr>
      <w:hyperlink w:anchor="_Toc107220614" w:history="1">
        <w:r w:rsidR="003D7E86" w:rsidRPr="00F61DAE">
          <w:rPr>
            <w:rStyle w:val="Hyperlink"/>
            <w:noProof/>
            <w:lang w:eastAsia="en-GB"/>
          </w:rPr>
          <w:t>Summary</w:t>
        </w:r>
        <w:r w:rsidR="003D7E86">
          <w:rPr>
            <w:noProof/>
            <w:webHidden/>
          </w:rPr>
          <w:tab/>
        </w:r>
        <w:r w:rsidR="003D7E86">
          <w:rPr>
            <w:noProof/>
            <w:webHidden/>
          </w:rPr>
          <w:fldChar w:fldCharType="begin"/>
        </w:r>
        <w:r w:rsidR="003D7E86">
          <w:rPr>
            <w:noProof/>
            <w:webHidden/>
          </w:rPr>
          <w:instrText xml:space="preserve"> PAGEREF _Toc107220614 \h </w:instrText>
        </w:r>
        <w:r w:rsidR="003D7E86">
          <w:rPr>
            <w:noProof/>
            <w:webHidden/>
          </w:rPr>
        </w:r>
        <w:r w:rsidR="003D7E86">
          <w:rPr>
            <w:noProof/>
            <w:webHidden/>
          </w:rPr>
          <w:fldChar w:fldCharType="separate"/>
        </w:r>
        <w:r w:rsidR="003D7E86">
          <w:rPr>
            <w:noProof/>
            <w:webHidden/>
          </w:rPr>
          <w:t>24</w:t>
        </w:r>
        <w:r w:rsidR="003D7E86">
          <w:rPr>
            <w:noProof/>
            <w:webHidden/>
          </w:rPr>
          <w:fldChar w:fldCharType="end"/>
        </w:r>
      </w:hyperlink>
    </w:p>
    <w:p w14:paraId="0F55674B" w14:textId="38676542" w:rsidR="005D234A" w:rsidRDefault="00DF3679" w:rsidP="0041074E">
      <w:pPr>
        <w:pStyle w:val="ChapterNumber"/>
        <w:numPr>
          <w:ilvl w:val="0"/>
          <w:numId w:val="0"/>
        </w:numPr>
        <w:rPr>
          <w:lang w:eastAsia="en-GB"/>
        </w:rPr>
        <w:pPrChange w:id="1" w:author="Carol Nichols" w:date="2022-09-13T12:44:00Z">
          <w:pPr>
            <w:pStyle w:val="ChapterNumber"/>
          </w:pPr>
        </w:pPrChange>
      </w:pPr>
      <w:r>
        <w:rPr>
          <w:lang w:eastAsia="en-GB"/>
        </w:rPr>
        <w:lastRenderedPageBreak/>
        <w:fldChar w:fldCharType="end"/>
      </w:r>
      <w:ins w:id="2" w:author="Carol Nichols" w:date="2022-09-13T12:44:00Z">
        <w:r w:rsidR="0041074E">
          <w:rPr>
            <w:lang w:eastAsia="en-GB"/>
          </w:rPr>
          <w:t>4</w:t>
        </w:r>
      </w:ins>
    </w:p>
    <w:p w14:paraId="689AD9A8" w14:textId="12E8FD98" w:rsidR="00E26562" w:rsidRPr="00E26562" w:rsidRDefault="00E26562" w:rsidP="005D234A">
      <w:pPr>
        <w:pStyle w:val="ChapterTitle"/>
        <w:rPr>
          <w:lang w:eastAsia="en-GB"/>
        </w:rPr>
      </w:pPr>
      <w:r w:rsidRPr="00E26562">
        <w:rPr>
          <w:lang w:eastAsia="en-GB"/>
        </w:rPr>
        <w:t>Understanding Ownership</w:t>
      </w:r>
    </w:p>
    <w:p w14:paraId="179CDEF3" w14:textId="6EF8F752" w:rsidR="00E26562" w:rsidRPr="00E26562" w:rsidRDefault="00312532" w:rsidP="00C9036A">
      <w:pPr>
        <w:pStyle w:val="ChapterIntro"/>
        <w:rPr>
          <w:lang w:eastAsia="en-GB"/>
        </w:rPr>
      </w:pPr>
      <w:r>
        <w:rPr>
          <w:lang w:eastAsia="en-GB"/>
        </w:rPr>
        <w:fldChar w:fldCharType="begin"/>
      </w:r>
      <w:r>
        <w:instrText xml:space="preserve"> XE "</w:instrText>
      </w:r>
      <w:r w:rsidRPr="0008745D">
        <w:instrText>ownership startRange</w:instrText>
      </w:r>
      <w:r>
        <w:instrText xml:space="preserve">" </w:instrText>
      </w:r>
      <w:r>
        <w:rPr>
          <w:lang w:eastAsia="en-GB"/>
        </w:rPr>
        <w:fldChar w:fldCharType="end"/>
      </w:r>
      <w:r w:rsidR="00E26562" w:rsidRPr="00E26562">
        <w:rPr>
          <w:lang w:eastAsia="en-GB"/>
        </w:rPr>
        <w:t>Ownership is Rust’s most unique feature and has deep implications for the rest</w:t>
      </w:r>
      <w:r w:rsidR="00367A2E">
        <w:rPr>
          <w:lang w:eastAsia="en-GB"/>
        </w:rPr>
        <w:t xml:space="preserve"> </w:t>
      </w:r>
      <w:r w:rsidR="00E26562" w:rsidRPr="00E26562">
        <w:rPr>
          <w:lang w:eastAsia="en-GB"/>
        </w:rPr>
        <w:t>of the language. It enables Rust to make memory safety guarantees without</w:t>
      </w:r>
      <w:r w:rsidR="00367A2E">
        <w:rPr>
          <w:lang w:eastAsia="en-GB"/>
        </w:rPr>
        <w:t xml:space="preserve"> </w:t>
      </w:r>
      <w:r w:rsidR="00E26562" w:rsidRPr="00E26562">
        <w:rPr>
          <w:lang w:eastAsia="en-GB"/>
        </w:rPr>
        <w:t>needing a garbage collector, so it’s important to understand how ownership</w:t>
      </w:r>
      <w:r w:rsidR="00367A2E">
        <w:rPr>
          <w:lang w:eastAsia="en-GB"/>
        </w:rPr>
        <w:t xml:space="preserve"> </w:t>
      </w:r>
      <w:r w:rsidR="00E26562" w:rsidRPr="00E26562">
        <w:rPr>
          <w:lang w:eastAsia="en-GB"/>
        </w:rPr>
        <w:t>works. In this chapter, we’ll talk about ownership as well as several related</w:t>
      </w:r>
      <w:r w:rsidR="00367A2E">
        <w:rPr>
          <w:lang w:eastAsia="en-GB"/>
        </w:rPr>
        <w:t xml:space="preserve"> </w:t>
      </w:r>
      <w:r w:rsidR="00E26562" w:rsidRPr="00E26562">
        <w:rPr>
          <w:lang w:eastAsia="en-GB"/>
        </w:rPr>
        <w:t>features: borrowing, slices, and how Rust lays data out in memory.</w:t>
      </w:r>
    </w:p>
    <w:p w14:paraId="7821BD62" w14:textId="77777777" w:rsidR="00E26562" w:rsidRPr="00E26562" w:rsidRDefault="00E26562" w:rsidP="005D234A">
      <w:pPr>
        <w:pStyle w:val="HeadA"/>
        <w:rPr>
          <w:lang w:eastAsia="en-GB"/>
        </w:rPr>
      </w:pPr>
      <w:bookmarkStart w:id="3" w:name="what-is-ownership?"/>
      <w:bookmarkStart w:id="4" w:name="_Toc107220595"/>
      <w:bookmarkEnd w:id="3"/>
      <w:r w:rsidRPr="00E26562">
        <w:rPr>
          <w:lang w:eastAsia="en-GB"/>
        </w:rPr>
        <w:t>What Is Ownership?</w:t>
      </w:r>
      <w:bookmarkEnd w:id="4"/>
    </w:p>
    <w:p w14:paraId="416B3FC7" w14:textId="5AB42B16" w:rsidR="00E26562" w:rsidRPr="00E26562" w:rsidRDefault="00E26562" w:rsidP="005D234A">
      <w:pPr>
        <w:pStyle w:val="Body"/>
        <w:rPr>
          <w:lang w:eastAsia="en-GB"/>
        </w:rPr>
      </w:pPr>
      <w:r w:rsidRPr="005D234A">
        <w:rPr>
          <w:rStyle w:val="Italic"/>
        </w:rPr>
        <w:t>Ownership</w:t>
      </w:r>
      <w:r w:rsidRPr="00E26562">
        <w:rPr>
          <w:lang w:eastAsia="en-GB"/>
        </w:rPr>
        <w:t xml:space="preserve"> is a set of rules that govern how a Rust program manages memory.</w:t>
      </w:r>
      <w:r w:rsidR="00367A2E">
        <w:rPr>
          <w:lang w:eastAsia="en-GB"/>
        </w:rPr>
        <w:t xml:space="preserve"> </w:t>
      </w:r>
      <w:r w:rsidRPr="00E26562">
        <w:rPr>
          <w:lang w:eastAsia="en-GB"/>
        </w:rPr>
        <w:t>All programs have to manage the way they use a computer’s memory while running.</w:t>
      </w:r>
      <w:r w:rsidR="00367A2E">
        <w:rPr>
          <w:lang w:eastAsia="en-GB"/>
        </w:rPr>
        <w:t xml:space="preserve"> </w:t>
      </w:r>
      <w:r w:rsidR="00B37E7E">
        <w:rPr>
          <w:lang w:eastAsia="en-GB"/>
        </w:rPr>
        <w:fldChar w:fldCharType="begin"/>
      </w:r>
      <w:r w:rsidR="00B37E7E">
        <w:instrText xml:space="preserve"> XE "garbage collector (GC) start</w:instrText>
      </w:r>
      <w:r w:rsidR="00B37E7E" w:rsidRPr="00AC00B2">
        <w:instrText>Range</w:instrText>
      </w:r>
      <w:r w:rsidR="00B37E7E">
        <w:instrText xml:space="preserve">" </w:instrText>
      </w:r>
      <w:r w:rsidR="00B37E7E">
        <w:rPr>
          <w:lang w:eastAsia="en-GB"/>
        </w:rPr>
        <w:fldChar w:fldCharType="end"/>
      </w:r>
      <w:r w:rsidRPr="00E26562">
        <w:rPr>
          <w:lang w:eastAsia="en-GB"/>
        </w:rPr>
        <w:t>Some languages have garbage collection that regularly looks for no-longer</w:t>
      </w:r>
      <w:r w:rsidR="006B5D03">
        <w:rPr>
          <w:lang w:eastAsia="en-GB"/>
        </w:rPr>
        <w:t>-</w:t>
      </w:r>
      <w:r w:rsidRPr="00E26562">
        <w:rPr>
          <w:lang w:eastAsia="en-GB"/>
        </w:rPr>
        <w:t>used</w:t>
      </w:r>
      <w:r w:rsidR="00367A2E">
        <w:rPr>
          <w:lang w:eastAsia="en-GB"/>
        </w:rPr>
        <w:t xml:space="preserve"> </w:t>
      </w:r>
      <w:r w:rsidRPr="00E26562">
        <w:rPr>
          <w:lang w:eastAsia="en-GB"/>
        </w:rPr>
        <w:t>memory as the program runs;</w:t>
      </w:r>
      <w:r w:rsidR="00B37E7E">
        <w:rPr>
          <w:lang w:eastAsia="en-GB"/>
        </w:rPr>
        <w:fldChar w:fldCharType="begin"/>
      </w:r>
      <w:r w:rsidR="00B37E7E">
        <w:instrText xml:space="preserve"> XE "garbage collector (GC) end</w:instrText>
      </w:r>
      <w:r w:rsidR="00B37E7E" w:rsidRPr="00AC00B2">
        <w:instrText>Range</w:instrText>
      </w:r>
      <w:r w:rsidR="00B37E7E">
        <w:instrText xml:space="preserve">" </w:instrText>
      </w:r>
      <w:r w:rsidR="00B37E7E">
        <w:rPr>
          <w:lang w:eastAsia="en-GB"/>
        </w:rPr>
        <w:fldChar w:fldCharType="end"/>
      </w:r>
      <w:r w:rsidRPr="00E26562">
        <w:rPr>
          <w:lang w:eastAsia="en-GB"/>
        </w:rPr>
        <w:t xml:space="preserve"> in other languages, the programmer must explicitly</w:t>
      </w:r>
      <w:r w:rsidR="00367A2E">
        <w:rPr>
          <w:lang w:eastAsia="en-GB"/>
        </w:rPr>
        <w:t xml:space="preserve"> </w:t>
      </w:r>
      <w:r w:rsidRPr="00E26562">
        <w:rPr>
          <w:lang w:eastAsia="en-GB"/>
        </w:rPr>
        <w:t>allocate and free the memory. Rust uses a third approach: memory is managed</w:t>
      </w:r>
      <w:r w:rsidR="00367A2E">
        <w:rPr>
          <w:lang w:eastAsia="en-GB"/>
        </w:rPr>
        <w:t xml:space="preserve"> </w:t>
      </w:r>
      <w:r w:rsidRPr="00E26562">
        <w:rPr>
          <w:lang w:eastAsia="en-GB"/>
        </w:rPr>
        <w:t>through a system of ownership with a set of rules that the compiler checks. If</w:t>
      </w:r>
      <w:r w:rsidR="00367A2E">
        <w:rPr>
          <w:lang w:eastAsia="en-GB"/>
        </w:rPr>
        <w:t xml:space="preserve"> </w:t>
      </w:r>
      <w:r w:rsidRPr="00E26562">
        <w:rPr>
          <w:lang w:eastAsia="en-GB"/>
        </w:rPr>
        <w:t>any of the rules are violated, the program won’t compile. None of the features</w:t>
      </w:r>
      <w:r w:rsidR="00367A2E">
        <w:rPr>
          <w:lang w:eastAsia="en-GB"/>
        </w:rPr>
        <w:t xml:space="preserve"> </w:t>
      </w:r>
      <w:r w:rsidRPr="00E26562">
        <w:rPr>
          <w:lang w:eastAsia="en-GB"/>
        </w:rPr>
        <w:t>of ownership will slow down your program while it’s running.</w:t>
      </w:r>
    </w:p>
    <w:p w14:paraId="5B841501" w14:textId="4E41DD47" w:rsidR="00E26562" w:rsidRPr="00E26562" w:rsidRDefault="00E26562" w:rsidP="005D234A">
      <w:pPr>
        <w:pStyle w:val="Body"/>
        <w:rPr>
          <w:lang w:eastAsia="en-GB"/>
        </w:rPr>
      </w:pPr>
      <w:r w:rsidRPr="00E26562">
        <w:rPr>
          <w:lang w:eastAsia="en-GB"/>
        </w:rPr>
        <w:lastRenderedPageBreak/>
        <w:t>Because ownership is a new concept for many programmers, it does take some time</w:t>
      </w:r>
      <w:r w:rsidR="00367A2E">
        <w:rPr>
          <w:lang w:eastAsia="en-GB"/>
        </w:rPr>
        <w:t xml:space="preserve"> </w:t>
      </w:r>
      <w:r w:rsidRPr="00E26562">
        <w:rPr>
          <w:lang w:eastAsia="en-GB"/>
        </w:rPr>
        <w:t>to get used to. The good news is that the more experienced you become with Rust</w:t>
      </w:r>
      <w:r w:rsidR="00367A2E">
        <w:rPr>
          <w:lang w:eastAsia="en-GB"/>
        </w:rPr>
        <w:t xml:space="preserve"> </w:t>
      </w:r>
      <w:r w:rsidRPr="00E26562">
        <w:rPr>
          <w:lang w:eastAsia="en-GB"/>
        </w:rPr>
        <w:t>and the rules of the ownership system, the easier you’ll find it to naturally</w:t>
      </w:r>
      <w:r w:rsidR="00367A2E">
        <w:rPr>
          <w:lang w:eastAsia="en-GB"/>
        </w:rPr>
        <w:t xml:space="preserve"> </w:t>
      </w:r>
      <w:r w:rsidRPr="00E26562">
        <w:rPr>
          <w:lang w:eastAsia="en-GB"/>
        </w:rPr>
        <w:t>develop code that is safe and efficient. Keep at it!</w:t>
      </w:r>
    </w:p>
    <w:p w14:paraId="7526ADCA" w14:textId="7B8336FF" w:rsidR="00E26562" w:rsidRPr="00E26562" w:rsidRDefault="00E26562" w:rsidP="005D234A">
      <w:pPr>
        <w:pStyle w:val="Body"/>
        <w:rPr>
          <w:lang w:eastAsia="en-GB"/>
        </w:rPr>
      </w:pPr>
      <w:r w:rsidRPr="00E26562">
        <w:rPr>
          <w:lang w:eastAsia="en-GB"/>
        </w:rPr>
        <w:t>When you understand ownership, you’ll have a solid foundation for understanding</w:t>
      </w:r>
      <w:r w:rsidR="00367A2E">
        <w:rPr>
          <w:lang w:eastAsia="en-GB"/>
        </w:rPr>
        <w:t xml:space="preserve"> </w:t>
      </w:r>
      <w:r w:rsidRPr="00E26562">
        <w:rPr>
          <w:lang w:eastAsia="en-GB"/>
        </w:rPr>
        <w:t>the features that make Rust unique. In this chapter, you’ll learn ownership by</w:t>
      </w:r>
      <w:r w:rsidR="00367A2E">
        <w:rPr>
          <w:lang w:eastAsia="en-GB"/>
        </w:rPr>
        <w:t xml:space="preserve"> </w:t>
      </w:r>
      <w:r w:rsidRPr="00E26562">
        <w:rPr>
          <w:lang w:eastAsia="en-GB"/>
        </w:rPr>
        <w:t>working through some examples that focus on a very common data structure:</w:t>
      </w:r>
      <w:r w:rsidR="00367A2E">
        <w:rPr>
          <w:lang w:eastAsia="en-GB"/>
        </w:rPr>
        <w:t xml:space="preserve"> </w:t>
      </w:r>
      <w:r w:rsidRPr="00E26562">
        <w:rPr>
          <w:lang w:eastAsia="en-GB"/>
        </w:rPr>
        <w:t>strings.</w:t>
      </w:r>
    </w:p>
    <w:p w14:paraId="5EFA2078" w14:textId="77777777" w:rsidR="00371769" w:rsidRDefault="00371769" w:rsidP="00CC18E0">
      <w:pPr>
        <w:pStyle w:val="BoxType"/>
        <w:rPr>
          <w:lang w:eastAsia="en-GB"/>
        </w:rPr>
      </w:pPr>
      <w:bookmarkStart w:id="5" w:name="the-stack-and-the-heap"/>
      <w:bookmarkEnd w:id="5"/>
    </w:p>
    <w:p w14:paraId="67E603D5" w14:textId="1BC64B79" w:rsidR="00E26562" w:rsidRPr="00E26562" w:rsidRDefault="00EB7CA3" w:rsidP="00C9036A">
      <w:pPr>
        <w:pStyle w:val="BoxTitle"/>
        <w:rPr>
          <w:lang w:eastAsia="en-GB"/>
        </w:rPr>
      </w:pPr>
      <w:r>
        <w:rPr>
          <w:lang w:eastAsia="en-GB"/>
        </w:rPr>
        <w:fldChar w:fldCharType="begin"/>
      </w:r>
      <w:r>
        <w:instrText xml:space="preserve"> XE "stack:and the heap</w:instrText>
      </w:r>
      <w:r w:rsidRPr="00AC00B2">
        <w:instrText xml:space="preserve"> startRange</w:instrText>
      </w:r>
      <w:r>
        <w:instrText xml:space="preserve">" </w:instrText>
      </w:r>
      <w:r>
        <w:rPr>
          <w:lang w:eastAsia="en-GB"/>
        </w:rPr>
        <w:fldChar w:fldCharType="end"/>
      </w:r>
      <w:r w:rsidR="004C6B2F">
        <w:rPr>
          <w:lang w:eastAsia="en-GB"/>
        </w:rPr>
        <w:fldChar w:fldCharType="begin"/>
      </w:r>
      <w:r w:rsidR="004C6B2F">
        <w:instrText xml:space="preserve"> XE "heap:and the stack</w:instrText>
      </w:r>
      <w:r w:rsidR="004C6B2F" w:rsidRPr="00AC00B2">
        <w:instrText xml:space="preserve"> startRange</w:instrText>
      </w:r>
      <w:r w:rsidR="004C6B2F">
        <w:instrText xml:space="preserve">" </w:instrText>
      </w:r>
      <w:r w:rsidR="004C6B2F">
        <w:rPr>
          <w:lang w:eastAsia="en-GB"/>
        </w:rPr>
        <w:fldChar w:fldCharType="end"/>
      </w:r>
      <w:r w:rsidR="00E26562" w:rsidRPr="00E26562">
        <w:rPr>
          <w:lang w:eastAsia="en-GB"/>
        </w:rPr>
        <w:t>The Stack and the Heap</w:t>
      </w:r>
    </w:p>
    <w:p w14:paraId="7E2E007B" w14:textId="45FA1E31" w:rsidR="00E26562" w:rsidRPr="00E26562" w:rsidRDefault="00E26562" w:rsidP="00974DD7">
      <w:pPr>
        <w:pStyle w:val="BoxBody"/>
        <w:rPr>
          <w:lang w:eastAsia="en-GB"/>
        </w:rPr>
      </w:pPr>
      <w:r w:rsidRPr="00E26562">
        <w:rPr>
          <w:lang w:eastAsia="en-GB"/>
        </w:rPr>
        <w:t>Many programming languages don’t require you to think about the stack and the</w:t>
      </w:r>
      <w:r w:rsidR="00367A2E">
        <w:rPr>
          <w:lang w:eastAsia="en-GB"/>
        </w:rPr>
        <w:t xml:space="preserve"> </w:t>
      </w:r>
      <w:r w:rsidRPr="00E26562">
        <w:rPr>
          <w:lang w:eastAsia="en-GB"/>
        </w:rPr>
        <w:t>heap very often. But in a systems programming language like Rust, whether a</w:t>
      </w:r>
      <w:r w:rsidR="00367A2E">
        <w:rPr>
          <w:lang w:eastAsia="en-GB"/>
        </w:rPr>
        <w:t xml:space="preserve"> </w:t>
      </w:r>
      <w:r w:rsidRPr="00E26562">
        <w:rPr>
          <w:lang w:eastAsia="en-GB"/>
        </w:rPr>
        <w:t>value is on the stack or the heap affects how the language behaves and why</w:t>
      </w:r>
      <w:r w:rsidR="00367A2E">
        <w:rPr>
          <w:lang w:eastAsia="en-GB"/>
        </w:rPr>
        <w:t xml:space="preserve"> </w:t>
      </w:r>
      <w:r w:rsidRPr="00E26562">
        <w:rPr>
          <w:lang w:eastAsia="en-GB"/>
        </w:rPr>
        <w:t>you have to make certain decisions. Parts of ownership will be described in</w:t>
      </w:r>
      <w:r w:rsidR="00367A2E">
        <w:rPr>
          <w:lang w:eastAsia="en-GB"/>
        </w:rPr>
        <w:t xml:space="preserve"> </w:t>
      </w:r>
      <w:r w:rsidRPr="00E26562">
        <w:rPr>
          <w:lang w:eastAsia="en-GB"/>
        </w:rPr>
        <w:t>relation to the stack and the heap later in this chapter, so here is a brief</w:t>
      </w:r>
      <w:r w:rsidR="00367A2E">
        <w:rPr>
          <w:lang w:eastAsia="en-GB"/>
        </w:rPr>
        <w:t xml:space="preserve"> </w:t>
      </w:r>
      <w:r w:rsidRPr="00E26562">
        <w:rPr>
          <w:lang w:eastAsia="en-GB"/>
        </w:rPr>
        <w:t>explanation in preparation.</w:t>
      </w:r>
    </w:p>
    <w:p w14:paraId="45D5636C" w14:textId="4FDC0915" w:rsidR="00E26562" w:rsidRPr="00E26562" w:rsidRDefault="00E26562" w:rsidP="00974DD7">
      <w:pPr>
        <w:pStyle w:val="BoxBody"/>
        <w:rPr>
          <w:lang w:eastAsia="en-GB"/>
        </w:rPr>
      </w:pPr>
      <w:r w:rsidRPr="005D234A">
        <w:t>Both the stack and the heap are parts of memory available to your code to use</w:t>
      </w:r>
      <w:r w:rsidR="00367A2E">
        <w:t xml:space="preserve"> </w:t>
      </w:r>
      <w:r w:rsidRPr="005D234A">
        <w:t xml:space="preserve">at runtime, but they are structured in different ways. </w:t>
      </w:r>
      <w:r w:rsidR="00E915B8">
        <w:rPr>
          <w:lang w:eastAsia="en-GB"/>
        </w:rPr>
        <w:fldChar w:fldCharType="begin"/>
      </w:r>
      <w:r w:rsidR="00E915B8">
        <w:instrText xml:space="preserve"> XE "last in, first out ordering</w:instrText>
      </w:r>
      <w:r w:rsidR="00E915B8" w:rsidRPr="00AC00B2">
        <w:instrText xml:space="preserve"> startRange</w:instrText>
      </w:r>
      <w:r w:rsidR="00E915B8">
        <w:instrText xml:space="preserve">" </w:instrText>
      </w:r>
      <w:r w:rsidR="00E915B8">
        <w:rPr>
          <w:lang w:eastAsia="en-GB"/>
        </w:rPr>
        <w:fldChar w:fldCharType="end"/>
      </w:r>
      <w:r w:rsidR="00633A90">
        <w:rPr>
          <w:lang w:eastAsia="en-GB"/>
        </w:rPr>
        <w:fldChar w:fldCharType="begin"/>
      </w:r>
      <w:r w:rsidR="00633A90">
        <w:instrText xml:space="preserve"> XE "stack:last in, first out ordering</w:instrText>
      </w:r>
      <w:r w:rsidR="00633A90" w:rsidRPr="00AC00B2">
        <w:instrText xml:space="preserve"> startRange</w:instrText>
      </w:r>
      <w:r w:rsidR="00633A90">
        <w:instrText xml:space="preserve">" </w:instrText>
      </w:r>
      <w:r w:rsidR="00633A90">
        <w:rPr>
          <w:lang w:eastAsia="en-GB"/>
        </w:rPr>
        <w:fldChar w:fldCharType="end"/>
      </w:r>
      <w:r w:rsidRPr="005D234A">
        <w:t>The stack stores</w:t>
      </w:r>
      <w:r w:rsidR="00367A2E">
        <w:t xml:space="preserve"> </w:t>
      </w:r>
      <w:r w:rsidRPr="005D234A">
        <w:t>values in the order it gets them and removes the values in the opposite</w:t>
      </w:r>
      <w:r w:rsidR="00367A2E">
        <w:t xml:space="preserve"> </w:t>
      </w:r>
      <w:r w:rsidRPr="005D234A">
        <w:t xml:space="preserve">order. This is referred to as </w:t>
      </w:r>
      <w:r w:rsidRPr="005D234A">
        <w:rPr>
          <w:rStyle w:val="Italic"/>
        </w:rPr>
        <w:t>last in, first out</w:t>
      </w:r>
      <w:r w:rsidRPr="005D234A">
        <w:t>. Think of a stack of</w:t>
      </w:r>
      <w:r w:rsidR="00367A2E">
        <w:t xml:space="preserve"> </w:t>
      </w:r>
      <w:r w:rsidRPr="005D234A">
        <w:t>plates: when you add more plates, you put them on top of the pile, and when</w:t>
      </w:r>
      <w:r w:rsidR="00367A2E">
        <w:t xml:space="preserve"> </w:t>
      </w:r>
      <w:r w:rsidRPr="005D234A">
        <w:t>you need a plate, you take one off the top. Adding or removing plates from</w:t>
      </w:r>
      <w:r w:rsidR="00367A2E">
        <w:t xml:space="preserve"> </w:t>
      </w:r>
      <w:r w:rsidRPr="005D234A">
        <w:t xml:space="preserve">the middle or bottom wouldn’t work as well! Adding data is called </w:t>
      </w:r>
      <w:r w:rsidRPr="005D234A">
        <w:rPr>
          <w:rStyle w:val="Italic"/>
        </w:rPr>
        <w:t>pushing</w:t>
      </w:r>
      <w:r w:rsidR="00367A2E">
        <w:rPr>
          <w:rStyle w:val="Italic"/>
        </w:rPr>
        <w:t xml:space="preserve"> </w:t>
      </w:r>
      <w:r w:rsidRPr="005D234A">
        <w:rPr>
          <w:rStyle w:val="Italic"/>
        </w:rPr>
        <w:t>onto the stack</w:t>
      </w:r>
      <w:r w:rsidR="00920B65">
        <w:rPr>
          <w:lang w:eastAsia="en-GB"/>
        </w:rPr>
        <w:fldChar w:fldCharType="begin"/>
      </w:r>
      <w:r w:rsidR="00920B65">
        <w:instrText xml:space="preserve"> XE "stack:pushing onto" </w:instrText>
      </w:r>
      <w:r w:rsidR="00920B65">
        <w:rPr>
          <w:lang w:eastAsia="en-GB"/>
        </w:rPr>
        <w:fldChar w:fldCharType="end"/>
      </w:r>
      <w:r w:rsidRPr="005D234A">
        <w:t xml:space="preserve">, and removing data is called </w:t>
      </w:r>
      <w:r w:rsidRPr="005D234A">
        <w:rPr>
          <w:rStyle w:val="Italic"/>
        </w:rPr>
        <w:t>popping off the stack</w:t>
      </w:r>
      <w:r w:rsidR="009A3C2B">
        <w:rPr>
          <w:lang w:eastAsia="en-GB"/>
        </w:rPr>
        <w:fldChar w:fldCharType="begin"/>
      </w:r>
      <w:r w:rsidR="009A3C2B">
        <w:instrText xml:space="preserve"> XE "stack:popping off of" </w:instrText>
      </w:r>
      <w:r w:rsidR="009A3C2B">
        <w:rPr>
          <w:lang w:eastAsia="en-GB"/>
        </w:rPr>
        <w:fldChar w:fldCharType="end"/>
      </w:r>
      <w:r w:rsidRPr="00E26562">
        <w:rPr>
          <w:lang w:eastAsia="en-GB"/>
        </w:rPr>
        <w:t>.</w:t>
      </w:r>
      <w:r w:rsidR="001E573C" w:rsidRPr="001E573C">
        <w:rPr>
          <w:lang w:eastAsia="en-GB"/>
        </w:rPr>
        <w:t xml:space="preserve"> </w:t>
      </w:r>
      <w:r w:rsidR="001E573C">
        <w:rPr>
          <w:lang w:eastAsia="en-GB"/>
        </w:rPr>
        <w:fldChar w:fldCharType="begin"/>
      </w:r>
      <w:r w:rsidR="001E573C">
        <w:instrText xml:space="preserve"> XE "last in, first out ordering</w:instrText>
      </w:r>
      <w:r w:rsidR="001E573C" w:rsidRPr="00AC00B2">
        <w:instrText xml:space="preserve"> </w:instrText>
      </w:r>
      <w:r w:rsidR="001E573C">
        <w:instrText>end</w:instrText>
      </w:r>
      <w:r w:rsidR="001E573C" w:rsidRPr="00AC00B2">
        <w:instrText>Range</w:instrText>
      </w:r>
      <w:r w:rsidR="001E573C">
        <w:instrText xml:space="preserve">" </w:instrText>
      </w:r>
      <w:r w:rsidR="001E573C">
        <w:rPr>
          <w:lang w:eastAsia="en-GB"/>
        </w:rPr>
        <w:fldChar w:fldCharType="end"/>
      </w:r>
      <w:r w:rsidR="001E573C">
        <w:rPr>
          <w:lang w:eastAsia="en-GB"/>
        </w:rPr>
        <w:fldChar w:fldCharType="begin"/>
      </w:r>
      <w:r w:rsidR="001E573C">
        <w:instrText xml:space="preserve"> XE "stack:last in, first out ordering</w:instrText>
      </w:r>
      <w:r w:rsidR="001E573C" w:rsidRPr="00AC00B2">
        <w:instrText xml:space="preserve"> </w:instrText>
      </w:r>
      <w:r w:rsidR="001E573C">
        <w:instrText>end</w:instrText>
      </w:r>
      <w:r w:rsidR="001E573C" w:rsidRPr="00AC00B2">
        <w:instrText>Range</w:instrText>
      </w:r>
      <w:r w:rsidR="001E573C">
        <w:instrText xml:space="preserve">" </w:instrText>
      </w:r>
      <w:r w:rsidR="001E573C">
        <w:rPr>
          <w:lang w:eastAsia="en-GB"/>
        </w:rPr>
        <w:fldChar w:fldCharType="end"/>
      </w:r>
      <w:r w:rsidRPr="00E26562">
        <w:rPr>
          <w:lang w:eastAsia="en-GB"/>
        </w:rPr>
        <w:t>All</w:t>
      </w:r>
      <w:r w:rsidR="00367A2E">
        <w:rPr>
          <w:lang w:eastAsia="en-GB"/>
        </w:rPr>
        <w:t xml:space="preserve"> </w:t>
      </w:r>
      <w:r w:rsidRPr="00E26562">
        <w:rPr>
          <w:lang w:eastAsia="en-GB"/>
        </w:rPr>
        <w:t>data stored on the stack must have a known, fixed size. Data with an unknown</w:t>
      </w:r>
      <w:r w:rsidR="00367A2E">
        <w:rPr>
          <w:lang w:eastAsia="en-GB"/>
        </w:rPr>
        <w:t xml:space="preserve"> </w:t>
      </w:r>
      <w:r w:rsidRPr="00E26562">
        <w:rPr>
          <w:lang w:eastAsia="en-GB"/>
        </w:rPr>
        <w:t>size at compile time or a size that might change must be stored on the heap</w:t>
      </w:r>
      <w:r w:rsidR="00367A2E">
        <w:rPr>
          <w:lang w:eastAsia="en-GB"/>
        </w:rPr>
        <w:t xml:space="preserve"> </w:t>
      </w:r>
      <w:r w:rsidRPr="00E26562">
        <w:rPr>
          <w:lang w:eastAsia="en-GB"/>
        </w:rPr>
        <w:t>instead.</w:t>
      </w:r>
    </w:p>
    <w:p w14:paraId="26540013" w14:textId="2D80FDA5" w:rsidR="00E26562" w:rsidRPr="00E26562" w:rsidRDefault="00E26562" w:rsidP="00974DD7">
      <w:pPr>
        <w:pStyle w:val="BoxBody"/>
        <w:rPr>
          <w:lang w:eastAsia="en-GB"/>
        </w:rPr>
      </w:pPr>
      <w:r w:rsidRPr="00E26562">
        <w:rPr>
          <w:lang w:eastAsia="en-GB"/>
        </w:rPr>
        <w:t xml:space="preserve">The heap is less organized: </w:t>
      </w:r>
      <w:r w:rsidR="00780F3F">
        <w:rPr>
          <w:lang w:eastAsia="en-GB"/>
        </w:rPr>
        <w:fldChar w:fldCharType="begin"/>
      </w:r>
      <w:r w:rsidR="00780F3F">
        <w:instrText xml:space="preserve"> XE "heap:allocating on start</w:instrText>
      </w:r>
      <w:r w:rsidR="00780F3F" w:rsidRPr="00AC00B2">
        <w:instrText>Range</w:instrText>
      </w:r>
      <w:r w:rsidR="00780F3F">
        <w:instrText xml:space="preserve">" </w:instrText>
      </w:r>
      <w:r w:rsidR="00780F3F">
        <w:rPr>
          <w:lang w:eastAsia="en-GB"/>
        </w:rPr>
        <w:fldChar w:fldCharType="end"/>
      </w:r>
      <w:r w:rsidRPr="00E26562">
        <w:rPr>
          <w:lang w:eastAsia="en-GB"/>
        </w:rPr>
        <w:t>when you put data on the heap, you request a</w:t>
      </w:r>
      <w:r w:rsidR="00367A2E">
        <w:rPr>
          <w:lang w:eastAsia="en-GB"/>
        </w:rPr>
        <w:t xml:space="preserve"> </w:t>
      </w:r>
      <w:r w:rsidRPr="00E26562">
        <w:rPr>
          <w:lang w:eastAsia="en-GB"/>
        </w:rPr>
        <w:t xml:space="preserve">certain amount of space. </w:t>
      </w:r>
      <w:r w:rsidR="009A6F1C">
        <w:rPr>
          <w:lang w:eastAsia="en-GB"/>
        </w:rPr>
        <w:fldChar w:fldCharType="begin"/>
      </w:r>
      <w:r w:rsidR="009A6F1C">
        <w:instrText xml:space="preserve"> XE "pointer:to data on the heap start</w:instrText>
      </w:r>
      <w:r w:rsidR="009A6F1C" w:rsidRPr="00AC00B2">
        <w:instrText>Range</w:instrText>
      </w:r>
      <w:r w:rsidR="009A6F1C">
        <w:instrText xml:space="preserve">" </w:instrText>
      </w:r>
      <w:r w:rsidR="009A6F1C">
        <w:rPr>
          <w:lang w:eastAsia="en-GB"/>
        </w:rPr>
        <w:fldChar w:fldCharType="end"/>
      </w:r>
      <w:r w:rsidRPr="00E26562">
        <w:rPr>
          <w:lang w:eastAsia="en-GB"/>
        </w:rPr>
        <w:t>The memory allocator finds an empty spot in the heap</w:t>
      </w:r>
      <w:r w:rsidR="00367A2E">
        <w:rPr>
          <w:lang w:eastAsia="en-GB"/>
        </w:rPr>
        <w:t xml:space="preserve"> </w:t>
      </w:r>
      <w:r w:rsidRPr="00E26562">
        <w:rPr>
          <w:lang w:eastAsia="en-GB"/>
        </w:rPr>
        <w:t xml:space="preserve">that is big enough, marks it as being in use, and returns a </w:t>
      </w:r>
      <w:r w:rsidRPr="005D234A">
        <w:rPr>
          <w:rStyle w:val="Italic"/>
        </w:rPr>
        <w:t>pointer</w:t>
      </w:r>
      <w:r w:rsidRPr="005D234A">
        <w:t>, which</w:t>
      </w:r>
      <w:r w:rsidR="00367A2E">
        <w:t xml:space="preserve"> </w:t>
      </w:r>
      <w:r w:rsidRPr="005D234A">
        <w:t>is the address of that location</w:t>
      </w:r>
      <w:r w:rsidR="00665512">
        <w:rPr>
          <w:lang w:eastAsia="en-GB"/>
        </w:rPr>
        <w:fldChar w:fldCharType="begin"/>
      </w:r>
      <w:r w:rsidR="00665512">
        <w:instrText xml:space="preserve"> XE "pointer" </w:instrText>
      </w:r>
      <w:r w:rsidR="00665512">
        <w:rPr>
          <w:lang w:eastAsia="en-GB"/>
        </w:rPr>
        <w:fldChar w:fldCharType="end"/>
      </w:r>
      <w:r w:rsidRPr="005D234A">
        <w:t xml:space="preserve">. This process is called </w:t>
      </w:r>
      <w:r w:rsidRPr="005D234A">
        <w:rPr>
          <w:rStyle w:val="Italic"/>
        </w:rPr>
        <w:t>allocating on the</w:t>
      </w:r>
      <w:r w:rsidR="00367A2E">
        <w:rPr>
          <w:rStyle w:val="Italic"/>
        </w:rPr>
        <w:t xml:space="preserve"> </w:t>
      </w:r>
      <w:r w:rsidRPr="005D234A">
        <w:rPr>
          <w:rStyle w:val="Italic"/>
        </w:rPr>
        <w:t>heap</w:t>
      </w:r>
      <w:r w:rsidRPr="005D234A">
        <w:t xml:space="preserve"> and is sometimes abbreviated as just </w:t>
      </w:r>
      <w:r w:rsidRPr="005D234A">
        <w:rPr>
          <w:rStyle w:val="Italic"/>
        </w:rPr>
        <w:t>allocating</w:t>
      </w:r>
      <w:r w:rsidRPr="00E26562">
        <w:rPr>
          <w:lang w:eastAsia="en-GB"/>
        </w:rPr>
        <w:t xml:space="preserve"> (pushing values onto</w:t>
      </w:r>
      <w:r w:rsidR="00367A2E">
        <w:rPr>
          <w:lang w:eastAsia="en-GB"/>
        </w:rPr>
        <w:t xml:space="preserve"> </w:t>
      </w:r>
      <w:r w:rsidRPr="00E26562">
        <w:rPr>
          <w:lang w:eastAsia="en-GB"/>
        </w:rPr>
        <w:t>the stack is not considered allocating). Because the pointer to the heap is a</w:t>
      </w:r>
      <w:r w:rsidR="00367A2E">
        <w:rPr>
          <w:lang w:eastAsia="en-GB"/>
        </w:rPr>
        <w:t xml:space="preserve"> </w:t>
      </w:r>
      <w:r w:rsidRPr="00E26562">
        <w:rPr>
          <w:lang w:eastAsia="en-GB"/>
        </w:rPr>
        <w:t>known, fixed size, you can store the pointer on the stack, but when you want</w:t>
      </w:r>
      <w:r w:rsidR="00367A2E">
        <w:rPr>
          <w:lang w:eastAsia="en-GB"/>
        </w:rPr>
        <w:t xml:space="preserve"> </w:t>
      </w:r>
      <w:r w:rsidRPr="00E26562">
        <w:rPr>
          <w:lang w:eastAsia="en-GB"/>
        </w:rPr>
        <w:t>the actual data, you must follow the pointer. Think of being seated at a</w:t>
      </w:r>
      <w:r w:rsidR="00367A2E">
        <w:rPr>
          <w:lang w:eastAsia="en-GB"/>
        </w:rPr>
        <w:t xml:space="preserve"> </w:t>
      </w:r>
      <w:r w:rsidRPr="00E26562">
        <w:rPr>
          <w:lang w:eastAsia="en-GB"/>
        </w:rPr>
        <w:t>restaurant. When you enter, you state the number of people in your group, and</w:t>
      </w:r>
      <w:r w:rsidR="00367A2E">
        <w:rPr>
          <w:lang w:eastAsia="en-GB"/>
        </w:rPr>
        <w:t xml:space="preserve"> </w:t>
      </w:r>
      <w:r w:rsidR="00FB719E">
        <w:rPr>
          <w:lang w:eastAsia="en-GB"/>
        </w:rPr>
        <w:t>the</w:t>
      </w:r>
      <w:r w:rsidR="006B5D03" w:rsidRPr="00E26562">
        <w:rPr>
          <w:lang w:eastAsia="en-GB"/>
        </w:rPr>
        <w:t xml:space="preserve"> </w:t>
      </w:r>
      <w:r w:rsidR="00FB719E">
        <w:rPr>
          <w:lang w:eastAsia="en-GB"/>
        </w:rPr>
        <w:t>host</w:t>
      </w:r>
      <w:r w:rsidR="006B5D03">
        <w:rPr>
          <w:lang w:eastAsia="en-GB"/>
        </w:rPr>
        <w:t xml:space="preserve"> </w:t>
      </w:r>
      <w:r w:rsidRPr="00E26562">
        <w:rPr>
          <w:lang w:eastAsia="en-GB"/>
        </w:rPr>
        <w:t>finds an empty table that fits everyone and leads you there. If</w:t>
      </w:r>
      <w:r w:rsidR="00367A2E">
        <w:rPr>
          <w:lang w:eastAsia="en-GB"/>
        </w:rPr>
        <w:t xml:space="preserve"> </w:t>
      </w:r>
      <w:r w:rsidRPr="00E26562">
        <w:rPr>
          <w:lang w:eastAsia="en-GB"/>
        </w:rPr>
        <w:t>someone in your group comes late, they can ask where you’ve been seated to</w:t>
      </w:r>
      <w:r w:rsidR="00367A2E">
        <w:rPr>
          <w:lang w:eastAsia="en-GB"/>
        </w:rPr>
        <w:t xml:space="preserve"> </w:t>
      </w:r>
      <w:r w:rsidRPr="00E26562">
        <w:rPr>
          <w:lang w:eastAsia="en-GB"/>
        </w:rPr>
        <w:t>find you.</w:t>
      </w:r>
      <w:r w:rsidR="00780F3F" w:rsidRPr="00780F3F">
        <w:rPr>
          <w:lang w:eastAsia="en-GB"/>
        </w:rPr>
        <w:t xml:space="preserve"> </w:t>
      </w:r>
      <w:r w:rsidR="00780F3F">
        <w:rPr>
          <w:lang w:eastAsia="en-GB"/>
        </w:rPr>
        <w:fldChar w:fldCharType="begin"/>
      </w:r>
      <w:r w:rsidR="00780F3F">
        <w:instrText xml:space="preserve"> XE "heap:allocating on end</w:instrText>
      </w:r>
      <w:r w:rsidR="00780F3F" w:rsidRPr="00AC00B2">
        <w:instrText>Range</w:instrText>
      </w:r>
      <w:r w:rsidR="00780F3F">
        <w:instrText xml:space="preserve">" </w:instrText>
      </w:r>
      <w:r w:rsidR="00780F3F">
        <w:rPr>
          <w:lang w:eastAsia="en-GB"/>
        </w:rPr>
        <w:fldChar w:fldCharType="end"/>
      </w:r>
    </w:p>
    <w:p w14:paraId="5F03A2CA" w14:textId="488F7C08" w:rsidR="00E26562" w:rsidRPr="00E26562" w:rsidRDefault="00E26562" w:rsidP="00974DD7">
      <w:pPr>
        <w:pStyle w:val="BoxBody"/>
        <w:rPr>
          <w:lang w:eastAsia="en-GB"/>
        </w:rPr>
      </w:pPr>
      <w:r w:rsidRPr="00E26562">
        <w:rPr>
          <w:lang w:eastAsia="en-GB"/>
        </w:rPr>
        <w:t>Pushing to the stack is faster than allocating on the heap because the</w:t>
      </w:r>
      <w:r w:rsidR="00367A2E">
        <w:rPr>
          <w:lang w:eastAsia="en-GB"/>
        </w:rPr>
        <w:t xml:space="preserve"> </w:t>
      </w:r>
      <w:r w:rsidRPr="00E26562">
        <w:rPr>
          <w:lang w:eastAsia="en-GB"/>
        </w:rPr>
        <w:t>allocator never has to search for a place to store new data; that location is</w:t>
      </w:r>
      <w:r w:rsidR="00367A2E">
        <w:rPr>
          <w:lang w:eastAsia="en-GB"/>
        </w:rPr>
        <w:t xml:space="preserve"> </w:t>
      </w:r>
      <w:r w:rsidRPr="00E26562">
        <w:rPr>
          <w:lang w:eastAsia="en-GB"/>
        </w:rPr>
        <w:t>always at the top of the stack. Comparatively, allocating space on the heap</w:t>
      </w:r>
      <w:r w:rsidR="00367A2E">
        <w:rPr>
          <w:lang w:eastAsia="en-GB"/>
        </w:rPr>
        <w:t xml:space="preserve"> </w:t>
      </w:r>
      <w:r w:rsidRPr="00E26562">
        <w:rPr>
          <w:lang w:eastAsia="en-GB"/>
        </w:rPr>
        <w:t>requires more work because the allocator must first find a big enough space</w:t>
      </w:r>
      <w:r w:rsidR="00367A2E">
        <w:rPr>
          <w:lang w:eastAsia="en-GB"/>
        </w:rPr>
        <w:t xml:space="preserve"> </w:t>
      </w:r>
      <w:r w:rsidRPr="00E26562">
        <w:rPr>
          <w:lang w:eastAsia="en-GB"/>
        </w:rPr>
        <w:t>to hold the data and then perform bookkeeping to prepare for the next</w:t>
      </w:r>
      <w:r w:rsidR="00367A2E">
        <w:rPr>
          <w:lang w:eastAsia="en-GB"/>
        </w:rPr>
        <w:t xml:space="preserve"> </w:t>
      </w:r>
      <w:r w:rsidRPr="00E26562">
        <w:rPr>
          <w:lang w:eastAsia="en-GB"/>
        </w:rPr>
        <w:t>allocation.</w:t>
      </w:r>
    </w:p>
    <w:p w14:paraId="2989140C" w14:textId="6B173624" w:rsidR="00E26562" w:rsidRPr="00E26562" w:rsidRDefault="00E26562" w:rsidP="00974DD7">
      <w:pPr>
        <w:pStyle w:val="BoxBody"/>
        <w:rPr>
          <w:lang w:eastAsia="en-GB"/>
        </w:rPr>
      </w:pPr>
      <w:r w:rsidRPr="00E26562">
        <w:rPr>
          <w:lang w:eastAsia="en-GB"/>
        </w:rPr>
        <w:t>Accessing data in the heap is slower than accessing data on the stack because</w:t>
      </w:r>
      <w:r w:rsidR="00367A2E">
        <w:rPr>
          <w:lang w:eastAsia="en-GB"/>
        </w:rPr>
        <w:t xml:space="preserve"> </w:t>
      </w:r>
      <w:r w:rsidRPr="00E26562">
        <w:rPr>
          <w:lang w:eastAsia="en-GB"/>
        </w:rPr>
        <w:t>you have to follow a pointer to get there. Contemporary processors are faster</w:t>
      </w:r>
      <w:r w:rsidR="00367A2E">
        <w:rPr>
          <w:lang w:eastAsia="en-GB"/>
        </w:rPr>
        <w:t xml:space="preserve"> </w:t>
      </w:r>
      <w:r w:rsidRPr="00E26562">
        <w:rPr>
          <w:lang w:eastAsia="en-GB"/>
        </w:rPr>
        <w:t>if they jump around less in memory. Continuing the analogy, consider a server</w:t>
      </w:r>
      <w:r w:rsidR="00367A2E">
        <w:rPr>
          <w:lang w:eastAsia="en-GB"/>
        </w:rPr>
        <w:t xml:space="preserve"> </w:t>
      </w:r>
      <w:r w:rsidRPr="00E26562">
        <w:rPr>
          <w:lang w:eastAsia="en-GB"/>
        </w:rPr>
        <w:t>at a restaurant taking orders from many tables. It’s most efficient to get</w:t>
      </w:r>
      <w:r w:rsidR="00367A2E">
        <w:rPr>
          <w:lang w:eastAsia="en-GB"/>
        </w:rPr>
        <w:t xml:space="preserve"> </w:t>
      </w:r>
      <w:r w:rsidRPr="00E26562">
        <w:rPr>
          <w:lang w:eastAsia="en-GB"/>
        </w:rPr>
        <w:t>all the orders at one table before moving on to the next table. Taking an</w:t>
      </w:r>
      <w:r w:rsidR="00367A2E">
        <w:rPr>
          <w:lang w:eastAsia="en-GB"/>
        </w:rPr>
        <w:t xml:space="preserve"> </w:t>
      </w:r>
      <w:r w:rsidRPr="00E26562">
        <w:rPr>
          <w:lang w:eastAsia="en-GB"/>
        </w:rPr>
        <w:t>order from table A, then an order from table B, then one from A again, and</w:t>
      </w:r>
      <w:r w:rsidR="00367A2E">
        <w:rPr>
          <w:lang w:eastAsia="en-GB"/>
        </w:rPr>
        <w:t xml:space="preserve"> </w:t>
      </w:r>
      <w:r w:rsidRPr="00E26562">
        <w:rPr>
          <w:lang w:eastAsia="en-GB"/>
        </w:rPr>
        <w:t>then one from B again would be a much slower process. By the same token, a</w:t>
      </w:r>
      <w:r w:rsidR="00367A2E">
        <w:rPr>
          <w:lang w:eastAsia="en-GB"/>
        </w:rPr>
        <w:t xml:space="preserve"> </w:t>
      </w:r>
      <w:r w:rsidRPr="00E26562">
        <w:rPr>
          <w:lang w:eastAsia="en-GB"/>
        </w:rPr>
        <w:t>processor can do its job better if it works on data that’s close to other</w:t>
      </w:r>
      <w:r w:rsidR="00367A2E">
        <w:rPr>
          <w:lang w:eastAsia="en-GB"/>
        </w:rPr>
        <w:t xml:space="preserve"> </w:t>
      </w:r>
      <w:r w:rsidRPr="00E26562">
        <w:rPr>
          <w:lang w:eastAsia="en-GB"/>
        </w:rPr>
        <w:t xml:space="preserve">data (as it is on the stack) </w:t>
      </w:r>
      <w:r w:rsidRPr="00E26562">
        <w:rPr>
          <w:lang w:eastAsia="en-GB"/>
        </w:rPr>
        <w:lastRenderedPageBreak/>
        <w:t>rather than farther away (as it can be on the</w:t>
      </w:r>
      <w:r w:rsidR="00367A2E">
        <w:rPr>
          <w:lang w:eastAsia="en-GB"/>
        </w:rPr>
        <w:t xml:space="preserve"> </w:t>
      </w:r>
      <w:r w:rsidRPr="00E26562">
        <w:rPr>
          <w:lang w:eastAsia="en-GB"/>
        </w:rPr>
        <w:t>heap).</w:t>
      </w:r>
    </w:p>
    <w:p w14:paraId="5B41CA4D" w14:textId="34F4840D" w:rsidR="00E26562" w:rsidRPr="00E26562" w:rsidRDefault="00E26562" w:rsidP="00974DD7">
      <w:pPr>
        <w:pStyle w:val="BoxBody"/>
        <w:rPr>
          <w:lang w:eastAsia="en-GB"/>
        </w:rPr>
      </w:pPr>
      <w:r w:rsidRPr="00E26562">
        <w:rPr>
          <w:lang w:eastAsia="en-GB"/>
        </w:rPr>
        <w:t>When your code calls a function, the values passed into the function</w:t>
      </w:r>
      <w:r w:rsidR="00367A2E">
        <w:rPr>
          <w:lang w:eastAsia="en-GB"/>
        </w:rPr>
        <w:t xml:space="preserve"> </w:t>
      </w:r>
      <w:r w:rsidRPr="00E26562">
        <w:rPr>
          <w:lang w:eastAsia="en-GB"/>
        </w:rPr>
        <w:t>(including, potentially, pointers to data on the heap) and the function’s</w:t>
      </w:r>
      <w:r w:rsidR="00367A2E">
        <w:rPr>
          <w:lang w:eastAsia="en-GB"/>
        </w:rPr>
        <w:t xml:space="preserve"> </w:t>
      </w:r>
      <w:r w:rsidRPr="00E26562">
        <w:rPr>
          <w:lang w:eastAsia="en-GB"/>
        </w:rPr>
        <w:t>local variables get pushed onto the stack. When the function is over, those</w:t>
      </w:r>
      <w:r w:rsidR="00367A2E">
        <w:rPr>
          <w:lang w:eastAsia="en-GB"/>
        </w:rPr>
        <w:t xml:space="preserve"> </w:t>
      </w:r>
      <w:r w:rsidRPr="00E26562">
        <w:rPr>
          <w:lang w:eastAsia="en-GB"/>
        </w:rPr>
        <w:t>values get popped off the stack.</w:t>
      </w:r>
      <w:r w:rsidR="0048303D" w:rsidRPr="0048303D">
        <w:rPr>
          <w:lang w:eastAsia="en-GB"/>
        </w:rPr>
        <w:t xml:space="preserve"> </w:t>
      </w:r>
      <w:r w:rsidR="0048303D">
        <w:rPr>
          <w:lang w:eastAsia="en-GB"/>
        </w:rPr>
        <w:fldChar w:fldCharType="begin"/>
      </w:r>
      <w:r w:rsidR="0048303D">
        <w:instrText xml:space="preserve"> XE "pointer:to data on the heap end</w:instrText>
      </w:r>
      <w:r w:rsidR="0048303D" w:rsidRPr="00AC00B2">
        <w:instrText>Range</w:instrText>
      </w:r>
      <w:r w:rsidR="0048303D">
        <w:instrText xml:space="preserve">" </w:instrText>
      </w:r>
      <w:r w:rsidR="0048303D">
        <w:rPr>
          <w:lang w:eastAsia="en-GB"/>
        </w:rPr>
        <w:fldChar w:fldCharType="end"/>
      </w:r>
    </w:p>
    <w:p w14:paraId="0A53661C" w14:textId="07D536C3" w:rsidR="00E26562" w:rsidRPr="00E26562" w:rsidRDefault="00E26562" w:rsidP="00974DD7">
      <w:pPr>
        <w:pStyle w:val="BoxBody"/>
        <w:rPr>
          <w:lang w:eastAsia="en-GB"/>
        </w:rPr>
      </w:pPr>
      <w:r w:rsidRPr="00E26562">
        <w:rPr>
          <w:lang w:eastAsia="en-GB"/>
        </w:rPr>
        <w:t>Keeping track of what parts of code are using what data on the heap,</w:t>
      </w:r>
      <w:r w:rsidR="00367A2E">
        <w:rPr>
          <w:lang w:eastAsia="en-GB"/>
        </w:rPr>
        <w:t xml:space="preserve"> </w:t>
      </w:r>
      <w:r w:rsidRPr="00E26562">
        <w:rPr>
          <w:lang w:eastAsia="en-GB"/>
        </w:rPr>
        <w:t>minimizing the amount of duplicate data on the heap, and cleaning up unused</w:t>
      </w:r>
      <w:r w:rsidR="00367A2E">
        <w:rPr>
          <w:lang w:eastAsia="en-GB"/>
        </w:rPr>
        <w:t xml:space="preserve"> </w:t>
      </w:r>
      <w:r w:rsidRPr="00E26562">
        <w:rPr>
          <w:lang w:eastAsia="en-GB"/>
        </w:rPr>
        <w:t>data on the heap so you don’t run out of space are all problems that ownership</w:t>
      </w:r>
      <w:r w:rsidR="00367A2E">
        <w:rPr>
          <w:lang w:eastAsia="en-GB"/>
        </w:rPr>
        <w:t xml:space="preserve"> </w:t>
      </w:r>
      <w:r w:rsidRPr="00E26562">
        <w:rPr>
          <w:lang w:eastAsia="en-GB"/>
        </w:rPr>
        <w:t>addresses. Once you understand ownership, you won’t need to think about the</w:t>
      </w:r>
      <w:r w:rsidR="00367A2E">
        <w:rPr>
          <w:lang w:eastAsia="en-GB"/>
        </w:rPr>
        <w:t xml:space="preserve"> </w:t>
      </w:r>
      <w:r w:rsidRPr="00E26562">
        <w:rPr>
          <w:lang w:eastAsia="en-GB"/>
        </w:rPr>
        <w:t>stack and the heap very often, but knowing that the main purpose of ownership</w:t>
      </w:r>
      <w:r w:rsidR="00367A2E">
        <w:rPr>
          <w:lang w:eastAsia="en-GB"/>
        </w:rPr>
        <w:t xml:space="preserve"> </w:t>
      </w:r>
      <w:r w:rsidRPr="00E26562">
        <w:rPr>
          <w:lang w:eastAsia="en-GB"/>
        </w:rPr>
        <w:t>is to manage heap data can help explain why it works the way it does.</w:t>
      </w:r>
      <w:r w:rsidR="004C6B2F" w:rsidRPr="004C6B2F">
        <w:rPr>
          <w:lang w:eastAsia="en-GB"/>
        </w:rPr>
        <w:t xml:space="preserve"> </w:t>
      </w:r>
      <w:r w:rsidR="004C6B2F">
        <w:rPr>
          <w:lang w:eastAsia="en-GB"/>
        </w:rPr>
        <w:fldChar w:fldCharType="begin"/>
      </w:r>
      <w:r w:rsidR="004C6B2F">
        <w:instrText xml:space="preserve"> XE "stack:and the heap</w:instrText>
      </w:r>
      <w:r w:rsidR="004C6B2F" w:rsidRPr="00AC00B2">
        <w:instrText xml:space="preserve"> </w:instrText>
      </w:r>
      <w:r w:rsidR="004C6B2F">
        <w:instrText>end</w:instrText>
      </w:r>
      <w:r w:rsidR="004C6B2F" w:rsidRPr="00AC00B2">
        <w:instrText>Range</w:instrText>
      </w:r>
      <w:r w:rsidR="004C6B2F">
        <w:instrText xml:space="preserve">" </w:instrText>
      </w:r>
      <w:r w:rsidR="004C6B2F">
        <w:rPr>
          <w:lang w:eastAsia="en-GB"/>
        </w:rPr>
        <w:fldChar w:fldCharType="end"/>
      </w:r>
      <w:r w:rsidR="004C6B2F">
        <w:rPr>
          <w:lang w:eastAsia="en-GB"/>
        </w:rPr>
        <w:fldChar w:fldCharType="begin"/>
      </w:r>
      <w:r w:rsidR="004C6B2F">
        <w:instrText xml:space="preserve"> XE "heap:and the stack</w:instrText>
      </w:r>
      <w:r w:rsidR="004C6B2F" w:rsidRPr="00AC00B2">
        <w:instrText xml:space="preserve"> </w:instrText>
      </w:r>
      <w:r w:rsidR="004C6B2F">
        <w:instrText>end</w:instrText>
      </w:r>
      <w:r w:rsidR="004C6B2F" w:rsidRPr="00AC00B2">
        <w:instrText>Range</w:instrText>
      </w:r>
      <w:r w:rsidR="004C6B2F">
        <w:instrText xml:space="preserve">" </w:instrText>
      </w:r>
      <w:r w:rsidR="004C6B2F">
        <w:rPr>
          <w:lang w:eastAsia="en-GB"/>
        </w:rPr>
        <w:fldChar w:fldCharType="end"/>
      </w:r>
    </w:p>
    <w:bookmarkStart w:id="6" w:name="ownership-rules"/>
    <w:bookmarkStart w:id="7" w:name="_Toc107220596"/>
    <w:bookmarkEnd w:id="6"/>
    <w:p w14:paraId="3C81088E" w14:textId="32BD030A" w:rsidR="00E26562" w:rsidRPr="00E26562" w:rsidRDefault="00DC5DA1" w:rsidP="005D234A">
      <w:pPr>
        <w:pStyle w:val="HeadB"/>
        <w:rPr>
          <w:lang w:eastAsia="en-GB"/>
        </w:rPr>
      </w:pPr>
      <w:r>
        <w:rPr>
          <w:lang w:eastAsia="en-GB"/>
        </w:rPr>
        <w:fldChar w:fldCharType="begin"/>
      </w:r>
      <w:r>
        <w:instrText xml:space="preserve"> XE "ownership:rules start</w:instrText>
      </w:r>
      <w:r w:rsidRPr="00AC00B2">
        <w:instrText>Range</w:instrText>
      </w:r>
      <w:r>
        <w:instrText xml:space="preserve">" </w:instrText>
      </w:r>
      <w:r>
        <w:rPr>
          <w:lang w:eastAsia="en-GB"/>
        </w:rPr>
        <w:fldChar w:fldCharType="end"/>
      </w:r>
      <w:r w:rsidR="00E26562" w:rsidRPr="00E26562">
        <w:rPr>
          <w:lang w:eastAsia="en-GB"/>
        </w:rPr>
        <w:t>Ownership Rules</w:t>
      </w:r>
      <w:bookmarkEnd w:id="7"/>
    </w:p>
    <w:p w14:paraId="3D31F4E5" w14:textId="246CC166" w:rsidR="00E26562" w:rsidRPr="00E26562" w:rsidRDefault="00E26562" w:rsidP="005D234A">
      <w:pPr>
        <w:pStyle w:val="Body"/>
        <w:rPr>
          <w:lang w:eastAsia="en-GB"/>
        </w:rPr>
      </w:pPr>
      <w:r w:rsidRPr="00E26562">
        <w:rPr>
          <w:lang w:eastAsia="en-GB"/>
        </w:rPr>
        <w:t>First, let’s take a look at the ownership rules. Keep these rules in mind as we</w:t>
      </w:r>
      <w:r w:rsidR="00367A2E">
        <w:rPr>
          <w:lang w:eastAsia="en-GB"/>
        </w:rPr>
        <w:t xml:space="preserve"> </w:t>
      </w:r>
      <w:r w:rsidRPr="00E26562">
        <w:rPr>
          <w:lang w:eastAsia="en-GB"/>
        </w:rPr>
        <w:t>work through the examples that illustrate them:</w:t>
      </w:r>
    </w:p>
    <w:p w14:paraId="408CCFB4" w14:textId="77777777" w:rsidR="00E26562" w:rsidRPr="00E26562" w:rsidRDefault="00E26562" w:rsidP="00E2720F">
      <w:pPr>
        <w:pStyle w:val="ListBullet"/>
        <w:rPr>
          <w:lang w:eastAsia="en-GB"/>
        </w:rPr>
      </w:pPr>
      <w:r w:rsidRPr="005D234A">
        <w:t xml:space="preserve">Each value in Rust has an </w:t>
      </w:r>
      <w:r w:rsidRPr="005D234A">
        <w:rPr>
          <w:rStyle w:val="Italic"/>
        </w:rPr>
        <w:t>owner</w:t>
      </w:r>
      <w:r w:rsidRPr="00E26562">
        <w:rPr>
          <w:lang w:eastAsia="en-GB"/>
        </w:rPr>
        <w:t>.</w:t>
      </w:r>
    </w:p>
    <w:p w14:paraId="75091669" w14:textId="77777777" w:rsidR="00E26562" w:rsidRPr="00E26562" w:rsidRDefault="00E26562" w:rsidP="00E2720F">
      <w:pPr>
        <w:pStyle w:val="ListBullet"/>
        <w:rPr>
          <w:lang w:eastAsia="en-GB"/>
        </w:rPr>
      </w:pPr>
      <w:r w:rsidRPr="00E26562">
        <w:rPr>
          <w:lang w:eastAsia="en-GB"/>
        </w:rPr>
        <w:t>There can only be one owner at a time.</w:t>
      </w:r>
    </w:p>
    <w:p w14:paraId="78ADBB2B" w14:textId="779BBCA9" w:rsidR="00E26562" w:rsidRPr="00E26562" w:rsidRDefault="00E26562" w:rsidP="00E2720F">
      <w:pPr>
        <w:pStyle w:val="ListBullet"/>
        <w:rPr>
          <w:lang w:eastAsia="en-GB"/>
        </w:rPr>
      </w:pPr>
      <w:r w:rsidRPr="00E26562">
        <w:rPr>
          <w:lang w:eastAsia="en-GB"/>
        </w:rPr>
        <w:t>When the owner goes out of scope, the value will be dropped.</w:t>
      </w:r>
      <w:r w:rsidR="00F20E56" w:rsidRPr="00F20E56">
        <w:rPr>
          <w:lang w:eastAsia="en-GB"/>
        </w:rPr>
        <w:t xml:space="preserve"> </w:t>
      </w:r>
      <w:r w:rsidR="00F20E56">
        <w:rPr>
          <w:lang w:eastAsia="en-GB"/>
        </w:rPr>
        <w:fldChar w:fldCharType="begin"/>
      </w:r>
      <w:r w:rsidR="00F20E56">
        <w:instrText xml:space="preserve"> XE "ownership:rules end</w:instrText>
      </w:r>
      <w:r w:rsidR="00F20E56" w:rsidRPr="00AC00B2">
        <w:instrText>Range</w:instrText>
      </w:r>
      <w:r w:rsidR="00F20E56">
        <w:instrText xml:space="preserve">" </w:instrText>
      </w:r>
      <w:r w:rsidR="00F20E56">
        <w:rPr>
          <w:lang w:eastAsia="en-GB"/>
        </w:rPr>
        <w:fldChar w:fldCharType="end"/>
      </w:r>
    </w:p>
    <w:p w14:paraId="5B42DE5D" w14:textId="6EF50EDD" w:rsidR="00E26562" w:rsidRPr="00E26562" w:rsidRDefault="00E26562" w:rsidP="00DF3679">
      <w:pPr>
        <w:pStyle w:val="HeadB"/>
        <w:rPr>
          <w:lang w:eastAsia="en-GB"/>
        </w:rPr>
      </w:pPr>
      <w:bookmarkStart w:id="8" w:name="variable-scope"/>
      <w:bookmarkStart w:id="9" w:name="_Toc107220597"/>
      <w:bookmarkEnd w:id="8"/>
      <w:r w:rsidRPr="00E26562">
        <w:rPr>
          <w:lang w:eastAsia="en-GB"/>
        </w:rPr>
        <w:t>Variable Scope</w:t>
      </w:r>
      <w:bookmarkEnd w:id="9"/>
    </w:p>
    <w:p w14:paraId="2F598D39" w14:textId="4C716550" w:rsidR="00E26562" w:rsidRPr="00E26562" w:rsidRDefault="00E26562" w:rsidP="005D234A">
      <w:pPr>
        <w:pStyle w:val="Body"/>
        <w:rPr>
          <w:lang w:eastAsia="en-GB"/>
        </w:rPr>
      </w:pPr>
      <w:r w:rsidRPr="005D234A">
        <w:t xml:space="preserve">Now that we’re past basic Rust syntax, we won’t include all the </w:t>
      </w:r>
      <w:r w:rsidRPr="005D234A">
        <w:rPr>
          <w:rStyle w:val="Literal"/>
        </w:rPr>
        <w:t>fn main() {</w:t>
      </w:r>
      <w:r w:rsidR="00367A2E">
        <w:t xml:space="preserve"> </w:t>
      </w:r>
      <w:r w:rsidRPr="005D234A">
        <w:t>code in examples, so if you’re following along, make sure to put the following</w:t>
      </w:r>
      <w:r w:rsidR="00367A2E">
        <w:t xml:space="preserve"> </w:t>
      </w:r>
      <w:r w:rsidRPr="005D234A">
        <w:t xml:space="preserve">examples inside a </w:t>
      </w:r>
      <w:r w:rsidRPr="005D234A">
        <w:rPr>
          <w:rStyle w:val="Literal"/>
        </w:rPr>
        <w:t>main</w:t>
      </w:r>
      <w:r w:rsidRPr="00E26562">
        <w:rPr>
          <w:lang w:eastAsia="en-GB"/>
        </w:rPr>
        <w:t xml:space="preserve"> function manually. As a result, our examples will be a</w:t>
      </w:r>
      <w:r w:rsidR="00367A2E">
        <w:rPr>
          <w:lang w:eastAsia="en-GB"/>
        </w:rPr>
        <w:t xml:space="preserve"> </w:t>
      </w:r>
      <w:r w:rsidRPr="00E26562">
        <w:rPr>
          <w:lang w:eastAsia="en-GB"/>
        </w:rPr>
        <w:t>bit more concise, letting us focus on the actual details rather than</w:t>
      </w:r>
      <w:r w:rsidR="00367A2E">
        <w:rPr>
          <w:lang w:eastAsia="en-GB"/>
        </w:rPr>
        <w:t xml:space="preserve"> </w:t>
      </w:r>
      <w:r w:rsidRPr="00E26562">
        <w:rPr>
          <w:lang w:eastAsia="en-GB"/>
        </w:rPr>
        <w:t>boilerplate code.</w:t>
      </w:r>
    </w:p>
    <w:p w14:paraId="198B8BB7" w14:textId="626AFBAD" w:rsidR="00E26562" w:rsidRPr="00E26562" w:rsidRDefault="00FD7280" w:rsidP="005D234A">
      <w:pPr>
        <w:pStyle w:val="Body"/>
        <w:rPr>
          <w:lang w:eastAsia="en-GB"/>
        </w:rPr>
      </w:pPr>
      <w:r>
        <w:rPr>
          <w:lang w:eastAsia="en-GB"/>
        </w:rPr>
        <w:fldChar w:fldCharType="begin"/>
      </w:r>
      <w:r>
        <w:instrText xml:space="preserve"> XE "scope start</w:instrText>
      </w:r>
      <w:r w:rsidRPr="00AC00B2">
        <w:instrText>Range</w:instrText>
      </w:r>
      <w:r>
        <w:instrText xml:space="preserve">" </w:instrText>
      </w:r>
      <w:r>
        <w:rPr>
          <w:lang w:eastAsia="en-GB"/>
        </w:rPr>
        <w:fldChar w:fldCharType="end"/>
      </w:r>
      <w:r w:rsidR="00E26562" w:rsidRPr="00E26562">
        <w:rPr>
          <w:lang w:eastAsia="en-GB"/>
        </w:rPr>
        <w:t xml:space="preserve">As a first example of ownership, we’ll look at the </w:t>
      </w:r>
      <w:r w:rsidR="00E26562" w:rsidRPr="005D234A">
        <w:rPr>
          <w:rStyle w:val="Italic"/>
        </w:rPr>
        <w:t>scope</w:t>
      </w:r>
      <w:r w:rsidR="00E26562" w:rsidRPr="00E26562">
        <w:rPr>
          <w:lang w:eastAsia="en-GB"/>
        </w:rPr>
        <w:t xml:space="preserve"> of some variables. A</w:t>
      </w:r>
      <w:r w:rsidR="00367A2E">
        <w:rPr>
          <w:lang w:eastAsia="en-GB"/>
        </w:rPr>
        <w:t xml:space="preserve"> </w:t>
      </w:r>
      <w:r w:rsidR="00E26562" w:rsidRPr="00E26562">
        <w:rPr>
          <w:lang w:eastAsia="en-GB"/>
        </w:rPr>
        <w:t>scope is the range within a program for which an item is valid. Take the</w:t>
      </w:r>
      <w:r w:rsidR="00367A2E">
        <w:rPr>
          <w:lang w:eastAsia="en-GB"/>
        </w:rPr>
        <w:t xml:space="preserve"> </w:t>
      </w:r>
      <w:r w:rsidR="00E26562" w:rsidRPr="00E26562">
        <w:rPr>
          <w:lang w:eastAsia="en-GB"/>
        </w:rPr>
        <w:t>following variable:</w:t>
      </w:r>
    </w:p>
    <w:p w14:paraId="197BB450" w14:textId="77777777" w:rsidR="00E26562" w:rsidRPr="00E26562" w:rsidRDefault="00E26562" w:rsidP="005D234A">
      <w:pPr>
        <w:pStyle w:val="Code"/>
        <w:rPr>
          <w:lang w:eastAsia="en-GB"/>
        </w:rPr>
      </w:pPr>
      <w:r w:rsidRPr="00E26562">
        <w:rPr>
          <w:lang w:eastAsia="en-GB"/>
        </w:rPr>
        <w:t>let s = "hello";</w:t>
      </w:r>
    </w:p>
    <w:p w14:paraId="39C129D2" w14:textId="71E067C1" w:rsidR="00E26562" w:rsidRPr="00E26562" w:rsidRDefault="00E26562" w:rsidP="005D234A">
      <w:pPr>
        <w:pStyle w:val="Body"/>
        <w:rPr>
          <w:lang w:eastAsia="en-GB"/>
        </w:rPr>
      </w:pPr>
      <w:r w:rsidRPr="005D234A">
        <w:t xml:space="preserve">The variable </w:t>
      </w:r>
      <w:r w:rsidRPr="005D234A">
        <w:rPr>
          <w:rStyle w:val="Literal"/>
        </w:rPr>
        <w:t>s</w:t>
      </w:r>
      <w:r w:rsidRPr="005D234A">
        <w:t xml:space="preserve"> refers to a string literal, where the value of the string is</w:t>
      </w:r>
      <w:r w:rsidR="00367A2E">
        <w:t xml:space="preserve"> </w:t>
      </w:r>
      <w:r w:rsidRPr="005D234A">
        <w:t>hardcoded into the text of our program. The variable is valid from the point at</w:t>
      </w:r>
      <w:r w:rsidR="00367A2E">
        <w:t xml:space="preserve"> </w:t>
      </w:r>
      <w:r w:rsidRPr="005D234A">
        <w:t xml:space="preserve">which it’s declared until the end of the current </w:t>
      </w:r>
      <w:r w:rsidRPr="005D234A">
        <w:rPr>
          <w:rStyle w:val="Italic"/>
        </w:rPr>
        <w:t>scope</w:t>
      </w:r>
      <w:r w:rsidRPr="005D234A">
        <w:t>. Listing 4-1 shows a</w:t>
      </w:r>
      <w:r w:rsidR="00367A2E">
        <w:t xml:space="preserve"> </w:t>
      </w:r>
      <w:r w:rsidRPr="005D234A">
        <w:t xml:space="preserve">program with comments annotating where the variable </w:t>
      </w:r>
      <w:r w:rsidRPr="005D234A">
        <w:rPr>
          <w:rStyle w:val="Literal"/>
        </w:rPr>
        <w:t>s</w:t>
      </w:r>
      <w:r w:rsidRPr="00E26562">
        <w:rPr>
          <w:lang w:eastAsia="en-GB"/>
        </w:rPr>
        <w:t xml:space="preserve"> would be valid.</w:t>
      </w:r>
    </w:p>
    <w:p w14:paraId="426E1F14" w14:textId="07796AE2" w:rsidR="00E26562" w:rsidRPr="00E26562" w:rsidRDefault="00E26562" w:rsidP="00CC18E0">
      <w:pPr>
        <w:pStyle w:val="CodeWide"/>
        <w:rPr>
          <w:lang w:eastAsia="en-GB"/>
        </w:rPr>
      </w:pPr>
      <w:r w:rsidRPr="00E26562">
        <w:rPr>
          <w:lang w:eastAsia="en-GB"/>
        </w:rPr>
        <w:t xml:space="preserve">{                      // s is not valid here, </w:t>
      </w:r>
      <w:r w:rsidR="00C9036A">
        <w:rPr>
          <w:lang w:eastAsia="en-GB"/>
        </w:rPr>
        <w:t xml:space="preserve">since </w:t>
      </w:r>
      <w:r w:rsidRPr="00E26562">
        <w:rPr>
          <w:lang w:eastAsia="en-GB"/>
        </w:rPr>
        <w:t>it</w:t>
      </w:r>
      <w:r w:rsidR="009A6952">
        <w:rPr>
          <w:rFonts w:ascii="Courier New" w:hAnsi="Courier New" w:cs="Courier New"/>
          <w:lang w:eastAsia="en-GB"/>
        </w:rPr>
        <w:t>'</w:t>
      </w:r>
      <w:r w:rsidRPr="00E26562">
        <w:rPr>
          <w:lang w:eastAsia="en-GB"/>
        </w:rPr>
        <w:t>s not yet declared</w:t>
      </w:r>
    </w:p>
    <w:p w14:paraId="15AB082D" w14:textId="1AD6DB32" w:rsidR="00E26562" w:rsidRPr="00E26562" w:rsidRDefault="00E26562" w:rsidP="00CC18E0">
      <w:pPr>
        <w:pStyle w:val="CodeWide"/>
        <w:rPr>
          <w:lang w:eastAsia="en-GB"/>
        </w:rPr>
      </w:pPr>
      <w:r w:rsidRPr="00E26562">
        <w:rPr>
          <w:lang w:eastAsia="en-GB"/>
        </w:rPr>
        <w:t xml:space="preserve">    let s = "hello";   // s is valid from this point forward</w:t>
      </w:r>
    </w:p>
    <w:p w14:paraId="5D656BE1" w14:textId="77777777" w:rsidR="00E26562" w:rsidRPr="00E26562" w:rsidRDefault="00E26562" w:rsidP="00CC18E0">
      <w:pPr>
        <w:pStyle w:val="CodeWide"/>
        <w:rPr>
          <w:lang w:eastAsia="en-GB"/>
        </w:rPr>
      </w:pPr>
    </w:p>
    <w:p w14:paraId="16E88629" w14:textId="77777777" w:rsidR="00E26562" w:rsidRPr="00E26562" w:rsidRDefault="00E26562" w:rsidP="00CC18E0">
      <w:pPr>
        <w:pStyle w:val="CodeWide"/>
        <w:rPr>
          <w:lang w:eastAsia="en-GB"/>
        </w:rPr>
      </w:pPr>
      <w:r w:rsidRPr="00E26562">
        <w:rPr>
          <w:lang w:eastAsia="en-GB"/>
        </w:rPr>
        <w:t xml:space="preserve">    // do stuff with s</w:t>
      </w:r>
    </w:p>
    <w:p w14:paraId="716F8A30" w14:textId="77777777" w:rsidR="00E26562" w:rsidRPr="00E26562" w:rsidRDefault="00E26562" w:rsidP="00CC18E0">
      <w:pPr>
        <w:pStyle w:val="CodeWide"/>
        <w:rPr>
          <w:lang w:eastAsia="en-GB"/>
        </w:rPr>
      </w:pPr>
      <w:r w:rsidRPr="00E26562">
        <w:rPr>
          <w:lang w:eastAsia="en-GB"/>
        </w:rPr>
        <w:t>}                      // this scope is now over, and s is no longer valid</w:t>
      </w:r>
    </w:p>
    <w:p w14:paraId="5F155596" w14:textId="0C42F95F" w:rsidR="00E26562" w:rsidRPr="00E26562" w:rsidRDefault="00E26562" w:rsidP="00367A2E">
      <w:pPr>
        <w:pStyle w:val="CodeListingCaption"/>
        <w:rPr>
          <w:lang w:eastAsia="en-GB"/>
        </w:rPr>
      </w:pPr>
      <w:r w:rsidRPr="00E26562">
        <w:rPr>
          <w:lang w:eastAsia="en-GB"/>
        </w:rPr>
        <w:t>A variable and the scope in which it is valid</w:t>
      </w:r>
    </w:p>
    <w:p w14:paraId="508148F6" w14:textId="77777777" w:rsidR="00E26562" w:rsidRPr="00E26562" w:rsidRDefault="00E26562" w:rsidP="005D234A">
      <w:pPr>
        <w:pStyle w:val="Body"/>
        <w:rPr>
          <w:lang w:eastAsia="en-GB"/>
        </w:rPr>
      </w:pPr>
      <w:r w:rsidRPr="00E26562">
        <w:rPr>
          <w:lang w:eastAsia="en-GB"/>
        </w:rPr>
        <w:t>In other words, there are two important points in time here:</w:t>
      </w:r>
    </w:p>
    <w:p w14:paraId="0AD8EDAC" w14:textId="77777777" w:rsidR="00E26562" w:rsidRPr="00367A2E" w:rsidRDefault="00E26562" w:rsidP="00C9036A">
      <w:pPr>
        <w:pStyle w:val="ListBullet"/>
      </w:pPr>
      <w:r w:rsidRPr="005D234A">
        <w:t xml:space="preserve">When </w:t>
      </w:r>
      <w:r w:rsidRPr="005D234A">
        <w:rPr>
          <w:rStyle w:val="Literal"/>
        </w:rPr>
        <w:t>s</w:t>
      </w:r>
      <w:r w:rsidRPr="005D234A">
        <w:t xml:space="preserve"> comes </w:t>
      </w:r>
      <w:r w:rsidRPr="005D234A">
        <w:rPr>
          <w:rStyle w:val="Italic"/>
        </w:rPr>
        <w:t xml:space="preserve">into </w:t>
      </w:r>
      <w:r w:rsidRPr="00367A2E">
        <w:t>scope, it is valid.</w:t>
      </w:r>
    </w:p>
    <w:p w14:paraId="3F228CF7" w14:textId="77777777" w:rsidR="00E26562" w:rsidRPr="00E26562" w:rsidRDefault="00E26562" w:rsidP="00C9036A">
      <w:pPr>
        <w:pStyle w:val="ListBullet"/>
        <w:rPr>
          <w:lang w:eastAsia="en-GB"/>
        </w:rPr>
      </w:pPr>
      <w:r w:rsidRPr="00367A2E">
        <w:lastRenderedPageBreak/>
        <w:t>It remains valid until it goes</w:t>
      </w:r>
      <w:r w:rsidRPr="00E26562">
        <w:rPr>
          <w:lang w:eastAsia="en-GB"/>
        </w:rPr>
        <w:t xml:space="preserve"> </w:t>
      </w:r>
      <w:r w:rsidRPr="005D234A">
        <w:rPr>
          <w:rStyle w:val="Italic"/>
        </w:rPr>
        <w:t xml:space="preserve">out of </w:t>
      </w:r>
      <w:r w:rsidRPr="00C9036A">
        <w:t>scope</w:t>
      </w:r>
      <w:r w:rsidRPr="00E26562">
        <w:rPr>
          <w:lang w:eastAsia="en-GB"/>
        </w:rPr>
        <w:t>.</w:t>
      </w:r>
    </w:p>
    <w:p w14:paraId="2B86C363" w14:textId="46B6ACD2" w:rsidR="00E26562" w:rsidRPr="00E26562" w:rsidRDefault="00E26562" w:rsidP="005D234A">
      <w:pPr>
        <w:pStyle w:val="Body"/>
        <w:rPr>
          <w:lang w:eastAsia="en-GB"/>
        </w:rPr>
      </w:pPr>
      <w:r w:rsidRPr="00E26562">
        <w:rPr>
          <w:lang w:eastAsia="en-GB"/>
        </w:rPr>
        <w:t>At this point, the relationship between scopes and when variables are valid is</w:t>
      </w:r>
      <w:r w:rsidR="00367A2E">
        <w:rPr>
          <w:lang w:eastAsia="en-GB"/>
        </w:rPr>
        <w:t xml:space="preserve"> </w:t>
      </w:r>
      <w:r w:rsidRPr="00E26562">
        <w:rPr>
          <w:lang w:eastAsia="en-GB"/>
        </w:rPr>
        <w:t>similar to that in other programming languages.</w:t>
      </w:r>
      <w:r w:rsidR="00AD1E60">
        <w:rPr>
          <w:lang w:eastAsia="en-GB"/>
        </w:rPr>
        <w:fldChar w:fldCharType="begin"/>
      </w:r>
      <w:r w:rsidR="00AD1E60">
        <w:instrText xml:space="preserve"> XE "scope end</w:instrText>
      </w:r>
      <w:r w:rsidR="00AD1E60" w:rsidRPr="00AC00B2">
        <w:instrText>Range</w:instrText>
      </w:r>
      <w:r w:rsidR="00AD1E60">
        <w:instrText xml:space="preserve">" </w:instrText>
      </w:r>
      <w:r w:rsidR="00AD1E60">
        <w:rPr>
          <w:lang w:eastAsia="en-GB"/>
        </w:rPr>
        <w:fldChar w:fldCharType="end"/>
      </w:r>
      <w:r w:rsidRPr="00E26562">
        <w:rPr>
          <w:lang w:eastAsia="en-GB"/>
        </w:rPr>
        <w:t xml:space="preserve"> Now we’ll build on top of this</w:t>
      </w:r>
      <w:r w:rsidR="00367A2E">
        <w:rPr>
          <w:lang w:eastAsia="en-GB"/>
        </w:rPr>
        <w:t xml:space="preserve"> </w:t>
      </w:r>
      <w:r w:rsidRPr="00E26562">
        <w:rPr>
          <w:lang w:eastAsia="en-GB"/>
        </w:rPr>
        <w:t xml:space="preserve">understanding by introducing the </w:t>
      </w:r>
      <w:r w:rsidRPr="005D234A">
        <w:rPr>
          <w:rStyle w:val="Literal"/>
        </w:rPr>
        <w:t>String</w:t>
      </w:r>
      <w:r w:rsidRPr="00E26562">
        <w:rPr>
          <w:lang w:eastAsia="en-GB"/>
        </w:rPr>
        <w:t xml:space="preserve"> type.</w:t>
      </w:r>
    </w:p>
    <w:bookmarkStart w:id="10" w:name="the-`string`-type"/>
    <w:bookmarkStart w:id="11" w:name="_Toc107220598"/>
    <w:bookmarkEnd w:id="10"/>
    <w:p w14:paraId="6C0276C4" w14:textId="2C8D9038" w:rsidR="00E26562" w:rsidRPr="00E26562" w:rsidRDefault="00894307" w:rsidP="00296B16">
      <w:pPr>
        <w:pStyle w:val="HeadB"/>
        <w:rPr>
          <w:lang w:eastAsia="en-GB"/>
        </w:rPr>
      </w:pPr>
      <w:r>
        <w:rPr>
          <w:lang w:eastAsia="en-GB"/>
        </w:rPr>
        <w:fldChar w:fldCharType="begin"/>
      </w:r>
      <w:r>
        <w:instrText xml:space="preserve"> XE "String type start</w:instrText>
      </w:r>
      <w:r w:rsidRPr="00AC00B2">
        <w:instrText>Range</w:instrText>
      </w:r>
      <w:r>
        <w:instrText xml:space="preserve">" </w:instrText>
      </w:r>
      <w:r>
        <w:rPr>
          <w:lang w:eastAsia="en-GB"/>
        </w:rPr>
        <w:fldChar w:fldCharType="end"/>
      </w:r>
      <w:r w:rsidR="00E26562" w:rsidRPr="00E26562">
        <w:rPr>
          <w:lang w:eastAsia="en-GB"/>
        </w:rPr>
        <w:t xml:space="preserve">The </w:t>
      </w:r>
      <w:r w:rsidR="00E26562" w:rsidRPr="00367A2E">
        <w:t>String</w:t>
      </w:r>
      <w:r w:rsidR="00E26562" w:rsidRPr="00E26562">
        <w:rPr>
          <w:lang w:eastAsia="en-GB"/>
        </w:rPr>
        <w:t xml:space="preserve"> Type</w:t>
      </w:r>
      <w:bookmarkEnd w:id="11"/>
    </w:p>
    <w:p w14:paraId="35933A2F" w14:textId="08335824" w:rsidR="00E26562" w:rsidRPr="00E26562" w:rsidRDefault="00E26562" w:rsidP="005D234A">
      <w:pPr>
        <w:pStyle w:val="Body"/>
        <w:rPr>
          <w:lang w:eastAsia="en-GB"/>
        </w:rPr>
      </w:pPr>
      <w:r w:rsidRPr="005D234A">
        <w:t>To illustrate the rules of ownership, we need a data type that is more complex</w:t>
      </w:r>
      <w:r w:rsidR="00367A2E">
        <w:t xml:space="preserve"> </w:t>
      </w:r>
      <w:r w:rsidRPr="005D234A">
        <w:t xml:space="preserve">than those we covered in </w:t>
      </w:r>
      <w:r w:rsidRPr="00E2720F">
        <w:rPr>
          <w:rStyle w:val="Xref"/>
        </w:rPr>
        <w:t>“Data Types”</w:t>
      </w:r>
      <w:r w:rsidRPr="00CC18E0">
        <w:t xml:space="preserve"> </w:t>
      </w:r>
      <w:r w:rsidR="009A6952">
        <w:t xml:space="preserve">on </w:t>
      </w:r>
      <w:r w:rsidR="009A6952" w:rsidRPr="00CC18E0">
        <w:rPr>
          <w:rStyle w:val="Xref"/>
        </w:rPr>
        <w:t>page XX</w:t>
      </w:r>
      <w:r w:rsidRPr="005D234A">
        <w:t>. The types</w:t>
      </w:r>
      <w:r w:rsidR="00367A2E">
        <w:t xml:space="preserve"> </w:t>
      </w:r>
      <w:r w:rsidRPr="005D234A">
        <w:t xml:space="preserve">covered previously are </w:t>
      </w:r>
      <w:r w:rsidR="004325B5">
        <w:t>of</w:t>
      </w:r>
      <w:r w:rsidR="004325B5" w:rsidRPr="005D234A">
        <w:t xml:space="preserve"> </w:t>
      </w:r>
      <w:r w:rsidRPr="005D234A">
        <w:t>a known size, can be stored on the stack and popped</w:t>
      </w:r>
      <w:r w:rsidR="00367A2E">
        <w:t xml:space="preserve"> </w:t>
      </w:r>
      <w:r w:rsidRPr="005D234A">
        <w:t>off the stack when their scope is over, and can be quickly and trivially copied</w:t>
      </w:r>
      <w:r w:rsidR="00367A2E">
        <w:t xml:space="preserve"> </w:t>
      </w:r>
      <w:r w:rsidRPr="005D234A">
        <w:t>to make a new, independent instance if another part of code needs to use the</w:t>
      </w:r>
      <w:r w:rsidR="00367A2E">
        <w:t xml:space="preserve"> </w:t>
      </w:r>
      <w:r w:rsidRPr="005D234A">
        <w:t>same value in a different scope. But we want to look at data that is stored on</w:t>
      </w:r>
      <w:r w:rsidR="00367A2E">
        <w:t xml:space="preserve"> </w:t>
      </w:r>
      <w:r w:rsidRPr="005D234A">
        <w:t>the heap and explore how Rust knows when to clean up that data, and the</w:t>
      </w:r>
      <w:r w:rsidR="00367A2E">
        <w:t xml:space="preserve"> </w:t>
      </w:r>
      <w:r w:rsidRPr="005D234A">
        <w:rPr>
          <w:rStyle w:val="Literal"/>
        </w:rPr>
        <w:t>String</w:t>
      </w:r>
      <w:r w:rsidRPr="00E26562">
        <w:rPr>
          <w:lang w:eastAsia="en-GB"/>
        </w:rPr>
        <w:t xml:space="preserve"> type is a great example.</w:t>
      </w:r>
    </w:p>
    <w:p w14:paraId="6C2BF603" w14:textId="159D202F" w:rsidR="00E26562" w:rsidRPr="00E26562" w:rsidRDefault="00E26562" w:rsidP="005D234A">
      <w:pPr>
        <w:pStyle w:val="Body"/>
        <w:rPr>
          <w:lang w:eastAsia="en-GB"/>
        </w:rPr>
      </w:pPr>
      <w:r w:rsidRPr="00E26562">
        <w:rPr>
          <w:lang w:eastAsia="en-GB"/>
        </w:rPr>
        <w:t xml:space="preserve">We’ll concentrate on the parts of </w:t>
      </w:r>
      <w:r w:rsidRPr="005D234A">
        <w:rPr>
          <w:rStyle w:val="Literal"/>
        </w:rPr>
        <w:t>String</w:t>
      </w:r>
      <w:r w:rsidRPr="005D234A">
        <w:t xml:space="preserve"> that relate to ownership. These</w:t>
      </w:r>
      <w:r w:rsidR="00367A2E">
        <w:t xml:space="preserve"> </w:t>
      </w:r>
      <w:r w:rsidRPr="005D234A">
        <w:t>aspects also apply to other complex data types, whether they are provided by</w:t>
      </w:r>
      <w:r w:rsidR="00367A2E">
        <w:t xml:space="preserve"> </w:t>
      </w:r>
      <w:r w:rsidRPr="005D234A">
        <w:t xml:space="preserve">the standard library or created by you. We’ll discuss </w:t>
      </w:r>
      <w:r w:rsidRPr="005D234A">
        <w:rPr>
          <w:rStyle w:val="Literal"/>
        </w:rPr>
        <w:t>String</w:t>
      </w:r>
      <w:r w:rsidRPr="00E26562">
        <w:rPr>
          <w:lang w:eastAsia="en-GB"/>
        </w:rPr>
        <w:t xml:space="preserve"> in more depth in</w:t>
      </w:r>
      <w:r w:rsidR="00367A2E">
        <w:rPr>
          <w:lang w:eastAsia="en-GB"/>
        </w:rPr>
        <w:t xml:space="preserve"> </w:t>
      </w:r>
      <w:r w:rsidR="00DE39C6" w:rsidRPr="00DE39C6">
        <w:rPr>
          <w:rStyle w:val="Xref"/>
        </w:rPr>
        <w:t>Chapter</w:t>
      </w:r>
      <w:r w:rsidRPr="00412557">
        <w:rPr>
          <w:rStyle w:val="Xref"/>
        </w:rPr>
        <w:t xml:space="preserve"> 8</w:t>
      </w:r>
      <w:r w:rsidRPr="00E26562">
        <w:rPr>
          <w:lang w:eastAsia="en-GB"/>
        </w:rPr>
        <w:t>.</w:t>
      </w:r>
    </w:p>
    <w:p w14:paraId="6D89C23B" w14:textId="7269790E" w:rsidR="00E26562" w:rsidRPr="00E26562" w:rsidRDefault="008D0913" w:rsidP="005D234A">
      <w:pPr>
        <w:pStyle w:val="Body"/>
        <w:rPr>
          <w:lang w:eastAsia="en-GB"/>
        </w:rPr>
      </w:pPr>
      <w:r>
        <w:rPr>
          <w:lang w:eastAsia="en-GB"/>
        </w:rPr>
        <w:fldChar w:fldCharType="begin"/>
      </w:r>
      <w:r>
        <w:instrText xml:space="preserve"> XE "string literal start</w:instrText>
      </w:r>
      <w:r w:rsidRPr="00AC00B2">
        <w:instrText>Range</w:instrText>
      </w:r>
      <w:r>
        <w:instrText xml:space="preserve">" </w:instrText>
      </w:r>
      <w:r>
        <w:rPr>
          <w:lang w:eastAsia="en-GB"/>
        </w:rPr>
        <w:fldChar w:fldCharType="end"/>
      </w:r>
      <w:r w:rsidR="00E26562" w:rsidRPr="00E26562">
        <w:rPr>
          <w:lang w:eastAsia="en-GB"/>
        </w:rPr>
        <w:t>We’ve already seen string literals, where a string value is hardcoded into our</w:t>
      </w:r>
      <w:r w:rsidR="00367A2E">
        <w:rPr>
          <w:lang w:eastAsia="en-GB"/>
        </w:rPr>
        <w:t xml:space="preserve"> </w:t>
      </w:r>
      <w:r w:rsidR="00E26562" w:rsidRPr="00E26562">
        <w:rPr>
          <w:lang w:eastAsia="en-GB"/>
        </w:rPr>
        <w:t>program.</w:t>
      </w:r>
      <w:r>
        <w:rPr>
          <w:lang w:eastAsia="en-GB"/>
        </w:rPr>
        <w:fldChar w:fldCharType="begin"/>
      </w:r>
      <w:r>
        <w:instrText xml:space="preserve"> XE "string literal end</w:instrText>
      </w:r>
      <w:r w:rsidRPr="00AC00B2">
        <w:instrText>Range</w:instrText>
      </w:r>
      <w:r>
        <w:instrText xml:space="preserve">" </w:instrText>
      </w:r>
      <w:r>
        <w:rPr>
          <w:lang w:eastAsia="en-GB"/>
        </w:rPr>
        <w:fldChar w:fldCharType="end"/>
      </w:r>
      <w:r w:rsidR="00E26562" w:rsidRPr="00E26562">
        <w:rPr>
          <w:lang w:eastAsia="en-GB"/>
        </w:rPr>
        <w:t xml:space="preserve"> String literals are convenient, but they aren’t suitable for every</w:t>
      </w:r>
      <w:r w:rsidR="00367A2E">
        <w:rPr>
          <w:lang w:eastAsia="en-GB"/>
        </w:rPr>
        <w:t xml:space="preserve"> </w:t>
      </w:r>
      <w:r w:rsidR="00E26562" w:rsidRPr="00E26562">
        <w:rPr>
          <w:lang w:eastAsia="en-GB"/>
        </w:rPr>
        <w:t>situation in which we may want to use text. One reason is that they’re</w:t>
      </w:r>
      <w:r w:rsidR="00367A2E">
        <w:rPr>
          <w:lang w:eastAsia="en-GB"/>
        </w:rPr>
        <w:t xml:space="preserve"> </w:t>
      </w:r>
      <w:r w:rsidR="00E26562" w:rsidRPr="00E26562">
        <w:rPr>
          <w:lang w:eastAsia="en-GB"/>
        </w:rPr>
        <w:t>immutable. Another is that not every string value can be known when we write</w:t>
      </w:r>
      <w:r w:rsidR="00367A2E">
        <w:rPr>
          <w:lang w:eastAsia="en-GB"/>
        </w:rPr>
        <w:t xml:space="preserve"> </w:t>
      </w:r>
      <w:r w:rsidR="00E26562" w:rsidRPr="00E26562">
        <w:rPr>
          <w:lang w:eastAsia="en-GB"/>
        </w:rPr>
        <w:t>our code: for example, what if we want to take user input and store it? For</w:t>
      </w:r>
      <w:r w:rsidR="00367A2E">
        <w:rPr>
          <w:lang w:eastAsia="en-GB"/>
        </w:rPr>
        <w:t xml:space="preserve"> </w:t>
      </w:r>
      <w:r w:rsidR="00E26562" w:rsidRPr="00E26562">
        <w:rPr>
          <w:lang w:eastAsia="en-GB"/>
        </w:rPr>
        <w:t xml:space="preserve">these situations, Rust has a second string type, </w:t>
      </w:r>
      <w:r w:rsidR="00E26562" w:rsidRPr="005D234A">
        <w:rPr>
          <w:rStyle w:val="Literal"/>
        </w:rPr>
        <w:t>String</w:t>
      </w:r>
      <w:r w:rsidR="00E26562" w:rsidRPr="005D234A">
        <w:t>. This type manages</w:t>
      </w:r>
      <w:r w:rsidR="00367A2E">
        <w:t xml:space="preserve"> </w:t>
      </w:r>
      <w:r w:rsidR="00E26562" w:rsidRPr="005D234A">
        <w:t>data allocated on the heap and as such is able to store an amount of text that</w:t>
      </w:r>
      <w:r w:rsidR="00367A2E">
        <w:t xml:space="preserve"> </w:t>
      </w:r>
      <w:r w:rsidR="00E26562" w:rsidRPr="005D234A">
        <w:t xml:space="preserve">is unknown to us at compile time. </w:t>
      </w:r>
      <w:r w:rsidR="00B32109">
        <w:rPr>
          <w:lang w:eastAsia="en-GB"/>
        </w:rPr>
        <w:fldChar w:fldCharType="begin"/>
      </w:r>
      <w:r w:rsidR="00B32109">
        <w:instrText xml:space="preserve"> XE "String type:from function on start</w:instrText>
      </w:r>
      <w:r w:rsidR="00B32109" w:rsidRPr="00AC00B2">
        <w:instrText>Range</w:instrText>
      </w:r>
      <w:r w:rsidR="00B32109">
        <w:instrText xml:space="preserve">" </w:instrText>
      </w:r>
      <w:r w:rsidR="00B32109">
        <w:rPr>
          <w:lang w:eastAsia="en-GB"/>
        </w:rPr>
        <w:fldChar w:fldCharType="end"/>
      </w:r>
      <w:r w:rsidR="00B32109">
        <w:rPr>
          <w:lang w:eastAsia="en-GB"/>
        </w:rPr>
        <w:fldChar w:fldCharType="begin"/>
      </w:r>
      <w:r w:rsidR="00B32109">
        <w:instrText xml:space="preserve"> XE "from function: on String start</w:instrText>
      </w:r>
      <w:r w:rsidR="00B32109" w:rsidRPr="00AC00B2">
        <w:instrText>Range</w:instrText>
      </w:r>
      <w:r w:rsidR="00B32109">
        <w:instrText xml:space="preserve">" </w:instrText>
      </w:r>
      <w:r w:rsidR="00B32109">
        <w:rPr>
          <w:lang w:eastAsia="en-GB"/>
        </w:rPr>
        <w:fldChar w:fldCharType="end"/>
      </w:r>
      <w:r w:rsidR="00E26562" w:rsidRPr="005D234A">
        <w:t xml:space="preserve">You can create a </w:t>
      </w:r>
      <w:r w:rsidR="00E26562" w:rsidRPr="005D234A">
        <w:rPr>
          <w:rStyle w:val="Literal"/>
        </w:rPr>
        <w:t>String</w:t>
      </w:r>
      <w:r w:rsidR="00E26562" w:rsidRPr="005D234A">
        <w:t xml:space="preserve"> from a string</w:t>
      </w:r>
      <w:r w:rsidR="00367A2E">
        <w:t xml:space="preserve"> </w:t>
      </w:r>
      <w:r w:rsidR="00E26562" w:rsidRPr="005D234A">
        <w:t xml:space="preserve">literal using the </w:t>
      </w:r>
      <w:r w:rsidR="00E26562" w:rsidRPr="005D234A">
        <w:rPr>
          <w:rStyle w:val="Literal"/>
        </w:rPr>
        <w:t>from</w:t>
      </w:r>
      <w:r w:rsidR="00E26562" w:rsidRPr="00E26562">
        <w:rPr>
          <w:lang w:eastAsia="en-GB"/>
        </w:rPr>
        <w:t xml:space="preserve"> function, like so:</w:t>
      </w:r>
    </w:p>
    <w:p w14:paraId="58ED3610" w14:textId="34103952" w:rsidR="00E26562" w:rsidRPr="00E26562" w:rsidRDefault="00E26562" w:rsidP="005D234A">
      <w:pPr>
        <w:pStyle w:val="Code"/>
        <w:rPr>
          <w:lang w:eastAsia="en-GB"/>
        </w:rPr>
      </w:pPr>
      <w:r w:rsidRPr="00E26562">
        <w:rPr>
          <w:lang w:eastAsia="en-GB"/>
        </w:rPr>
        <w:t>let s = String::from("hello");</w:t>
      </w:r>
      <w:r w:rsidR="00B32109">
        <w:rPr>
          <w:lang w:eastAsia="en-GB"/>
        </w:rPr>
        <w:fldChar w:fldCharType="begin"/>
      </w:r>
      <w:r w:rsidR="00B32109">
        <w:instrText xml:space="preserve"> XE "String type:from function on end</w:instrText>
      </w:r>
      <w:r w:rsidR="00B32109" w:rsidRPr="00AC00B2">
        <w:instrText>Range</w:instrText>
      </w:r>
      <w:r w:rsidR="00B32109">
        <w:instrText xml:space="preserve">" </w:instrText>
      </w:r>
      <w:r w:rsidR="00B32109">
        <w:rPr>
          <w:lang w:eastAsia="en-GB"/>
        </w:rPr>
        <w:fldChar w:fldCharType="end"/>
      </w:r>
      <w:r w:rsidR="00B32109">
        <w:rPr>
          <w:lang w:eastAsia="en-GB"/>
        </w:rPr>
        <w:fldChar w:fldCharType="begin"/>
      </w:r>
      <w:r w:rsidR="00B32109">
        <w:instrText xml:space="preserve"> XE "from function: on String end</w:instrText>
      </w:r>
      <w:r w:rsidR="00B32109" w:rsidRPr="00AC00B2">
        <w:instrText>Range</w:instrText>
      </w:r>
      <w:r w:rsidR="00B32109">
        <w:instrText xml:space="preserve">" </w:instrText>
      </w:r>
      <w:r w:rsidR="00B32109">
        <w:rPr>
          <w:lang w:eastAsia="en-GB"/>
        </w:rPr>
        <w:fldChar w:fldCharType="end"/>
      </w:r>
    </w:p>
    <w:p w14:paraId="1F3FDB8E" w14:textId="2B71CA90" w:rsidR="00E26562" w:rsidRPr="00E26562" w:rsidRDefault="00E26562" w:rsidP="005D234A">
      <w:pPr>
        <w:pStyle w:val="Body"/>
        <w:rPr>
          <w:lang w:eastAsia="en-GB"/>
        </w:rPr>
      </w:pPr>
      <w:r w:rsidRPr="005D234A">
        <w:t xml:space="preserve">The double colon </w:t>
      </w:r>
      <w:r w:rsidRPr="005D234A">
        <w:rPr>
          <w:rStyle w:val="Literal"/>
        </w:rPr>
        <w:t>::</w:t>
      </w:r>
      <w:r w:rsidRPr="005D234A">
        <w:t xml:space="preserve"> operator allows us to namespace</w:t>
      </w:r>
      <w:r w:rsidR="00BA5D8F">
        <w:rPr>
          <w:lang w:eastAsia="en-GB"/>
        </w:rPr>
        <w:fldChar w:fldCharType="begin"/>
      </w:r>
      <w:r w:rsidR="00BA5D8F">
        <w:instrText xml:space="preserve"> XE "namespace" </w:instrText>
      </w:r>
      <w:r w:rsidR="00BA5D8F">
        <w:rPr>
          <w:lang w:eastAsia="en-GB"/>
        </w:rPr>
        <w:fldChar w:fldCharType="end"/>
      </w:r>
      <w:r w:rsidRPr="005D234A">
        <w:t xml:space="preserve"> this particular </w:t>
      </w:r>
      <w:r w:rsidRPr="005D234A">
        <w:rPr>
          <w:rStyle w:val="Literal"/>
        </w:rPr>
        <w:t>from</w:t>
      </w:r>
      <w:r w:rsidR="00367A2E">
        <w:t xml:space="preserve"> </w:t>
      </w:r>
      <w:r w:rsidRPr="005D234A">
        <w:t xml:space="preserve">function under the </w:t>
      </w:r>
      <w:r w:rsidRPr="005D234A">
        <w:rPr>
          <w:rStyle w:val="Literal"/>
        </w:rPr>
        <w:t>String</w:t>
      </w:r>
      <w:r w:rsidRPr="005D234A">
        <w:t xml:space="preserve"> type rather than using some sort of name like</w:t>
      </w:r>
      <w:r w:rsidR="00367A2E">
        <w:t xml:space="preserve"> </w:t>
      </w:r>
      <w:r w:rsidRPr="005D234A">
        <w:rPr>
          <w:rStyle w:val="Literal"/>
        </w:rPr>
        <w:t>string_from</w:t>
      </w:r>
      <w:r w:rsidRPr="00E26562">
        <w:rPr>
          <w:lang w:eastAsia="en-GB"/>
        </w:rPr>
        <w:t xml:space="preserve">. We’ll discuss this syntax more in </w:t>
      </w:r>
      <w:r w:rsidRPr="00E2720F">
        <w:rPr>
          <w:rStyle w:val="Xref"/>
        </w:rPr>
        <w:t xml:space="preserve">“Method Syntax” </w:t>
      </w:r>
      <w:r w:rsidR="00E303A0">
        <w:t xml:space="preserve">on </w:t>
      </w:r>
      <w:r w:rsidR="00E303A0" w:rsidRPr="00CC18E0">
        <w:rPr>
          <w:rStyle w:val="Xref"/>
        </w:rPr>
        <w:t>page XX</w:t>
      </w:r>
      <w:r w:rsidR="00D7479E" w:rsidRPr="00D7479E">
        <w:t>,</w:t>
      </w:r>
      <w:r w:rsidRPr="00CC18E0">
        <w:t xml:space="preserve"> and</w:t>
      </w:r>
      <w:r w:rsidRPr="00E26562">
        <w:rPr>
          <w:lang w:eastAsia="en-GB"/>
        </w:rPr>
        <w:t xml:space="preserve"> when we talk about namespacing with modules in </w:t>
      </w:r>
      <w:r w:rsidRPr="00E2720F">
        <w:rPr>
          <w:rStyle w:val="Xref"/>
        </w:rPr>
        <w:t>“Paths for</w:t>
      </w:r>
      <w:r w:rsidR="00367A2E" w:rsidRPr="00E2720F">
        <w:rPr>
          <w:rStyle w:val="Xref"/>
        </w:rPr>
        <w:t xml:space="preserve"> </w:t>
      </w:r>
      <w:r w:rsidRPr="00E2720F">
        <w:rPr>
          <w:rStyle w:val="Xref"/>
        </w:rPr>
        <w:t>Referring to an Item in the Module Tree”</w:t>
      </w:r>
      <w:r w:rsidRPr="00CC18E0">
        <w:t xml:space="preserve"> </w:t>
      </w:r>
      <w:r w:rsidR="00E303A0">
        <w:t xml:space="preserve">on </w:t>
      </w:r>
      <w:r w:rsidR="00E303A0" w:rsidRPr="00CC18E0">
        <w:rPr>
          <w:rStyle w:val="Xref"/>
        </w:rPr>
        <w:t>page XX</w:t>
      </w:r>
      <w:r w:rsidRPr="00CC18E0">
        <w:t>.</w:t>
      </w:r>
    </w:p>
    <w:p w14:paraId="6FD6A4F5" w14:textId="4AEE0008" w:rsidR="00E26562" w:rsidRPr="00E26562" w:rsidRDefault="00885788" w:rsidP="005D234A">
      <w:pPr>
        <w:pStyle w:val="Body"/>
        <w:rPr>
          <w:lang w:eastAsia="en-GB"/>
        </w:rPr>
      </w:pPr>
      <w:r>
        <w:rPr>
          <w:lang w:eastAsia="en-GB"/>
        </w:rPr>
        <w:fldChar w:fldCharType="begin"/>
      </w:r>
      <w:r>
        <w:instrText xml:space="preserve"> XE "String type:push_str method on start</w:instrText>
      </w:r>
      <w:r w:rsidRPr="00AC00B2">
        <w:instrText>Range</w:instrText>
      </w:r>
      <w:r>
        <w:instrText xml:space="preserve">" </w:instrText>
      </w:r>
      <w:r>
        <w:rPr>
          <w:lang w:eastAsia="en-GB"/>
        </w:rPr>
        <w:fldChar w:fldCharType="end"/>
      </w:r>
      <w:r w:rsidR="0089141C">
        <w:rPr>
          <w:lang w:eastAsia="en-GB"/>
        </w:rPr>
        <w:fldChar w:fldCharType="begin"/>
      </w:r>
      <w:r w:rsidR="0089141C">
        <w:instrText xml:space="preserve"> XE "push_str method start</w:instrText>
      </w:r>
      <w:r w:rsidR="0089141C" w:rsidRPr="00AC00B2">
        <w:instrText>Range</w:instrText>
      </w:r>
      <w:r w:rsidR="0089141C">
        <w:instrText xml:space="preserve">" </w:instrText>
      </w:r>
      <w:r w:rsidR="0089141C">
        <w:rPr>
          <w:lang w:eastAsia="en-GB"/>
        </w:rPr>
        <w:fldChar w:fldCharType="end"/>
      </w:r>
      <w:r w:rsidR="00E26562" w:rsidRPr="00E26562">
        <w:rPr>
          <w:lang w:eastAsia="en-GB"/>
        </w:rPr>
        <w:t xml:space="preserve">This kind of string </w:t>
      </w:r>
      <w:r w:rsidR="00E26562" w:rsidRPr="005D234A">
        <w:rPr>
          <w:rStyle w:val="Italic"/>
        </w:rPr>
        <w:t>can</w:t>
      </w:r>
      <w:r w:rsidR="00E26562" w:rsidRPr="00E26562">
        <w:rPr>
          <w:lang w:eastAsia="en-GB"/>
        </w:rPr>
        <w:t xml:space="preserve"> be mutated:</w:t>
      </w:r>
    </w:p>
    <w:p w14:paraId="18834B0F" w14:textId="77777777" w:rsidR="00E26562" w:rsidRPr="00CC18E0" w:rsidRDefault="00E26562" w:rsidP="00CC18E0">
      <w:pPr>
        <w:pStyle w:val="CodeWide"/>
      </w:pPr>
      <w:r w:rsidRPr="00CC18E0">
        <w:t>let mut s = String::from("hello");</w:t>
      </w:r>
    </w:p>
    <w:p w14:paraId="7FE34241" w14:textId="77777777" w:rsidR="00E26562" w:rsidRPr="00CC18E0" w:rsidRDefault="00E26562" w:rsidP="00CC18E0">
      <w:pPr>
        <w:pStyle w:val="CodeWide"/>
      </w:pPr>
    </w:p>
    <w:p w14:paraId="4C71C693" w14:textId="77777777" w:rsidR="00E26562" w:rsidRPr="00CC18E0" w:rsidRDefault="00E26562" w:rsidP="00CC18E0">
      <w:pPr>
        <w:pStyle w:val="CodeWide"/>
      </w:pPr>
      <w:r w:rsidRPr="00CC18E0">
        <w:t>s.push_str(", world!"); // push_str() appends a literal to a String</w:t>
      </w:r>
    </w:p>
    <w:p w14:paraId="43DBE51F" w14:textId="77777777" w:rsidR="00E26562" w:rsidRPr="00CC18E0" w:rsidRDefault="00E26562" w:rsidP="00CC18E0">
      <w:pPr>
        <w:pStyle w:val="CodeWide"/>
      </w:pPr>
    </w:p>
    <w:p w14:paraId="65F1A96E" w14:textId="43835F41" w:rsidR="00E26562" w:rsidRPr="00CC18E0" w:rsidRDefault="00E26562" w:rsidP="00CC18E0">
      <w:pPr>
        <w:pStyle w:val="CodeWide"/>
      </w:pPr>
      <w:r w:rsidRPr="00CC18E0">
        <w:t>println!("{</w:t>
      </w:r>
      <w:r w:rsidR="006D7BF9">
        <w:t>s</w:t>
      </w:r>
      <w:r w:rsidRPr="00CC18E0">
        <w:t>}"); // This will print `hello, world!`</w:t>
      </w:r>
      <w:r w:rsidR="0089141C">
        <w:rPr>
          <w:lang w:eastAsia="en-GB"/>
        </w:rPr>
        <w:fldChar w:fldCharType="begin"/>
      </w:r>
      <w:r w:rsidR="0089141C">
        <w:instrText xml:space="preserve"> XE "String type:push_str method on end</w:instrText>
      </w:r>
      <w:r w:rsidR="0089141C" w:rsidRPr="00AC00B2">
        <w:instrText>Range</w:instrText>
      </w:r>
      <w:r w:rsidR="0089141C">
        <w:instrText xml:space="preserve">" </w:instrText>
      </w:r>
      <w:r w:rsidR="0089141C">
        <w:rPr>
          <w:lang w:eastAsia="en-GB"/>
        </w:rPr>
        <w:fldChar w:fldCharType="end"/>
      </w:r>
      <w:r w:rsidR="0089141C">
        <w:rPr>
          <w:lang w:eastAsia="en-GB"/>
        </w:rPr>
        <w:fldChar w:fldCharType="begin"/>
      </w:r>
      <w:r w:rsidR="0089141C">
        <w:instrText xml:space="preserve"> XE "push_str method end</w:instrText>
      </w:r>
      <w:r w:rsidR="0089141C" w:rsidRPr="00AC00B2">
        <w:instrText>Range</w:instrText>
      </w:r>
      <w:r w:rsidR="0089141C">
        <w:instrText xml:space="preserve">" </w:instrText>
      </w:r>
      <w:r w:rsidR="0089141C">
        <w:rPr>
          <w:lang w:eastAsia="en-GB"/>
        </w:rPr>
        <w:fldChar w:fldCharType="end"/>
      </w:r>
    </w:p>
    <w:p w14:paraId="02FDD2A2" w14:textId="09C9A26C" w:rsidR="00E26562" w:rsidRPr="00E26562" w:rsidRDefault="00E26562" w:rsidP="005D234A">
      <w:pPr>
        <w:pStyle w:val="Body"/>
        <w:rPr>
          <w:lang w:eastAsia="en-GB"/>
        </w:rPr>
      </w:pPr>
      <w:r w:rsidRPr="005D234A">
        <w:t xml:space="preserve">So, what’s the difference here? Why can </w:t>
      </w:r>
      <w:r w:rsidRPr="005D234A">
        <w:rPr>
          <w:rStyle w:val="Literal"/>
        </w:rPr>
        <w:t>String</w:t>
      </w:r>
      <w:r w:rsidRPr="00E26562">
        <w:rPr>
          <w:lang w:eastAsia="en-GB"/>
        </w:rPr>
        <w:t xml:space="preserve"> be mutated but literals</w:t>
      </w:r>
      <w:r w:rsidR="00367A2E">
        <w:rPr>
          <w:lang w:eastAsia="en-GB"/>
        </w:rPr>
        <w:t xml:space="preserve"> </w:t>
      </w:r>
      <w:r w:rsidRPr="00E26562">
        <w:rPr>
          <w:lang w:eastAsia="en-GB"/>
        </w:rPr>
        <w:t xml:space="preserve">cannot? The difference is </w:t>
      </w:r>
      <w:r w:rsidR="00A0642B">
        <w:rPr>
          <w:lang w:eastAsia="en-GB"/>
        </w:rPr>
        <w:t xml:space="preserve">in </w:t>
      </w:r>
      <w:r w:rsidRPr="00E26562">
        <w:rPr>
          <w:lang w:eastAsia="en-GB"/>
        </w:rPr>
        <w:t>how these two types deal with memory.</w:t>
      </w:r>
    </w:p>
    <w:bookmarkStart w:id="12" w:name="memory-and-allocation"/>
    <w:bookmarkStart w:id="13" w:name="_Toc107220599"/>
    <w:bookmarkEnd w:id="12"/>
    <w:p w14:paraId="5E863304" w14:textId="32980052" w:rsidR="00E26562" w:rsidRPr="00E26562" w:rsidRDefault="004A7D5B" w:rsidP="005D234A">
      <w:pPr>
        <w:pStyle w:val="HeadB"/>
        <w:rPr>
          <w:lang w:eastAsia="en-GB"/>
        </w:rPr>
      </w:pPr>
      <w:r>
        <w:rPr>
          <w:lang w:eastAsia="en-GB"/>
        </w:rPr>
        <w:lastRenderedPageBreak/>
        <w:fldChar w:fldCharType="begin"/>
      </w:r>
      <w:r>
        <w:instrText xml:space="preserve"> XE "String type:internal structure of start</w:instrText>
      </w:r>
      <w:r w:rsidRPr="00AC00B2">
        <w:instrText>Range</w:instrText>
      </w:r>
      <w:r>
        <w:instrText xml:space="preserve">" </w:instrText>
      </w:r>
      <w:r>
        <w:rPr>
          <w:lang w:eastAsia="en-GB"/>
        </w:rPr>
        <w:fldChar w:fldCharType="end"/>
      </w:r>
      <w:r w:rsidR="00E26562" w:rsidRPr="00E26562">
        <w:rPr>
          <w:lang w:eastAsia="en-GB"/>
        </w:rPr>
        <w:t>Memory and Allocation</w:t>
      </w:r>
      <w:bookmarkEnd w:id="13"/>
    </w:p>
    <w:p w14:paraId="5D601A10" w14:textId="3E7D6D3F" w:rsidR="00E26562" w:rsidRPr="00E26562" w:rsidRDefault="00543975" w:rsidP="005D234A">
      <w:pPr>
        <w:pStyle w:val="Body"/>
        <w:rPr>
          <w:lang w:eastAsia="en-GB"/>
        </w:rPr>
      </w:pPr>
      <w:r>
        <w:rPr>
          <w:lang w:eastAsia="en-GB"/>
        </w:rPr>
        <w:fldChar w:fldCharType="begin"/>
      </w:r>
      <w:r>
        <w:instrText xml:space="preserve"> XE "string literal:storage in the binary of start</w:instrText>
      </w:r>
      <w:r w:rsidRPr="00AC00B2">
        <w:instrText>Range</w:instrText>
      </w:r>
      <w:r>
        <w:instrText xml:space="preserve">" </w:instrText>
      </w:r>
      <w:r>
        <w:rPr>
          <w:lang w:eastAsia="en-GB"/>
        </w:rPr>
        <w:fldChar w:fldCharType="end"/>
      </w:r>
      <w:r w:rsidR="00E26562" w:rsidRPr="00E26562">
        <w:rPr>
          <w:lang w:eastAsia="en-GB"/>
        </w:rPr>
        <w:t>In the case of a string literal, we know the contents at compile time, so the</w:t>
      </w:r>
      <w:r w:rsidR="00367A2E">
        <w:rPr>
          <w:lang w:eastAsia="en-GB"/>
        </w:rPr>
        <w:t xml:space="preserve"> </w:t>
      </w:r>
      <w:r w:rsidR="00E26562" w:rsidRPr="00E26562">
        <w:rPr>
          <w:lang w:eastAsia="en-GB"/>
        </w:rPr>
        <w:t>text is hardcoded directly into the final executable. This is why string</w:t>
      </w:r>
      <w:r w:rsidR="00367A2E">
        <w:rPr>
          <w:lang w:eastAsia="en-GB"/>
        </w:rPr>
        <w:t xml:space="preserve"> </w:t>
      </w:r>
      <w:r w:rsidR="00E26562" w:rsidRPr="00E26562">
        <w:rPr>
          <w:lang w:eastAsia="en-GB"/>
        </w:rPr>
        <w:t>literals are fast and efficient. But these properties only come from the string</w:t>
      </w:r>
      <w:r w:rsidR="00367A2E">
        <w:rPr>
          <w:lang w:eastAsia="en-GB"/>
        </w:rPr>
        <w:t xml:space="preserve"> </w:t>
      </w:r>
      <w:r w:rsidR="00E26562" w:rsidRPr="00E26562">
        <w:rPr>
          <w:lang w:eastAsia="en-GB"/>
        </w:rPr>
        <w:t>literal’s immutability.</w:t>
      </w:r>
      <w:r w:rsidR="00883263">
        <w:rPr>
          <w:lang w:eastAsia="en-GB"/>
        </w:rPr>
        <w:fldChar w:fldCharType="begin"/>
      </w:r>
      <w:r w:rsidR="00883263">
        <w:instrText xml:space="preserve"> XE "string literal:storage in the binary of end</w:instrText>
      </w:r>
      <w:r w:rsidR="00883263" w:rsidRPr="00AC00B2">
        <w:instrText>Range</w:instrText>
      </w:r>
      <w:r w:rsidR="00883263">
        <w:instrText xml:space="preserve">" </w:instrText>
      </w:r>
      <w:r w:rsidR="00883263">
        <w:rPr>
          <w:lang w:eastAsia="en-GB"/>
        </w:rPr>
        <w:fldChar w:fldCharType="end"/>
      </w:r>
      <w:r w:rsidR="00E26562" w:rsidRPr="00E26562">
        <w:rPr>
          <w:lang w:eastAsia="en-GB"/>
        </w:rPr>
        <w:t xml:space="preserve"> Unfortunately, we can’t put a blob of memory into the</w:t>
      </w:r>
      <w:r w:rsidR="00367A2E">
        <w:rPr>
          <w:lang w:eastAsia="en-GB"/>
        </w:rPr>
        <w:t xml:space="preserve"> </w:t>
      </w:r>
      <w:r w:rsidR="00E26562" w:rsidRPr="00E26562">
        <w:rPr>
          <w:lang w:eastAsia="en-GB"/>
        </w:rPr>
        <w:t>binary for each piece of text whose size is unknown at compile time and whose</w:t>
      </w:r>
      <w:r w:rsidR="00367A2E">
        <w:rPr>
          <w:lang w:eastAsia="en-GB"/>
        </w:rPr>
        <w:t xml:space="preserve"> </w:t>
      </w:r>
      <w:r w:rsidR="00E26562" w:rsidRPr="00E26562">
        <w:rPr>
          <w:lang w:eastAsia="en-GB"/>
        </w:rPr>
        <w:t>size might change while running the program.</w:t>
      </w:r>
    </w:p>
    <w:p w14:paraId="4AD4C116" w14:textId="212F68D7" w:rsidR="00E26562" w:rsidRPr="00E26562" w:rsidRDefault="00E26562" w:rsidP="005D234A">
      <w:pPr>
        <w:pStyle w:val="Body"/>
        <w:rPr>
          <w:lang w:eastAsia="en-GB"/>
        </w:rPr>
      </w:pPr>
      <w:r w:rsidRPr="005D234A">
        <w:t xml:space="preserve">With the </w:t>
      </w:r>
      <w:r w:rsidRPr="005D234A">
        <w:rPr>
          <w:rStyle w:val="Literal"/>
        </w:rPr>
        <w:t>String</w:t>
      </w:r>
      <w:r w:rsidRPr="00E26562">
        <w:rPr>
          <w:lang w:eastAsia="en-GB"/>
        </w:rPr>
        <w:t xml:space="preserve"> type, in order to support a mutable, growable piece of text,</w:t>
      </w:r>
      <w:r w:rsidR="00367A2E">
        <w:rPr>
          <w:lang w:eastAsia="en-GB"/>
        </w:rPr>
        <w:t xml:space="preserve"> </w:t>
      </w:r>
      <w:r w:rsidRPr="00E26562">
        <w:rPr>
          <w:lang w:eastAsia="en-GB"/>
        </w:rPr>
        <w:t>we need to allocate an amount of memory on the heap, unknown at compile time,</w:t>
      </w:r>
      <w:r w:rsidR="00367A2E">
        <w:rPr>
          <w:lang w:eastAsia="en-GB"/>
        </w:rPr>
        <w:t xml:space="preserve"> </w:t>
      </w:r>
      <w:r w:rsidRPr="00E26562">
        <w:rPr>
          <w:lang w:eastAsia="en-GB"/>
        </w:rPr>
        <w:t>to hold the contents. This means:</w:t>
      </w:r>
    </w:p>
    <w:p w14:paraId="5F004AB2" w14:textId="77777777" w:rsidR="00E26562" w:rsidRPr="00E26562" w:rsidRDefault="00E26562" w:rsidP="00E2720F">
      <w:pPr>
        <w:pStyle w:val="ListBullet"/>
        <w:rPr>
          <w:lang w:eastAsia="en-GB"/>
        </w:rPr>
      </w:pPr>
      <w:r w:rsidRPr="00E26562">
        <w:rPr>
          <w:lang w:eastAsia="en-GB"/>
        </w:rPr>
        <w:t>The memory must be requested from the memory allocator at runtime.</w:t>
      </w:r>
    </w:p>
    <w:p w14:paraId="293E8979" w14:textId="4BA4C94F" w:rsidR="00E26562" w:rsidRPr="00E26562" w:rsidRDefault="00E26562" w:rsidP="00E2720F">
      <w:pPr>
        <w:pStyle w:val="ListBullet"/>
        <w:rPr>
          <w:lang w:eastAsia="en-GB"/>
        </w:rPr>
      </w:pPr>
      <w:r w:rsidRPr="005D234A">
        <w:t>We need a way of returning this memory to the allocator when we’re</w:t>
      </w:r>
      <w:r w:rsidR="00367A2E">
        <w:t xml:space="preserve"> </w:t>
      </w:r>
      <w:r w:rsidRPr="005D234A">
        <w:t xml:space="preserve">done with our </w:t>
      </w:r>
      <w:r w:rsidRPr="005D234A">
        <w:rPr>
          <w:rStyle w:val="Literal"/>
        </w:rPr>
        <w:t>String</w:t>
      </w:r>
      <w:r w:rsidRPr="00E26562">
        <w:rPr>
          <w:lang w:eastAsia="en-GB"/>
        </w:rPr>
        <w:t>.</w:t>
      </w:r>
    </w:p>
    <w:p w14:paraId="5F2CB5A1" w14:textId="6423B06B" w:rsidR="00E26562" w:rsidRPr="00E26562" w:rsidRDefault="00E26562" w:rsidP="005D234A">
      <w:pPr>
        <w:pStyle w:val="Body"/>
        <w:rPr>
          <w:lang w:eastAsia="en-GB"/>
        </w:rPr>
      </w:pPr>
      <w:r w:rsidRPr="00E26562">
        <w:rPr>
          <w:lang w:eastAsia="en-GB"/>
        </w:rPr>
        <w:t xml:space="preserve">That first part is done by us: when we call </w:t>
      </w:r>
      <w:r w:rsidRPr="005D234A">
        <w:rPr>
          <w:rStyle w:val="Literal"/>
        </w:rPr>
        <w:t>String::from</w:t>
      </w:r>
      <w:r w:rsidRPr="00E26562">
        <w:rPr>
          <w:lang w:eastAsia="en-GB"/>
        </w:rPr>
        <w:t>, its implementation</w:t>
      </w:r>
      <w:r w:rsidR="00367A2E">
        <w:rPr>
          <w:lang w:eastAsia="en-GB"/>
        </w:rPr>
        <w:t xml:space="preserve"> </w:t>
      </w:r>
      <w:r w:rsidRPr="00E26562">
        <w:rPr>
          <w:lang w:eastAsia="en-GB"/>
        </w:rPr>
        <w:t>requests the memory it needs. This is pretty much universal in programming</w:t>
      </w:r>
      <w:r w:rsidR="00367A2E">
        <w:rPr>
          <w:lang w:eastAsia="en-GB"/>
        </w:rPr>
        <w:t xml:space="preserve"> </w:t>
      </w:r>
      <w:r w:rsidRPr="00E26562">
        <w:rPr>
          <w:lang w:eastAsia="en-GB"/>
        </w:rPr>
        <w:t>languages.</w:t>
      </w:r>
    </w:p>
    <w:p w14:paraId="5140D70D" w14:textId="477BEC1F" w:rsidR="00E26562" w:rsidRPr="00E26562" w:rsidRDefault="00E26562" w:rsidP="005D234A">
      <w:pPr>
        <w:pStyle w:val="Body"/>
        <w:rPr>
          <w:lang w:eastAsia="en-GB"/>
        </w:rPr>
      </w:pPr>
      <w:r w:rsidRPr="00E26562">
        <w:rPr>
          <w:lang w:eastAsia="en-GB"/>
        </w:rPr>
        <w:t xml:space="preserve">However, the second part is different. </w:t>
      </w:r>
      <w:r w:rsidR="00FB107B">
        <w:rPr>
          <w:lang w:eastAsia="en-GB"/>
        </w:rPr>
        <w:fldChar w:fldCharType="begin"/>
      </w:r>
      <w:r w:rsidR="00FB107B">
        <w:instrText xml:space="preserve"> XE "garbage collector (GC) start</w:instrText>
      </w:r>
      <w:r w:rsidR="00FB107B" w:rsidRPr="00AC00B2">
        <w:instrText>Range</w:instrText>
      </w:r>
      <w:r w:rsidR="00FB107B">
        <w:instrText xml:space="preserve">" </w:instrText>
      </w:r>
      <w:r w:rsidR="00FB107B">
        <w:rPr>
          <w:lang w:eastAsia="en-GB"/>
        </w:rPr>
        <w:fldChar w:fldCharType="end"/>
      </w:r>
      <w:r w:rsidRPr="00E26562">
        <w:rPr>
          <w:lang w:eastAsia="en-GB"/>
        </w:rPr>
        <w:t xml:space="preserve">In languages with a </w:t>
      </w:r>
      <w:r w:rsidRPr="005D234A">
        <w:rPr>
          <w:rStyle w:val="Italic"/>
        </w:rPr>
        <w:t>garbage collector</w:t>
      </w:r>
      <w:r w:rsidR="00367A2E">
        <w:rPr>
          <w:rStyle w:val="Italic"/>
        </w:rPr>
        <w:t xml:space="preserve"> </w:t>
      </w:r>
      <w:r w:rsidRPr="005D234A">
        <w:rPr>
          <w:rStyle w:val="Italic"/>
        </w:rPr>
        <w:t>(GC)</w:t>
      </w:r>
      <w:r w:rsidRPr="005D234A">
        <w:t>, the GC keeps track of and cleans up memory that isn’t being used</w:t>
      </w:r>
      <w:r w:rsidR="00367A2E">
        <w:t xml:space="preserve"> </w:t>
      </w:r>
      <w:r w:rsidRPr="005D234A">
        <w:t>anymore, and we don’t need to think about it.</w:t>
      </w:r>
      <w:r w:rsidR="000C37CE">
        <w:rPr>
          <w:lang w:eastAsia="en-GB"/>
        </w:rPr>
        <w:fldChar w:fldCharType="begin"/>
      </w:r>
      <w:r w:rsidR="000C37CE">
        <w:instrText xml:space="preserve"> XE "garbage collector (GC) end</w:instrText>
      </w:r>
      <w:r w:rsidR="000C37CE" w:rsidRPr="00AC00B2">
        <w:instrText>Range</w:instrText>
      </w:r>
      <w:r w:rsidR="000C37CE">
        <w:instrText xml:space="preserve">" </w:instrText>
      </w:r>
      <w:r w:rsidR="000C37CE">
        <w:rPr>
          <w:lang w:eastAsia="en-GB"/>
        </w:rPr>
        <w:fldChar w:fldCharType="end"/>
      </w:r>
      <w:r w:rsidRPr="005D234A">
        <w:t xml:space="preserve"> In most languages without a GC,</w:t>
      </w:r>
      <w:r w:rsidR="00367A2E">
        <w:t xml:space="preserve"> </w:t>
      </w:r>
      <w:r w:rsidRPr="005D234A">
        <w:t>it’s our responsibility to identify when memory is no longer being used and</w:t>
      </w:r>
      <w:r w:rsidR="00367A2E">
        <w:t xml:space="preserve"> </w:t>
      </w:r>
      <w:r w:rsidR="00E303A0">
        <w:t xml:space="preserve">to </w:t>
      </w:r>
      <w:r w:rsidRPr="005D234A">
        <w:t>call code to explicitly free it, just as we did to request it. Doing this</w:t>
      </w:r>
      <w:r w:rsidR="00367A2E">
        <w:t xml:space="preserve"> </w:t>
      </w:r>
      <w:r w:rsidRPr="005D234A">
        <w:t>correctly has historically been a difficult programming problem. If we forget,</w:t>
      </w:r>
      <w:r w:rsidR="00367A2E">
        <w:t xml:space="preserve"> </w:t>
      </w:r>
      <w:r w:rsidRPr="005D234A">
        <w:t>we’ll waste memory. If we do it too early, we’ll have an invalid variable. If</w:t>
      </w:r>
      <w:r w:rsidR="00367A2E">
        <w:t xml:space="preserve"> </w:t>
      </w:r>
      <w:r w:rsidRPr="005D234A">
        <w:t xml:space="preserve">we do it twice, that’s a bug too. We need to pair exactly one </w:t>
      </w:r>
      <w:r w:rsidRPr="005D234A">
        <w:rPr>
          <w:rStyle w:val="Literal"/>
        </w:rPr>
        <w:t>allocate</w:t>
      </w:r>
      <w:r w:rsidRPr="005D234A">
        <w:t xml:space="preserve"> with</w:t>
      </w:r>
      <w:r w:rsidR="00367A2E">
        <w:t xml:space="preserve"> </w:t>
      </w:r>
      <w:r w:rsidRPr="005D234A">
        <w:t xml:space="preserve">exactly one </w:t>
      </w:r>
      <w:r w:rsidRPr="005D234A">
        <w:rPr>
          <w:rStyle w:val="Literal"/>
        </w:rPr>
        <w:t>free</w:t>
      </w:r>
      <w:r w:rsidRPr="00E26562">
        <w:rPr>
          <w:lang w:eastAsia="en-GB"/>
        </w:rPr>
        <w:t>.</w:t>
      </w:r>
    </w:p>
    <w:p w14:paraId="3565B160" w14:textId="3D68D050" w:rsidR="00E26562" w:rsidRPr="00E26562" w:rsidRDefault="00E26562" w:rsidP="005D234A">
      <w:pPr>
        <w:pStyle w:val="Body"/>
        <w:rPr>
          <w:lang w:eastAsia="en-GB"/>
        </w:rPr>
      </w:pPr>
      <w:r w:rsidRPr="005D234A">
        <w:t>Rust takes a different path: the memory is automatically returned once the</w:t>
      </w:r>
      <w:r w:rsidR="00367A2E">
        <w:t xml:space="preserve"> </w:t>
      </w:r>
      <w:r w:rsidRPr="005D234A">
        <w:t>variable that owns it goes out of scope. Here’s a version of our scope example</w:t>
      </w:r>
      <w:r w:rsidR="00367A2E">
        <w:t xml:space="preserve"> </w:t>
      </w:r>
      <w:r w:rsidRPr="005D234A">
        <w:t xml:space="preserve">from Listing 4-1 using a </w:t>
      </w:r>
      <w:r w:rsidRPr="005D234A">
        <w:rPr>
          <w:rStyle w:val="Literal"/>
        </w:rPr>
        <w:t>String</w:t>
      </w:r>
      <w:r w:rsidRPr="00E26562">
        <w:rPr>
          <w:lang w:eastAsia="en-GB"/>
        </w:rPr>
        <w:t xml:space="preserve"> instead of a string literal:</w:t>
      </w:r>
    </w:p>
    <w:p w14:paraId="19526F44" w14:textId="77777777" w:rsidR="00E26562" w:rsidRPr="00E26562" w:rsidRDefault="00E26562" w:rsidP="00CC18E0">
      <w:pPr>
        <w:pStyle w:val="CodeWide"/>
        <w:rPr>
          <w:lang w:eastAsia="en-GB"/>
        </w:rPr>
      </w:pPr>
      <w:r w:rsidRPr="00E26562">
        <w:rPr>
          <w:lang w:eastAsia="en-GB"/>
        </w:rPr>
        <w:t>{</w:t>
      </w:r>
    </w:p>
    <w:p w14:paraId="0A8350CF" w14:textId="77777777" w:rsidR="00E26562" w:rsidRPr="00E26562" w:rsidRDefault="00E26562" w:rsidP="00CC18E0">
      <w:pPr>
        <w:pStyle w:val="CodeWide"/>
        <w:rPr>
          <w:lang w:eastAsia="en-GB"/>
        </w:rPr>
      </w:pPr>
      <w:r w:rsidRPr="00E26562">
        <w:rPr>
          <w:lang w:eastAsia="en-GB"/>
        </w:rPr>
        <w:t xml:space="preserve">    let s = String::from("hello"); // s is valid from this point forward</w:t>
      </w:r>
    </w:p>
    <w:p w14:paraId="6ABFC527" w14:textId="77777777" w:rsidR="00E26562" w:rsidRPr="00E26562" w:rsidRDefault="00E26562" w:rsidP="00CC18E0">
      <w:pPr>
        <w:pStyle w:val="CodeWide"/>
        <w:rPr>
          <w:lang w:eastAsia="en-GB"/>
        </w:rPr>
      </w:pPr>
    </w:p>
    <w:p w14:paraId="59FB4C99" w14:textId="77777777" w:rsidR="00E26562" w:rsidRPr="00E26562" w:rsidRDefault="00E26562" w:rsidP="00CC18E0">
      <w:pPr>
        <w:pStyle w:val="CodeWide"/>
        <w:rPr>
          <w:lang w:eastAsia="en-GB"/>
        </w:rPr>
      </w:pPr>
      <w:r w:rsidRPr="00E26562">
        <w:rPr>
          <w:lang w:eastAsia="en-GB"/>
        </w:rPr>
        <w:t xml:space="preserve">    // do stuff with s</w:t>
      </w:r>
    </w:p>
    <w:p w14:paraId="18B664D9" w14:textId="77777777" w:rsidR="00E26562" w:rsidRPr="00E26562" w:rsidRDefault="00E26562" w:rsidP="00CC18E0">
      <w:pPr>
        <w:pStyle w:val="CodeWide"/>
        <w:rPr>
          <w:lang w:eastAsia="en-GB"/>
        </w:rPr>
      </w:pPr>
      <w:r w:rsidRPr="00E26562">
        <w:rPr>
          <w:lang w:eastAsia="en-GB"/>
        </w:rPr>
        <w:t>}                                  // this scope is now over, and s is no</w:t>
      </w:r>
    </w:p>
    <w:p w14:paraId="28479573" w14:textId="77777777" w:rsidR="00E26562" w:rsidRPr="00E26562" w:rsidRDefault="00E26562" w:rsidP="00CC18E0">
      <w:pPr>
        <w:pStyle w:val="CodeWide"/>
        <w:rPr>
          <w:lang w:eastAsia="en-GB"/>
        </w:rPr>
      </w:pPr>
      <w:r w:rsidRPr="00E26562">
        <w:rPr>
          <w:lang w:eastAsia="en-GB"/>
        </w:rPr>
        <w:t xml:space="preserve">                                   // longer valid</w:t>
      </w:r>
    </w:p>
    <w:p w14:paraId="5D3D3498" w14:textId="03784EE4" w:rsidR="00E26562" w:rsidRPr="00E26562" w:rsidRDefault="0099173F" w:rsidP="005D234A">
      <w:pPr>
        <w:pStyle w:val="Body"/>
        <w:rPr>
          <w:lang w:eastAsia="en-GB"/>
        </w:rPr>
      </w:pPr>
      <w:r>
        <w:rPr>
          <w:lang w:eastAsia="en-GB"/>
        </w:rPr>
        <w:fldChar w:fldCharType="begin"/>
      </w:r>
      <w:r>
        <w:instrText xml:space="preserve"> XE "drop function start</w:instrText>
      </w:r>
      <w:r w:rsidRPr="00AC00B2">
        <w:instrText>Range</w:instrText>
      </w:r>
      <w:r>
        <w:instrText xml:space="preserve">" </w:instrText>
      </w:r>
      <w:r>
        <w:rPr>
          <w:lang w:eastAsia="en-GB"/>
        </w:rPr>
        <w:fldChar w:fldCharType="end"/>
      </w:r>
      <w:r w:rsidR="00E26562" w:rsidRPr="005D234A">
        <w:t xml:space="preserve">There is a natural point at which we can return the memory our </w:t>
      </w:r>
      <w:r w:rsidR="00E26562" w:rsidRPr="005D234A">
        <w:rPr>
          <w:rStyle w:val="Literal"/>
        </w:rPr>
        <w:t>String</w:t>
      </w:r>
      <w:r w:rsidR="00E26562" w:rsidRPr="005D234A">
        <w:t xml:space="preserve"> needs</w:t>
      </w:r>
      <w:r w:rsidR="00367A2E">
        <w:t xml:space="preserve"> </w:t>
      </w:r>
      <w:r w:rsidR="00E26562" w:rsidRPr="005D234A">
        <w:t xml:space="preserve">to the allocator: when </w:t>
      </w:r>
      <w:r w:rsidR="00E26562" w:rsidRPr="005D234A">
        <w:rPr>
          <w:rStyle w:val="Literal"/>
        </w:rPr>
        <w:t>s</w:t>
      </w:r>
      <w:r w:rsidR="00E26562" w:rsidRPr="005D234A">
        <w:t xml:space="preserve"> goes out of scope. When a variable goes out of</w:t>
      </w:r>
      <w:r w:rsidR="00367A2E">
        <w:t xml:space="preserve"> </w:t>
      </w:r>
      <w:r w:rsidR="00E26562" w:rsidRPr="005D234A">
        <w:t xml:space="preserve">scope, Rust calls a special function for us. This function is called </w:t>
      </w:r>
      <w:r w:rsidR="00E26562" w:rsidRPr="005D234A">
        <w:rPr>
          <w:rStyle w:val="Literal"/>
        </w:rPr>
        <w:t>drop</w:t>
      </w:r>
      <w:r w:rsidR="00E26562" w:rsidRPr="005D234A">
        <w:t>,</w:t>
      </w:r>
      <w:r w:rsidR="00367A2E">
        <w:t xml:space="preserve"> </w:t>
      </w:r>
      <w:r w:rsidR="00E26562" w:rsidRPr="005D234A">
        <w:t xml:space="preserve">and it’s where the author of </w:t>
      </w:r>
      <w:r w:rsidR="00E26562" w:rsidRPr="005D234A">
        <w:rPr>
          <w:rStyle w:val="Literal"/>
        </w:rPr>
        <w:t>String</w:t>
      </w:r>
      <w:r w:rsidR="00E26562" w:rsidRPr="005D234A">
        <w:t xml:space="preserve"> can put the code to return the memory.</w:t>
      </w:r>
      <w:r w:rsidR="00367A2E">
        <w:t xml:space="preserve"> </w:t>
      </w:r>
      <w:r w:rsidR="00E26562" w:rsidRPr="005D234A">
        <w:t xml:space="preserve">Rust calls </w:t>
      </w:r>
      <w:r w:rsidR="00E26562" w:rsidRPr="005D234A">
        <w:rPr>
          <w:rStyle w:val="Literal"/>
        </w:rPr>
        <w:t>drop</w:t>
      </w:r>
      <w:r w:rsidR="00E26562" w:rsidRPr="00E26562">
        <w:rPr>
          <w:lang w:eastAsia="en-GB"/>
        </w:rPr>
        <w:t xml:space="preserve"> automatically at the closing curly bracket.</w:t>
      </w:r>
    </w:p>
    <w:p w14:paraId="10178091" w14:textId="15BE41F7" w:rsidR="00E26562" w:rsidRPr="00E26562" w:rsidRDefault="00E26562" w:rsidP="00E2720F">
      <w:pPr>
        <w:pStyle w:val="Note"/>
        <w:rPr>
          <w:lang w:eastAsia="en-GB"/>
        </w:rPr>
      </w:pPr>
      <w:r w:rsidRPr="00E2720F">
        <w:rPr>
          <w:rStyle w:val="NoteHead"/>
        </w:rPr>
        <w:t>Note</w:t>
      </w:r>
      <w:r w:rsidR="00923CF4">
        <w:rPr>
          <w:lang w:eastAsia="en-GB"/>
        </w:rPr>
        <w:tab/>
      </w:r>
      <w:r w:rsidR="0092741D">
        <w:rPr>
          <w:lang w:eastAsia="en-GB"/>
        </w:rPr>
        <w:fldChar w:fldCharType="begin"/>
      </w:r>
      <w:r w:rsidR="0092741D">
        <w:instrText xml:space="preserve"> XE "RAII (Resource Acquisition Is Initialization) start</w:instrText>
      </w:r>
      <w:r w:rsidR="0092741D" w:rsidRPr="00AC00B2">
        <w:instrText>Range</w:instrText>
      </w:r>
      <w:r w:rsidR="0092741D">
        <w:instrText xml:space="preserve">" </w:instrText>
      </w:r>
      <w:r w:rsidR="0092741D">
        <w:rPr>
          <w:lang w:eastAsia="en-GB"/>
        </w:rPr>
        <w:fldChar w:fldCharType="end"/>
      </w:r>
      <w:r w:rsidR="0092741D">
        <w:rPr>
          <w:lang w:eastAsia="en-GB"/>
        </w:rPr>
        <w:fldChar w:fldCharType="begin"/>
      </w:r>
      <w:r w:rsidR="0092741D">
        <w:instrText xml:space="preserve"> XE "Resource </w:instrText>
      </w:r>
      <w:r w:rsidR="0092741D">
        <w:lastRenderedPageBreak/>
        <w:instrText>Acquisition Is Initialization (RAII) start</w:instrText>
      </w:r>
      <w:r w:rsidR="0092741D" w:rsidRPr="00AC00B2">
        <w:instrText>Range</w:instrText>
      </w:r>
      <w:r w:rsidR="0092741D">
        <w:instrText xml:space="preserve">" </w:instrText>
      </w:r>
      <w:r w:rsidR="0092741D">
        <w:rPr>
          <w:lang w:eastAsia="en-GB"/>
        </w:rPr>
        <w:fldChar w:fldCharType="end"/>
      </w:r>
      <w:r w:rsidRPr="00E26562">
        <w:rPr>
          <w:lang w:eastAsia="en-GB"/>
        </w:rPr>
        <w:t>In C++, this pattern of deallocating resources at the end of an item’s</w:t>
      </w:r>
      <w:r w:rsidR="00367A2E">
        <w:rPr>
          <w:lang w:eastAsia="en-GB"/>
        </w:rPr>
        <w:t xml:space="preserve"> </w:t>
      </w:r>
      <w:r w:rsidRPr="00E26562">
        <w:rPr>
          <w:lang w:eastAsia="en-GB"/>
        </w:rPr>
        <w:t xml:space="preserve">lifetime is sometimes called </w:t>
      </w:r>
      <w:bookmarkStart w:id="14" w:name="_Hlk109823497"/>
      <w:r w:rsidRPr="005D234A">
        <w:rPr>
          <w:rStyle w:val="Italic"/>
        </w:rPr>
        <w:t xml:space="preserve">Resource Acquisition Is Initialization </w:t>
      </w:r>
      <w:bookmarkEnd w:id="14"/>
      <w:r w:rsidRPr="005D234A">
        <w:rPr>
          <w:rStyle w:val="Italic"/>
        </w:rPr>
        <w:t>(RAII)</w:t>
      </w:r>
      <w:r w:rsidRPr="005D234A">
        <w:t>.</w:t>
      </w:r>
      <w:r w:rsidR="00367A2E">
        <w:t xml:space="preserve"> </w:t>
      </w:r>
      <w:r w:rsidRPr="005D234A">
        <w:t xml:space="preserve">The </w:t>
      </w:r>
      <w:r w:rsidRPr="005D234A">
        <w:rPr>
          <w:rStyle w:val="Literal"/>
        </w:rPr>
        <w:t>drop</w:t>
      </w:r>
      <w:r w:rsidRPr="00E26562">
        <w:rPr>
          <w:lang w:eastAsia="en-GB"/>
        </w:rPr>
        <w:t xml:space="preserve"> function in Rust will be familiar to you if you’ve used RAII</w:t>
      </w:r>
      <w:r w:rsidR="00367A2E">
        <w:rPr>
          <w:lang w:eastAsia="en-GB"/>
        </w:rPr>
        <w:t xml:space="preserve"> </w:t>
      </w:r>
      <w:r w:rsidRPr="00E26562">
        <w:rPr>
          <w:lang w:eastAsia="en-GB"/>
        </w:rPr>
        <w:t>patterns.</w:t>
      </w:r>
      <w:r w:rsidR="00403B1F">
        <w:rPr>
          <w:lang w:eastAsia="en-GB"/>
        </w:rPr>
        <w:fldChar w:fldCharType="begin"/>
      </w:r>
      <w:r w:rsidR="00403B1F">
        <w:instrText xml:space="preserve"> XE "RAII (Resource Acquisition Is Initialization) end</w:instrText>
      </w:r>
      <w:r w:rsidR="00403B1F" w:rsidRPr="00AC00B2">
        <w:instrText>Range</w:instrText>
      </w:r>
      <w:r w:rsidR="00403B1F">
        <w:instrText xml:space="preserve">" </w:instrText>
      </w:r>
      <w:r w:rsidR="00403B1F">
        <w:rPr>
          <w:lang w:eastAsia="en-GB"/>
        </w:rPr>
        <w:fldChar w:fldCharType="end"/>
      </w:r>
      <w:r w:rsidR="00403B1F">
        <w:rPr>
          <w:lang w:eastAsia="en-GB"/>
        </w:rPr>
        <w:fldChar w:fldCharType="begin"/>
      </w:r>
      <w:r w:rsidR="00403B1F">
        <w:instrText xml:space="preserve"> XE "Resource Acquisition Is Initialization (RAII) end</w:instrText>
      </w:r>
      <w:r w:rsidR="00403B1F" w:rsidRPr="00AC00B2">
        <w:instrText>Range</w:instrText>
      </w:r>
      <w:r w:rsidR="00403B1F">
        <w:instrText xml:space="preserve">" </w:instrText>
      </w:r>
      <w:r w:rsidR="00403B1F">
        <w:rPr>
          <w:lang w:eastAsia="en-GB"/>
        </w:rPr>
        <w:fldChar w:fldCharType="end"/>
      </w:r>
    </w:p>
    <w:p w14:paraId="70ABE9E1" w14:textId="4EC991AB" w:rsidR="00E26562" w:rsidRPr="00E26562" w:rsidRDefault="00E26562" w:rsidP="005D234A">
      <w:pPr>
        <w:pStyle w:val="Body"/>
        <w:rPr>
          <w:lang w:eastAsia="en-GB"/>
        </w:rPr>
      </w:pPr>
      <w:r w:rsidRPr="00E26562">
        <w:rPr>
          <w:lang w:eastAsia="en-GB"/>
        </w:rPr>
        <w:t>This pattern has a profound impact on the way Rust code is written. It may seem</w:t>
      </w:r>
      <w:r w:rsidR="00367A2E">
        <w:rPr>
          <w:lang w:eastAsia="en-GB"/>
        </w:rPr>
        <w:t xml:space="preserve"> </w:t>
      </w:r>
      <w:r w:rsidRPr="00E26562">
        <w:rPr>
          <w:lang w:eastAsia="en-GB"/>
        </w:rPr>
        <w:t>simple right now, but the behavior of code can be unexpected in more</w:t>
      </w:r>
      <w:r w:rsidR="00367A2E">
        <w:rPr>
          <w:lang w:eastAsia="en-GB"/>
        </w:rPr>
        <w:t xml:space="preserve"> </w:t>
      </w:r>
      <w:r w:rsidRPr="00E26562">
        <w:rPr>
          <w:lang w:eastAsia="en-GB"/>
        </w:rPr>
        <w:t>complicated situations when we want to have multiple variables use the data</w:t>
      </w:r>
      <w:r w:rsidR="00367A2E">
        <w:rPr>
          <w:lang w:eastAsia="en-GB"/>
        </w:rPr>
        <w:t xml:space="preserve"> </w:t>
      </w:r>
      <w:r w:rsidRPr="00E26562">
        <w:rPr>
          <w:lang w:eastAsia="en-GB"/>
        </w:rPr>
        <w:t>we’ve allocated on the heap. Let’s explore some of those situations now.</w:t>
      </w:r>
      <w:r w:rsidR="00E74475">
        <w:rPr>
          <w:lang w:eastAsia="en-GB"/>
        </w:rPr>
        <w:fldChar w:fldCharType="begin"/>
      </w:r>
      <w:r w:rsidR="00E74475">
        <w:instrText xml:space="preserve"> XE "drop function end</w:instrText>
      </w:r>
      <w:r w:rsidR="00E74475" w:rsidRPr="00AC00B2">
        <w:instrText>Range</w:instrText>
      </w:r>
      <w:r w:rsidR="00E74475">
        <w:instrText xml:space="preserve">" </w:instrText>
      </w:r>
      <w:r w:rsidR="00E74475">
        <w:rPr>
          <w:lang w:eastAsia="en-GB"/>
        </w:rPr>
        <w:fldChar w:fldCharType="end"/>
      </w:r>
      <w:r w:rsidR="00510D31">
        <w:rPr>
          <w:lang w:eastAsia="en-GB"/>
        </w:rPr>
        <w:fldChar w:fldCharType="begin"/>
      </w:r>
      <w:r w:rsidR="00510D31">
        <w:instrText xml:space="preserve"> XE "String type end</w:instrText>
      </w:r>
      <w:r w:rsidR="00510D31" w:rsidRPr="00AC00B2">
        <w:instrText>Range</w:instrText>
      </w:r>
      <w:r w:rsidR="00510D31">
        <w:instrText xml:space="preserve">" </w:instrText>
      </w:r>
      <w:r w:rsidR="00510D31">
        <w:rPr>
          <w:lang w:eastAsia="en-GB"/>
        </w:rPr>
        <w:fldChar w:fldCharType="end"/>
      </w:r>
    </w:p>
    <w:bookmarkStart w:id="15" w:name="ways-variables-and-data-interact:-move"/>
    <w:bookmarkStart w:id="16" w:name="_Toc107220600"/>
    <w:bookmarkEnd w:id="15"/>
    <w:p w14:paraId="0E384737" w14:textId="002C0BC5" w:rsidR="00E26562" w:rsidRPr="00E26562" w:rsidRDefault="00B0764E" w:rsidP="005D234A">
      <w:pPr>
        <w:pStyle w:val="HeadC"/>
        <w:rPr>
          <w:lang w:eastAsia="en-GB"/>
        </w:rPr>
      </w:pPr>
      <w:r>
        <w:rPr>
          <w:lang w:eastAsia="en-GB"/>
        </w:rPr>
        <w:fldChar w:fldCharType="begin"/>
      </w:r>
      <w:r>
        <w:instrText xml:space="preserve"> XE "moving ownership </w:instrText>
      </w:r>
      <w:r w:rsidR="00021FF2">
        <w:instrText>start</w:instrText>
      </w:r>
      <w:r w:rsidRPr="00AC00B2">
        <w:instrText>Range</w:instrText>
      </w:r>
      <w:r>
        <w:instrText xml:space="preserve">" </w:instrText>
      </w:r>
      <w:r>
        <w:rPr>
          <w:lang w:eastAsia="en-GB"/>
        </w:rPr>
        <w:fldChar w:fldCharType="end"/>
      </w:r>
      <w:r w:rsidR="00E26562" w:rsidRPr="00E26562">
        <w:rPr>
          <w:lang w:eastAsia="en-GB"/>
        </w:rPr>
        <w:t>Variables and Data Interact</w:t>
      </w:r>
      <w:r w:rsidR="00CC2788">
        <w:rPr>
          <w:lang w:eastAsia="en-GB"/>
        </w:rPr>
        <w:t>ing with</w:t>
      </w:r>
      <w:r w:rsidR="00E26562" w:rsidRPr="00E26562">
        <w:rPr>
          <w:lang w:eastAsia="en-GB"/>
        </w:rPr>
        <w:t xml:space="preserve"> Move</w:t>
      </w:r>
      <w:bookmarkEnd w:id="16"/>
    </w:p>
    <w:p w14:paraId="2010C0CE" w14:textId="4739DFFB" w:rsidR="00E26562" w:rsidRPr="00E26562" w:rsidRDefault="00E26562" w:rsidP="005D234A">
      <w:pPr>
        <w:pStyle w:val="Body"/>
        <w:rPr>
          <w:lang w:eastAsia="en-GB"/>
        </w:rPr>
      </w:pPr>
      <w:r w:rsidRPr="00E26562">
        <w:rPr>
          <w:lang w:eastAsia="en-GB"/>
        </w:rPr>
        <w:t>Multiple variables can interact with the same data in different ways in Rust.</w:t>
      </w:r>
      <w:r w:rsidR="00367A2E">
        <w:rPr>
          <w:lang w:eastAsia="en-GB"/>
        </w:rPr>
        <w:t xml:space="preserve"> </w:t>
      </w:r>
      <w:r w:rsidRPr="00E26562">
        <w:rPr>
          <w:lang w:eastAsia="en-GB"/>
        </w:rPr>
        <w:t>Let’s look at an example using an integer in Listing 4-2.</w:t>
      </w:r>
    </w:p>
    <w:p w14:paraId="3DC15EAD" w14:textId="77777777" w:rsidR="00E26562" w:rsidRPr="00E26562" w:rsidRDefault="00E26562" w:rsidP="005D234A">
      <w:pPr>
        <w:pStyle w:val="Code"/>
        <w:rPr>
          <w:lang w:eastAsia="en-GB"/>
        </w:rPr>
      </w:pPr>
      <w:del w:id="17" w:author="Carol Nichols" w:date="2022-08-24T09:13:00Z">
        <w:r w:rsidRPr="00E26562" w:rsidDel="00167665">
          <w:rPr>
            <w:lang w:eastAsia="en-GB"/>
          </w:rPr>
          <w:delText xml:space="preserve">    </w:delText>
        </w:r>
      </w:del>
      <w:r w:rsidRPr="00E26562">
        <w:rPr>
          <w:lang w:eastAsia="en-GB"/>
        </w:rPr>
        <w:t>let x = 5;</w:t>
      </w:r>
    </w:p>
    <w:p w14:paraId="3E59E365" w14:textId="77777777" w:rsidR="00E26562" w:rsidRPr="00E26562" w:rsidRDefault="00E26562" w:rsidP="005D234A">
      <w:pPr>
        <w:pStyle w:val="Code"/>
        <w:rPr>
          <w:lang w:eastAsia="en-GB"/>
        </w:rPr>
      </w:pPr>
      <w:del w:id="18" w:author="Carol Nichols" w:date="2022-08-24T09:13:00Z">
        <w:r w:rsidRPr="00E26562" w:rsidDel="00167665">
          <w:rPr>
            <w:lang w:eastAsia="en-GB"/>
          </w:rPr>
          <w:delText xml:space="preserve">    </w:delText>
        </w:r>
      </w:del>
      <w:r w:rsidRPr="00E26562">
        <w:rPr>
          <w:lang w:eastAsia="en-GB"/>
        </w:rPr>
        <w:t>let y = x;</w:t>
      </w:r>
    </w:p>
    <w:p w14:paraId="19757DA6" w14:textId="62B155BC" w:rsidR="00E26562" w:rsidRPr="00E26562" w:rsidRDefault="00DF3679" w:rsidP="00DF3679">
      <w:pPr>
        <w:pStyle w:val="CodeListingCaption"/>
        <w:rPr>
          <w:lang w:eastAsia="en-GB"/>
        </w:rPr>
      </w:pPr>
      <w:r>
        <w:t>A</w:t>
      </w:r>
      <w:r w:rsidR="00E26562" w:rsidRPr="005D234A">
        <w:t xml:space="preserve">ssigning the integer value of variable </w:t>
      </w:r>
      <w:r w:rsidR="00E26562" w:rsidRPr="005D234A">
        <w:rPr>
          <w:rStyle w:val="Literal"/>
        </w:rPr>
        <w:t>x</w:t>
      </w:r>
      <w:r w:rsidR="00E26562" w:rsidRPr="005D234A">
        <w:t xml:space="preserve"> to </w:t>
      </w:r>
      <w:r w:rsidR="00E26562" w:rsidRPr="005D234A">
        <w:rPr>
          <w:rStyle w:val="Literal"/>
        </w:rPr>
        <w:t>y</w:t>
      </w:r>
    </w:p>
    <w:p w14:paraId="4B62089E" w14:textId="5AEB3CF4" w:rsidR="00E26562" w:rsidRPr="00E26562" w:rsidRDefault="00E26562" w:rsidP="005D234A">
      <w:pPr>
        <w:pStyle w:val="Body"/>
        <w:rPr>
          <w:lang w:eastAsia="en-GB"/>
        </w:rPr>
      </w:pPr>
      <w:r w:rsidRPr="00E26562">
        <w:rPr>
          <w:lang w:eastAsia="en-GB"/>
        </w:rPr>
        <w:t xml:space="preserve">We can probably guess what this is doing: “bind the value </w:t>
      </w:r>
      <w:r w:rsidRPr="005D234A">
        <w:rPr>
          <w:rStyle w:val="Literal"/>
        </w:rPr>
        <w:t>5</w:t>
      </w:r>
      <w:r w:rsidRPr="005D234A">
        <w:t xml:space="preserve"> to </w:t>
      </w:r>
      <w:r w:rsidRPr="005D234A">
        <w:rPr>
          <w:rStyle w:val="Literal"/>
        </w:rPr>
        <w:t>x</w:t>
      </w:r>
      <w:r w:rsidRPr="005D234A">
        <w:t>; then make</w:t>
      </w:r>
      <w:r w:rsidR="00367A2E">
        <w:t xml:space="preserve"> </w:t>
      </w:r>
      <w:r w:rsidRPr="005D234A">
        <w:t xml:space="preserve">a copy of the value in </w:t>
      </w:r>
      <w:r w:rsidRPr="005D234A">
        <w:rPr>
          <w:rStyle w:val="Literal"/>
        </w:rPr>
        <w:t>x</w:t>
      </w:r>
      <w:r w:rsidRPr="005D234A">
        <w:t xml:space="preserve"> and bind it to </w:t>
      </w:r>
      <w:r w:rsidRPr="005D234A">
        <w:rPr>
          <w:rStyle w:val="Literal"/>
        </w:rPr>
        <w:t>y</w:t>
      </w:r>
      <w:r w:rsidRPr="005D234A">
        <w:t xml:space="preserve">.” We now have two variables, </w:t>
      </w:r>
      <w:r w:rsidRPr="005D234A">
        <w:rPr>
          <w:rStyle w:val="Literal"/>
        </w:rPr>
        <w:t>x</w:t>
      </w:r>
      <w:r w:rsidR="00367A2E">
        <w:t xml:space="preserve"> </w:t>
      </w:r>
      <w:r w:rsidRPr="005D234A">
        <w:t xml:space="preserve">and </w:t>
      </w:r>
      <w:r w:rsidRPr="005D234A">
        <w:rPr>
          <w:rStyle w:val="Literal"/>
        </w:rPr>
        <w:t>y</w:t>
      </w:r>
      <w:r w:rsidRPr="005D234A">
        <w:t xml:space="preserve">, and both equal </w:t>
      </w:r>
      <w:r w:rsidRPr="005D234A">
        <w:rPr>
          <w:rStyle w:val="Literal"/>
        </w:rPr>
        <w:t>5</w:t>
      </w:r>
      <w:r w:rsidRPr="005D234A">
        <w:t>. This is indeed what is happening, because integers</w:t>
      </w:r>
      <w:r w:rsidR="00367A2E">
        <w:t xml:space="preserve"> </w:t>
      </w:r>
      <w:r w:rsidRPr="005D234A">
        <w:t xml:space="preserve">are simple values with a known, fixed size, and these two </w:t>
      </w:r>
      <w:r w:rsidRPr="005D234A">
        <w:rPr>
          <w:rStyle w:val="Literal"/>
        </w:rPr>
        <w:t>5</w:t>
      </w:r>
      <w:r w:rsidRPr="00E26562">
        <w:rPr>
          <w:lang w:eastAsia="en-GB"/>
        </w:rPr>
        <w:t xml:space="preserve"> values are pushed</w:t>
      </w:r>
      <w:r w:rsidR="00367A2E">
        <w:rPr>
          <w:lang w:eastAsia="en-GB"/>
        </w:rPr>
        <w:t xml:space="preserve"> </w:t>
      </w:r>
      <w:r w:rsidRPr="00E26562">
        <w:rPr>
          <w:lang w:eastAsia="en-GB"/>
        </w:rPr>
        <w:t>onto the stack.</w:t>
      </w:r>
    </w:p>
    <w:p w14:paraId="0AF181E6" w14:textId="77777777" w:rsidR="00E26562" w:rsidRPr="00E26562" w:rsidRDefault="00E26562" w:rsidP="005D234A">
      <w:pPr>
        <w:pStyle w:val="Body"/>
        <w:rPr>
          <w:lang w:eastAsia="en-GB"/>
        </w:rPr>
      </w:pPr>
      <w:r w:rsidRPr="00E26562">
        <w:rPr>
          <w:lang w:eastAsia="en-GB"/>
        </w:rPr>
        <w:t xml:space="preserve">Now let’s look at the </w:t>
      </w:r>
      <w:r w:rsidRPr="005D234A">
        <w:rPr>
          <w:rStyle w:val="Literal"/>
        </w:rPr>
        <w:t>String</w:t>
      </w:r>
      <w:r w:rsidRPr="00E26562">
        <w:rPr>
          <w:lang w:eastAsia="en-GB"/>
        </w:rPr>
        <w:t xml:space="preserve"> version:</w:t>
      </w:r>
    </w:p>
    <w:p w14:paraId="6E1108A1" w14:textId="77777777" w:rsidR="00E26562" w:rsidRPr="00E26562" w:rsidRDefault="00E26562" w:rsidP="005D234A">
      <w:pPr>
        <w:pStyle w:val="Code"/>
        <w:rPr>
          <w:lang w:eastAsia="en-GB"/>
        </w:rPr>
      </w:pPr>
      <w:del w:id="19" w:author="Carol Nichols" w:date="2022-08-24T09:13:00Z">
        <w:r w:rsidRPr="00E26562" w:rsidDel="006068B6">
          <w:rPr>
            <w:lang w:eastAsia="en-GB"/>
          </w:rPr>
          <w:delText xml:space="preserve">    </w:delText>
        </w:r>
      </w:del>
      <w:r w:rsidRPr="00E26562">
        <w:rPr>
          <w:lang w:eastAsia="en-GB"/>
        </w:rPr>
        <w:t>let s1 = String::from("hello");</w:t>
      </w:r>
    </w:p>
    <w:p w14:paraId="1E84EB8C" w14:textId="77777777" w:rsidR="00E26562" w:rsidRPr="00E26562" w:rsidRDefault="00E26562" w:rsidP="005D234A">
      <w:pPr>
        <w:pStyle w:val="Code"/>
        <w:rPr>
          <w:lang w:eastAsia="en-GB"/>
        </w:rPr>
      </w:pPr>
      <w:del w:id="20" w:author="Carol Nichols" w:date="2022-08-24T09:13:00Z">
        <w:r w:rsidRPr="00E26562" w:rsidDel="006068B6">
          <w:rPr>
            <w:lang w:eastAsia="en-GB"/>
          </w:rPr>
          <w:delText xml:space="preserve">    </w:delText>
        </w:r>
      </w:del>
      <w:r w:rsidRPr="00E26562">
        <w:rPr>
          <w:lang w:eastAsia="en-GB"/>
        </w:rPr>
        <w:t>let s2 = s1;</w:t>
      </w:r>
    </w:p>
    <w:p w14:paraId="6C4D126E" w14:textId="79A7ADB7" w:rsidR="00E26562" w:rsidRPr="00E26562" w:rsidRDefault="00E26562" w:rsidP="005D234A">
      <w:pPr>
        <w:pStyle w:val="Body"/>
        <w:rPr>
          <w:lang w:eastAsia="en-GB"/>
        </w:rPr>
      </w:pPr>
      <w:r w:rsidRPr="005D234A">
        <w:t>This looks very similar, so we might assume that the way it works would be the</w:t>
      </w:r>
      <w:r w:rsidR="00367A2E">
        <w:t xml:space="preserve"> </w:t>
      </w:r>
      <w:r w:rsidRPr="005D234A">
        <w:t xml:space="preserve">same: that is, the second line would make a copy of the value in </w:t>
      </w:r>
      <w:r w:rsidRPr="005D234A">
        <w:rPr>
          <w:rStyle w:val="Literal"/>
        </w:rPr>
        <w:t>s1</w:t>
      </w:r>
      <w:r w:rsidRPr="005D234A">
        <w:t xml:space="preserve"> and bind</w:t>
      </w:r>
      <w:r w:rsidR="00367A2E">
        <w:t xml:space="preserve"> </w:t>
      </w:r>
      <w:r w:rsidRPr="005D234A">
        <w:t xml:space="preserve">it to </w:t>
      </w:r>
      <w:r w:rsidRPr="005D234A">
        <w:rPr>
          <w:rStyle w:val="Literal"/>
        </w:rPr>
        <w:t>s2</w:t>
      </w:r>
      <w:r w:rsidRPr="00E26562">
        <w:rPr>
          <w:lang w:eastAsia="en-GB"/>
        </w:rPr>
        <w:t>. But this isn’t quite what happens.</w:t>
      </w:r>
    </w:p>
    <w:p w14:paraId="63C8E51E" w14:textId="06DFD72B" w:rsidR="00E26562" w:rsidRDefault="00E26562" w:rsidP="005D234A">
      <w:pPr>
        <w:pStyle w:val="Body"/>
        <w:rPr>
          <w:lang w:eastAsia="en-GB"/>
        </w:rPr>
      </w:pPr>
      <w:r w:rsidRPr="00E26562">
        <w:rPr>
          <w:lang w:eastAsia="en-GB"/>
        </w:rPr>
        <w:t xml:space="preserve">Take a look at Figure 4-1 to see what is happening to </w:t>
      </w:r>
      <w:r w:rsidRPr="005D234A">
        <w:rPr>
          <w:rStyle w:val="Literal"/>
        </w:rPr>
        <w:t>String</w:t>
      </w:r>
      <w:r w:rsidRPr="005D234A">
        <w:t xml:space="preserve"> under the</w:t>
      </w:r>
      <w:r w:rsidR="00367A2E">
        <w:t xml:space="preserve"> </w:t>
      </w:r>
      <w:r w:rsidRPr="005D234A">
        <w:t xml:space="preserve">covers. A </w:t>
      </w:r>
      <w:r w:rsidRPr="005D234A">
        <w:rPr>
          <w:rStyle w:val="Literal"/>
        </w:rPr>
        <w:t>String</w:t>
      </w:r>
      <w:r w:rsidRPr="00E26562">
        <w:rPr>
          <w:lang w:eastAsia="en-GB"/>
        </w:rPr>
        <w:t xml:space="preserve"> is made up of three parts, shown on the left: a pointer to</w:t>
      </w:r>
      <w:r w:rsidR="00367A2E">
        <w:rPr>
          <w:lang w:eastAsia="en-GB"/>
        </w:rPr>
        <w:t xml:space="preserve"> </w:t>
      </w:r>
      <w:r w:rsidRPr="00E26562">
        <w:rPr>
          <w:lang w:eastAsia="en-GB"/>
        </w:rPr>
        <w:t>the memory that holds the contents of the string, a length, and a capacity.</w:t>
      </w:r>
      <w:r w:rsidR="00367A2E">
        <w:rPr>
          <w:lang w:eastAsia="en-GB"/>
        </w:rPr>
        <w:t xml:space="preserve"> </w:t>
      </w:r>
      <w:r w:rsidRPr="00E26562">
        <w:rPr>
          <w:lang w:eastAsia="en-GB"/>
        </w:rPr>
        <w:t>This group of data is stored on the stack. On the right is the memory on the</w:t>
      </w:r>
      <w:r w:rsidR="00367A2E">
        <w:rPr>
          <w:lang w:eastAsia="en-GB"/>
        </w:rPr>
        <w:t xml:space="preserve"> </w:t>
      </w:r>
      <w:r w:rsidRPr="00E26562">
        <w:rPr>
          <w:lang w:eastAsia="en-GB"/>
        </w:rPr>
        <w:t>heap that holds the contents.</w:t>
      </w:r>
    </w:p>
    <w:p w14:paraId="544E311C" w14:textId="0CB9CAB5" w:rsidR="00E2720F" w:rsidRPr="00E26562" w:rsidRDefault="00E2720F" w:rsidP="00E2720F">
      <w:pPr>
        <w:pStyle w:val="GraphicSlug"/>
        <w:rPr>
          <w:lang w:eastAsia="en-GB"/>
        </w:rPr>
      </w:pPr>
      <w:r>
        <w:rPr>
          <w:lang w:eastAsia="en-GB"/>
        </w:rPr>
        <w:t>[f04001.</w:t>
      </w:r>
      <w:r w:rsidR="004531E0">
        <w:rPr>
          <w:lang w:eastAsia="en-GB"/>
        </w:rPr>
        <w:t>eps</w:t>
      </w:r>
      <w:r>
        <w:rPr>
          <w:lang w:eastAsia="en-GB"/>
        </w:rPr>
        <w:t>]</w:t>
      </w:r>
      <w:r w:rsidR="00D946DE" w:rsidRPr="00CC18E0">
        <w:rPr>
          <w:rStyle w:val="AltText"/>
        </w:rPr>
        <w:t xml:space="preserve">&lt;&lt; </w:t>
      </w:r>
      <w:r w:rsidR="00D946DE">
        <w:rPr>
          <w:rStyle w:val="AltText"/>
        </w:rPr>
        <w:t>Two tables</w:t>
      </w:r>
      <w:r w:rsidR="006A0ECE">
        <w:rPr>
          <w:rStyle w:val="AltText"/>
        </w:rPr>
        <w:t>:</w:t>
      </w:r>
      <w:r w:rsidR="00D946DE">
        <w:rPr>
          <w:rStyle w:val="AltText"/>
        </w:rPr>
        <w:t xml:space="preserve"> </w:t>
      </w:r>
      <w:r w:rsidR="006A0ECE">
        <w:rPr>
          <w:rStyle w:val="AltText"/>
        </w:rPr>
        <w:t>t</w:t>
      </w:r>
      <w:r w:rsidR="00D946DE">
        <w:rPr>
          <w:rStyle w:val="AltText"/>
        </w:rPr>
        <w:t xml:space="preserve">he first </w:t>
      </w:r>
      <w:r w:rsidR="00E66768">
        <w:rPr>
          <w:rStyle w:val="AltText"/>
        </w:rPr>
        <w:t>table</w:t>
      </w:r>
      <w:r w:rsidR="00D946DE">
        <w:rPr>
          <w:rStyle w:val="AltText"/>
        </w:rPr>
        <w:t xml:space="preserve"> contains the representation of s1 on the stack</w:t>
      </w:r>
      <w:r w:rsidR="00E66768">
        <w:rPr>
          <w:rStyle w:val="AltText"/>
        </w:rPr>
        <w:t xml:space="preserve">, consisting of its length (5), capacity (5), and a pointer to the first value in the second table. The second table contains the representation of the string data on the heap, byte by byte. </w:t>
      </w:r>
      <w:r w:rsidR="00D946DE" w:rsidRPr="00CC18E0">
        <w:rPr>
          <w:rStyle w:val="AltText"/>
        </w:rPr>
        <w:t>&gt;&gt;</w:t>
      </w:r>
    </w:p>
    <w:p w14:paraId="109FD4C9" w14:textId="1A3AC798" w:rsidR="00E26562" w:rsidRPr="00E26562" w:rsidRDefault="00E26562" w:rsidP="00DF3679">
      <w:pPr>
        <w:pStyle w:val="CaptionLine"/>
        <w:numPr>
          <w:ilvl w:val="4"/>
          <w:numId w:val="34"/>
        </w:numPr>
        <w:rPr>
          <w:lang w:eastAsia="en-GB"/>
        </w:rPr>
      </w:pPr>
      <w:r w:rsidRPr="005D234A">
        <w:t xml:space="preserve"> Representation in memory of a </w:t>
      </w:r>
      <w:r w:rsidRPr="005D234A">
        <w:rPr>
          <w:rStyle w:val="Literal"/>
        </w:rPr>
        <w:t>String</w:t>
      </w:r>
      <w:r w:rsidRPr="005D234A">
        <w:t xml:space="preserve"> holding the value </w:t>
      </w:r>
      <w:r w:rsidRPr="005D234A">
        <w:rPr>
          <w:rStyle w:val="Literal"/>
        </w:rPr>
        <w:t>"hello"</w:t>
      </w:r>
      <w:r w:rsidR="00367A2E">
        <w:t xml:space="preserve"> </w:t>
      </w:r>
      <w:r w:rsidRPr="005D234A">
        <w:t xml:space="preserve">bound to </w:t>
      </w:r>
      <w:r w:rsidRPr="005D234A">
        <w:rPr>
          <w:rStyle w:val="Literal"/>
        </w:rPr>
        <w:t>s1</w:t>
      </w:r>
    </w:p>
    <w:p w14:paraId="5EB2DBAA" w14:textId="5C212108" w:rsidR="00E26562" w:rsidRPr="00E26562" w:rsidRDefault="00E26562" w:rsidP="005D234A">
      <w:pPr>
        <w:pStyle w:val="Body"/>
        <w:rPr>
          <w:lang w:eastAsia="en-GB"/>
        </w:rPr>
      </w:pPr>
      <w:r w:rsidRPr="00E26562">
        <w:rPr>
          <w:lang w:eastAsia="en-GB"/>
        </w:rPr>
        <w:t xml:space="preserve">The length is how much memory, in bytes, the contents of the </w:t>
      </w:r>
      <w:r w:rsidRPr="005D234A">
        <w:rPr>
          <w:rStyle w:val="Literal"/>
        </w:rPr>
        <w:t>String</w:t>
      </w:r>
      <w:r w:rsidRPr="005D234A">
        <w:t xml:space="preserve"> </w:t>
      </w:r>
      <w:r w:rsidR="004C1C5F">
        <w:t xml:space="preserve">are </w:t>
      </w:r>
      <w:r w:rsidRPr="005D234A">
        <w:t>currently using. The capacity is the total amount of memory, in bytes, that the</w:t>
      </w:r>
      <w:r w:rsidR="00367A2E">
        <w:t xml:space="preserve"> </w:t>
      </w:r>
      <w:r w:rsidRPr="005D234A">
        <w:rPr>
          <w:rStyle w:val="Literal"/>
        </w:rPr>
        <w:t>String</w:t>
      </w:r>
      <w:r w:rsidRPr="00E26562">
        <w:rPr>
          <w:lang w:eastAsia="en-GB"/>
        </w:rPr>
        <w:t xml:space="preserve"> has received from the allocator. The difference between length</w:t>
      </w:r>
      <w:r w:rsidR="00367A2E">
        <w:rPr>
          <w:lang w:eastAsia="en-GB"/>
        </w:rPr>
        <w:t xml:space="preserve"> </w:t>
      </w:r>
      <w:r w:rsidRPr="00E26562">
        <w:rPr>
          <w:lang w:eastAsia="en-GB"/>
        </w:rPr>
        <w:t xml:space="preserve">and </w:t>
      </w:r>
      <w:r w:rsidRPr="00E26562">
        <w:rPr>
          <w:lang w:eastAsia="en-GB"/>
        </w:rPr>
        <w:lastRenderedPageBreak/>
        <w:t>capacity matters, but not in this context, so for now, it’s fine to ignore</w:t>
      </w:r>
      <w:r w:rsidR="00367A2E">
        <w:rPr>
          <w:lang w:eastAsia="en-GB"/>
        </w:rPr>
        <w:t xml:space="preserve"> </w:t>
      </w:r>
      <w:r w:rsidRPr="00E26562">
        <w:rPr>
          <w:lang w:eastAsia="en-GB"/>
        </w:rPr>
        <w:t>the capacity.</w:t>
      </w:r>
      <w:r w:rsidR="004A7D5B">
        <w:rPr>
          <w:lang w:eastAsia="en-GB"/>
        </w:rPr>
        <w:fldChar w:fldCharType="begin"/>
      </w:r>
      <w:r w:rsidR="004A7D5B">
        <w:instrText xml:space="preserve"> XE "String type:internal structure of end</w:instrText>
      </w:r>
      <w:r w:rsidR="004A7D5B" w:rsidRPr="00AC00B2">
        <w:instrText>Range</w:instrText>
      </w:r>
      <w:r w:rsidR="004A7D5B">
        <w:instrText xml:space="preserve">" </w:instrText>
      </w:r>
      <w:r w:rsidR="004A7D5B">
        <w:rPr>
          <w:lang w:eastAsia="en-GB"/>
        </w:rPr>
        <w:fldChar w:fldCharType="end"/>
      </w:r>
    </w:p>
    <w:p w14:paraId="0EA1EEE3" w14:textId="7009EBB2" w:rsidR="00E26562" w:rsidRDefault="00E26562" w:rsidP="005D234A">
      <w:pPr>
        <w:pStyle w:val="Body"/>
        <w:rPr>
          <w:lang w:eastAsia="en-GB"/>
        </w:rPr>
      </w:pPr>
      <w:r w:rsidRPr="00E26562">
        <w:rPr>
          <w:lang w:eastAsia="en-GB"/>
        </w:rPr>
        <w:t xml:space="preserve">When we assign </w:t>
      </w:r>
      <w:r w:rsidRPr="005D234A">
        <w:rPr>
          <w:rStyle w:val="Literal"/>
        </w:rPr>
        <w:t>s1</w:t>
      </w:r>
      <w:r w:rsidRPr="005D234A">
        <w:t xml:space="preserve"> to </w:t>
      </w:r>
      <w:r w:rsidRPr="005D234A">
        <w:rPr>
          <w:rStyle w:val="Literal"/>
        </w:rPr>
        <w:t>s2</w:t>
      </w:r>
      <w:r w:rsidRPr="005D234A">
        <w:t xml:space="preserve">, the </w:t>
      </w:r>
      <w:r w:rsidRPr="005D234A">
        <w:rPr>
          <w:rStyle w:val="Literal"/>
        </w:rPr>
        <w:t>String</w:t>
      </w:r>
      <w:r w:rsidRPr="00E26562">
        <w:rPr>
          <w:lang w:eastAsia="en-GB"/>
        </w:rPr>
        <w:t xml:space="preserve"> data is copied, meaning we copy the</w:t>
      </w:r>
      <w:r w:rsidR="00367A2E">
        <w:rPr>
          <w:lang w:eastAsia="en-GB"/>
        </w:rPr>
        <w:t xml:space="preserve"> </w:t>
      </w:r>
      <w:r w:rsidRPr="00E26562">
        <w:rPr>
          <w:lang w:eastAsia="en-GB"/>
        </w:rPr>
        <w:t>pointer, the length, and the capacity that are on the stack. We do not copy the</w:t>
      </w:r>
      <w:r w:rsidR="00367A2E">
        <w:rPr>
          <w:lang w:eastAsia="en-GB"/>
        </w:rPr>
        <w:t xml:space="preserve"> </w:t>
      </w:r>
      <w:r w:rsidRPr="00E26562">
        <w:rPr>
          <w:lang w:eastAsia="en-GB"/>
        </w:rPr>
        <w:t>data on the heap that the pointer refers to. In other words, the data</w:t>
      </w:r>
      <w:r w:rsidR="00367A2E">
        <w:rPr>
          <w:lang w:eastAsia="en-GB"/>
        </w:rPr>
        <w:t xml:space="preserve"> </w:t>
      </w:r>
      <w:r w:rsidRPr="00E26562">
        <w:rPr>
          <w:lang w:eastAsia="en-GB"/>
        </w:rPr>
        <w:t>representation in memory looks like Figure 4-2.</w:t>
      </w:r>
    </w:p>
    <w:p w14:paraId="47A3F670" w14:textId="5B43B960" w:rsidR="00E2720F" w:rsidRPr="00E26562" w:rsidRDefault="00E2720F" w:rsidP="00E2720F">
      <w:pPr>
        <w:pStyle w:val="GraphicSlug"/>
        <w:rPr>
          <w:lang w:eastAsia="en-GB"/>
        </w:rPr>
      </w:pPr>
      <w:r>
        <w:rPr>
          <w:lang w:eastAsia="en-GB"/>
        </w:rPr>
        <w:t>[f04002.</w:t>
      </w:r>
      <w:r w:rsidR="004531E0">
        <w:rPr>
          <w:lang w:eastAsia="en-GB"/>
        </w:rPr>
        <w:t>eps</w:t>
      </w:r>
      <w:r>
        <w:rPr>
          <w:lang w:eastAsia="en-GB"/>
        </w:rPr>
        <w:t>]</w:t>
      </w:r>
      <w:r w:rsidR="00D95F6F" w:rsidRPr="00CC18E0">
        <w:rPr>
          <w:rStyle w:val="AltText"/>
        </w:rPr>
        <w:t xml:space="preserve">&lt;&lt; </w:t>
      </w:r>
      <w:r w:rsidR="00AC7867">
        <w:rPr>
          <w:rStyle w:val="AltText"/>
        </w:rPr>
        <w:t>Three tables</w:t>
      </w:r>
      <w:r w:rsidR="006A0ECE">
        <w:rPr>
          <w:rStyle w:val="AltText"/>
        </w:rPr>
        <w:t>:</w:t>
      </w:r>
      <w:r w:rsidR="00AC7867">
        <w:rPr>
          <w:rStyle w:val="AltText"/>
        </w:rPr>
        <w:t xml:space="preserve"> </w:t>
      </w:r>
      <w:r w:rsidR="006A0ECE">
        <w:rPr>
          <w:rStyle w:val="AltText"/>
        </w:rPr>
        <w:t>t</w:t>
      </w:r>
      <w:r w:rsidR="00AC7867">
        <w:rPr>
          <w:rStyle w:val="AltText"/>
        </w:rPr>
        <w:t>ables s1 and s2 representing those strings on the stack, respectively, and both pointing to the same string data on the heap.</w:t>
      </w:r>
      <w:r w:rsidR="00D95F6F" w:rsidRPr="00CC18E0">
        <w:rPr>
          <w:rStyle w:val="AltText"/>
        </w:rPr>
        <w:t>&gt;&gt;</w:t>
      </w:r>
    </w:p>
    <w:p w14:paraId="097D4213" w14:textId="361E5EA6" w:rsidR="00E26562" w:rsidRPr="00E26562" w:rsidRDefault="00E26562" w:rsidP="00367A2E">
      <w:pPr>
        <w:pStyle w:val="CaptionLine"/>
        <w:rPr>
          <w:lang w:eastAsia="en-GB"/>
        </w:rPr>
      </w:pPr>
      <w:r w:rsidRPr="005D234A">
        <w:t xml:space="preserve">Representation in memory of the variable </w:t>
      </w:r>
      <w:r w:rsidRPr="005D234A">
        <w:rPr>
          <w:rStyle w:val="Literal"/>
        </w:rPr>
        <w:t>s2</w:t>
      </w:r>
      <w:r w:rsidRPr="005D234A">
        <w:t xml:space="preserve"> that has a copy of</w:t>
      </w:r>
      <w:r w:rsidR="00367A2E">
        <w:t xml:space="preserve"> </w:t>
      </w:r>
      <w:r w:rsidRPr="005D234A">
        <w:t xml:space="preserve">the pointer, length, and capacity of </w:t>
      </w:r>
      <w:r w:rsidRPr="005D234A">
        <w:rPr>
          <w:rStyle w:val="Literal"/>
        </w:rPr>
        <w:t>s1</w:t>
      </w:r>
    </w:p>
    <w:p w14:paraId="255C91EB" w14:textId="5C02BFF2" w:rsidR="00E26562" w:rsidRDefault="00E26562" w:rsidP="005D234A">
      <w:pPr>
        <w:pStyle w:val="Body"/>
        <w:rPr>
          <w:lang w:eastAsia="en-GB"/>
        </w:rPr>
      </w:pPr>
      <w:r w:rsidRPr="00E26562">
        <w:rPr>
          <w:lang w:eastAsia="en-GB"/>
        </w:rPr>
        <w:t xml:space="preserve">The representation does </w:t>
      </w:r>
      <w:r w:rsidRPr="005D234A">
        <w:rPr>
          <w:rStyle w:val="Italic"/>
        </w:rPr>
        <w:t>not</w:t>
      </w:r>
      <w:r w:rsidRPr="005D234A">
        <w:t xml:space="preserve"> look like Figure 4-3, which is what memory would</w:t>
      </w:r>
      <w:r w:rsidR="00367A2E">
        <w:t xml:space="preserve"> </w:t>
      </w:r>
      <w:r w:rsidRPr="005D234A">
        <w:t>look like if Rust instead copied the heap data as well. If Rust did this, the</w:t>
      </w:r>
      <w:r w:rsidR="00367A2E">
        <w:t xml:space="preserve"> </w:t>
      </w:r>
      <w:r w:rsidRPr="005D234A">
        <w:t xml:space="preserve">operation </w:t>
      </w:r>
      <w:r w:rsidRPr="005D234A">
        <w:rPr>
          <w:rStyle w:val="Literal"/>
        </w:rPr>
        <w:t>s2 = s1</w:t>
      </w:r>
      <w:r w:rsidRPr="00E26562">
        <w:rPr>
          <w:lang w:eastAsia="en-GB"/>
        </w:rPr>
        <w:t xml:space="preserve"> could be very expensive in terms of runtime performance if</w:t>
      </w:r>
      <w:r w:rsidR="00367A2E">
        <w:rPr>
          <w:lang w:eastAsia="en-GB"/>
        </w:rPr>
        <w:t xml:space="preserve"> </w:t>
      </w:r>
      <w:r w:rsidRPr="00E26562">
        <w:rPr>
          <w:lang w:eastAsia="en-GB"/>
        </w:rPr>
        <w:t>the data on the heap were large.</w:t>
      </w:r>
    </w:p>
    <w:p w14:paraId="708A7D4E" w14:textId="27FE6A80" w:rsidR="00E2720F" w:rsidRPr="00E26562" w:rsidRDefault="00E2720F" w:rsidP="00E2720F">
      <w:pPr>
        <w:pStyle w:val="GraphicSlug"/>
        <w:rPr>
          <w:lang w:eastAsia="en-GB"/>
        </w:rPr>
      </w:pPr>
      <w:r>
        <w:rPr>
          <w:lang w:eastAsia="en-GB"/>
        </w:rPr>
        <w:t>[f04003.</w:t>
      </w:r>
      <w:r w:rsidR="004531E0">
        <w:rPr>
          <w:lang w:eastAsia="en-GB"/>
        </w:rPr>
        <w:t>eps</w:t>
      </w:r>
      <w:r>
        <w:rPr>
          <w:lang w:eastAsia="en-GB"/>
        </w:rPr>
        <w:t>]</w:t>
      </w:r>
      <w:r w:rsidR="006A0ECE" w:rsidRPr="00CC18E0">
        <w:rPr>
          <w:rStyle w:val="AltText"/>
        </w:rPr>
        <w:t>&lt;&lt;</w:t>
      </w:r>
      <w:r w:rsidR="006A0ECE">
        <w:rPr>
          <w:rStyle w:val="AltText"/>
        </w:rPr>
        <w:t>Four tables</w:t>
      </w:r>
      <w:r w:rsidR="00D52AFF">
        <w:rPr>
          <w:rStyle w:val="AltText"/>
        </w:rPr>
        <w:t>:</w:t>
      </w:r>
      <w:r w:rsidR="00CC3DEE">
        <w:rPr>
          <w:rStyle w:val="AltText"/>
        </w:rPr>
        <w:t xml:space="preserve"> two tables representing the stack data for s1 and s2, and each points to its own </w:t>
      </w:r>
      <w:r w:rsidR="003E5140">
        <w:rPr>
          <w:rStyle w:val="AltText"/>
        </w:rPr>
        <w:t>copy of</w:t>
      </w:r>
      <w:r w:rsidR="00CC3DEE">
        <w:rPr>
          <w:rStyle w:val="AltText"/>
        </w:rPr>
        <w:t xml:space="preserve"> string data on the heap.</w:t>
      </w:r>
      <w:r w:rsidR="006A0ECE" w:rsidRPr="00CC18E0">
        <w:rPr>
          <w:rStyle w:val="AltText"/>
        </w:rPr>
        <w:t>&gt;&gt;</w:t>
      </w:r>
    </w:p>
    <w:p w14:paraId="786A5F31" w14:textId="36DDA7EF" w:rsidR="00E26562" w:rsidRPr="00E26562" w:rsidRDefault="00E26562" w:rsidP="00367A2E">
      <w:pPr>
        <w:pStyle w:val="CaptionLine"/>
        <w:rPr>
          <w:lang w:eastAsia="en-GB"/>
        </w:rPr>
      </w:pPr>
      <w:r w:rsidRPr="005D234A">
        <w:t xml:space="preserve">Another possibility for what </w:t>
      </w:r>
      <w:r w:rsidRPr="005D234A">
        <w:rPr>
          <w:rStyle w:val="Literal"/>
        </w:rPr>
        <w:t>s2 = s1</w:t>
      </w:r>
      <w:r w:rsidRPr="00E26562">
        <w:rPr>
          <w:lang w:eastAsia="en-GB"/>
        </w:rPr>
        <w:t xml:space="preserve"> might do if Rust copied the</w:t>
      </w:r>
      <w:r w:rsidR="00367A2E">
        <w:rPr>
          <w:lang w:eastAsia="en-GB"/>
        </w:rPr>
        <w:t xml:space="preserve"> </w:t>
      </w:r>
      <w:r w:rsidRPr="00E26562">
        <w:rPr>
          <w:lang w:eastAsia="en-GB"/>
        </w:rPr>
        <w:t>heap data as well</w:t>
      </w:r>
    </w:p>
    <w:p w14:paraId="23D2E2CC" w14:textId="1E953486" w:rsidR="00E26562" w:rsidRPr="00E26562" w:rsidRDefault="00E26562" w:rsidP="005D234A">
      <w:pPr>
        <w:pStyle w:val="Body"/>
        <w:rPr>
          <w:lang w:eastAsia="en-GB"/>
        </w:rPr>
      </w:pPr>
      <w:r w:rsidRPr="00E26562">
        <w:rPr>
          <w:lang w:eastAsia="en-GB"/>
        </w:rPr>
        <w:t>Earlier, we said that when a variable goes out of scope, Rust automatically</w:t>
      </w:r>
      <w:r w:rsidR="00367A2E">
        <w:rPr>
          <w:lang w:eastAsia="en-GB"/>
        </w:rPr>
        <w:t xml:space="preserve"> </w:t>
      </w:r>
      <w:r w:rsidRPr="00E26562">
        <w:rPr>
          <w:lang w:eastAsia="en-GB"/>
        </w:rPr>
        <w:t xml:space="preserve">calls the </w:t>
      </w:r>
      <w:r w:rsidRPr="005D234A">
        <w:rPr>
          <w:rStyle w:val="Literal"/>
        </w:rPr>
        <w:t>drop</w:t>
      </w:r>
      <w:r w:rsidRPr="005D234A">
        <w:t xml:space="preserve"> function and cleans up the heap memory for that variable. But</w:t>
      </w:r>
      <w:r w:rsidR="00367A2E">
        <w:t xml:space="preserve"> </w:t>
      </w:r>
      <w:r w:rsidRPr="005D234A">
        <w:t xml:space="preserve">Figure 4-2 shows both data pointers pointing to the same location. </w:t>
      </w:r>
      <w:r w:rsidR="0056537C">
        <w:rPr>
          <w:lang w:eastAsia="en-GB"/>
        </w:rPr>
        <w:fldChar w:fldCharType="begin"/>
      </w:r>
      <w:r w:rsidR="0056537C">
        <w:instrText xml:space="preserve"> XE "double free error start</w:instrText>
      </w:r>
      <w:r w:rsidR="0056537C" w:rsidRPr="00AC00B2">
        <w:instrText>Range</w:instrText>
      </w:r>
      <w:r w:rsidR="0056537C">
        <w:instrText xml:space="preserve">" </w:instrText>
      </w:r>
      <w:r w:rsidR="0056537C">
        <w:rPr>
          <w:lang w:eastAsia="en-GB"/>
        </w:rPr>
        <w:fldChar w:fldCharType="end"/>
      </w:r>
      <w:r w:rsidRPr="005D234A">
        <w:t>This is a</w:t>
      </w:r>
      <w:r w:rsidR="00367A2E">
        <w:t xml:space="preserve"> </w:t>
      </w:r>
      <w:r w:rsidRPr="005D234A">
        <w:t xml:space="preserve">problem: when </w:t>
      </w:r>
      <w:r w:rsidRPr="005D234A">
        <w:rPr>
          <w:rStyle w:val="Literal"/>
        </w:rPr>
        <w:t>s2</w:t>
      </w:r>
      <w:r w:rsidRPr="005D234A">
        <w:t xml:space="preserve"> and </w:t>
      </w:r>
      <w:r w:rsidRPr="005D234A">
        <w:rPr>
          <w:rStyle w:val="Literal"/>
        </w:rPr>
        <w:t>s1</w:t>
      </w:r>
      <w:r w:rsidRPr="005D234A">
        <w:t xml:space="preserve"> go out of scope, they will both try to free the</w:t>
      </w:r>
      <w:r w:rsidR="00367A2E">
        <w:t xml:space="preserve"> </w:t>
      </w:r>
      <w:r w:rsidRPr="005D234A">
        <w:t xml:space="preserve">same memory. This is known as a </w:t>
      </w:r>
      <w:r w:rsidRPr="005D234A">
        <w:rPr>
          <w:rStyle w:val="Italic"/>
        </w:rPr>
        <w:t>double free</w:t>
      </w:r>
      <w:r w:rsidRPr="00E26562">
        <w:rPr>
          <w:lang w:eastAsia="en-GB"/>
        </w:rPr>
        <w:t xml:space="preserve"> error and is one of the memory</w:t>
      </w:r>
      <w:r w:rsidR="00367A2E">
        <w:rPr>
          <w:lang w:eastAsia="en-GB"/>
        </w:rPr>
        <w:t xml:space="preserve"> </w:t>
      </w:r>
      <w:r w:rsidRPr="00E26562">
        <w:rPr>
          <w:lang w:eastAsia="en-GB"/>
        </w:rPr>
        <w:t>safety bugs we mentioned previously. Freeing memory twice can lead to memory</w:t>
      </w:r>
      <w:r w:rsidR="00367A2E">
        <w:rPr>
          <w:lang w:eastAsia="en-GB"/>
        </w:rPr>
        <w:t xml:space="preserve"> </w:t>
      </w:r>
      <w:r w:rsidRPr="00E26562">
        <w:rPr>
          <w:lang w:eastAsia="en-GB"/>
        </w:rPr>
        <w:t>corruption, which can potentially lead to security vulnerabilities.</w:t>
      </w:r>
      <w:r w:rsidR="0056537C">
        <w:rPr>
          <w:lang w:eastAsia="en-GB"/>
        </w:rPr>
        <w:fldChar w:fldCharType="begin"/>
      </w:r>
      <w:r w:rsidR="0056537C">
        <w:instrText xml:space="preserve"> XE "double free error end</w:instrText>
      </w:r>
      <w:r w:rsidR="0056537C" w:rsidRPr="00AC00B2">
        <w:instrText>Range</w:instrText>
      </w:r>
      <w:r w:rsidR="0056537C">
        <w:instrText xml:space="preserve">" </w:instrText>
      </w:r>
      <w:r w:rsidR="0056537C">
        <w:rPr>
          <w:lang w:eastAsia="en-GB"/>
        </w:rPr>
        <w:fldChar w:fldCharType="end"/>
      </w:r>
    </w:p>
    <w:p w14:paraId="6C5379A8" w14:textId="66AEF00D" w:rsidR="00E26562" w:rsidRPr="00E26562" w:rsidRDefault="00AE7B7B" w:rsidP="005D234A">
      <w:pPr>
        <w:pStyle w:val="Body"/>
        <w:rPr>
          <w:lang w:eastAsia="en-GB"/>
        </w:rPr>
      </w:pPr>
      <w:r>
        <w:rPr>
          <w:lang w:eastAsia="en-GB"/>
        </w:rPr>
        <w:fldChar w:fldCharType="begin"/>
      </w:r>
      <w:r>
        <w:instrText xml:space="preserve"> XE "invalidated variable start</w:instrText>
      </w:r>
      <w:r w:rsidRPr="00AC00B2">
        <w:instrText>Range</w:instrText>
      </w:r>
      <w:r>
        <w:instrText xml:space="preserve">" </w:instrText>
      </w:r>
      <w:r>
        <w:rPr>
          <w:lang w:eastAsia="en-GB"/>
        </w:rPr>
        <w:fldChar w:fldCharType="end"/>
      </w:r>
      <w:r w:rsidR="00E26562" w:rsidRPr="00E26562">
        <w:rPr>
          <w:lang w:eastAsia="en-GB"/>
        </w:rPr>
        <w:t xml:space="preserve">To ensure memory safety, after the line </w:t>
      </w:r>
      <w:r w:rsidR="00E26562" w:rsidRPr="005D234A">
        <w:rPr>
          <w:rStyle w:val="Literal"/>
        </w:rPr>
        <w:t>let s2 = s1</w:t>
      </w:r>
      <w:r w:rsidR="00F37DE3">
        <w:rPr>
          <w:rStyle w:val="Literal"/>
        </w:rPr>
        <w:t>;</w:t>
      </w:r>
      <w:r w:rsidR="00E26562" w:rsidRPr="005D234A">
        <w:t xml:space="preserve">, Rust considers </w:t>
      </w:r>
      <w:r w:rsidR="00E26562" w:rsidRPr="005D234A">
        <w:rPr>
          <w:rStyle w:val="Literal"/>
        </w:rPr>
        <w:t>s1</w:t>
      </w:r>
      <w:r w:rsidR="00E26562" w:rsidRPr="005D234A">
        <w:t xml:space="preserve"> as</w:t>
      </w:r>
      <w:r w:rsidR="00367A2E">
        <w:t xml:space="preserve"> </w:t>
      </w:r>
      <w:r w:rsidR="00E26562" w:rsidRPr="005D234A">
        <w:t xml:space="preserve">no longer valid. Therefore, Rust doesn’t need to free anything when </w:t>
      </w:r>
      <w:r w:rsidR="00E26562" w:rsidRPr="005D234A">
        <w:rPr>
          <w:rStyle w:val="Literal"/>
        </w:rPr>
        <w:t>s1</w:t>
      </w:r>
      <w:r w:rsidR="00E26562" w:rsidRPr="005D234A">
        <w:t xml:space="preserve"> goes</w:t>
      </w:r>
      <w:r w:rsidR="00367A2E">
        <w:t xml:space="preserve"> </w:t>
      </w:r>
      <w:r w:rsidR="00E26562" w:rsidRPr="005D234A">
        <w:t xml:space="preserve">out of scope. Check out what happens when you try to use </w:t>
      </w:r>
      <w:r w:rsidR="00E26562" w:rsidRPr="005D234A">
        <w:rPr>
          <w:rStyle w:val="Literal"/>
        </w:rPr>
        <w:t>s1</w:t>
      </w:r>
      <w:r w:rsidR="00E26562" w:rsidRPr="005D234A">
        <w:t xml:space="preserve"> after </w:t>
      </w:r>
      <w:r w:rsidR="00E26562" w:rsidRPr="005D234A">
        <w:rPr>
          <w:rStyle w:val="Literal"/>
        </w:rPr>
        <w:t>s2</w:t>
      </w:r>
      <w:r w:rsidR="00E26562" w:rsidRPr="00E26562">
        <w:rPr>
          <w:lang w:eastAsia="en-GB"/>
        </w:rPr>
        <w:t xml:space="preserve"> is</w:t>
      </w:r>
      <w:r w:rsidR="00367A2E">
        <w:rPr>
          <w:lang w:eastAsia="en-GB"/>
        </w:rPr>
        <w:t xml:space="preserve"> </w:t>
      </w:r>
      <w:r w:rsidR="00E26562" w:rsidRPr="00E26562">
        <w:rPr>
          <w:lang w:eastAsia="en-GB"/>
        </w:rPr>
        <w:t>created; it won’t work:</w:t>
      </w:r>
    </w:p>
    <w:p w14:paraId="596F2228" w14:textId="77777777" w:rsidR="00E26562" w:rsidRPr="00E26562" w:rsidRDefault="00E26562" w:rsidP="005D234A">
      <w:pPr>
        <w:pStyle w:val="Code"/>
        <w:rPr>
          <w:lang w:eastAsia="en-GB"/>
        </w:rPr>
      </w:pPr>
      <w:r w:rsidRPr="00E26562">
        <w:rPr>
          <w:lang w:eastAsia="en-GB"/>
        </w:rPr>
        <w:t>let s1 = String::from("hello");</w:t>
      </w:r>
    </w:p>
    <w:p w14:paraId="177E49C0" w14:textId="77777777" w:rsidR="00E26562" w:rsidRPr="00E26562" w:rsidRDefault="00E26562" w:rsidP="005D234A">
      <w:pPr>
        <w:pStyle w:val="Code"/>
        <w:rPr>
          <w:lang w:eastAsia="en-GB"/>
        </w:rPr>
      </w:pPr>
      <w:r w:rsidRPr="00E26562">
        <w:rPr>
          <w:lang w:eastAsia="en-GB"/>
        </w:rPr>
        <w:t>let s2 = s1;</w:t>
      </w:r>
    </w:p>
    <w:p w14:paraId="62E00FD5" w14:textId="77777777" w:rsidR="00E26562" w:rsidRPr="00E26562" w:rsidRDefault="00E26562" w:rsidP="005D234A">
      <w:pPr>
        <w:pStyle w:val="Code"/>
        <w:rPr>
          <w:lang w:eastAsia="en-GB"/>
        </w:rPr>
      </w:pPr>
    </w:p>
    <w:p w14:paraId="48CC4A5A" w14:textId="7DFD1043" w:rsidR="00E26562" w:rsidRPr="00E26562" w:rsidRDefault="00E26562" w:rsidP="005D234A">
      <w:pPr>
        <w:pStyle w:val="Code"/>
        <w:rPr>
          <w:lang w:eastAsia="en-GB"/>
        </w:rPr>
      </w:pPr>
      <w:r w:rsidRPr="00E26562">
        <w:rPr>
          <w:lang w:eastAsia="en-GB"/>
        </w:rPr>
        <w:t>println!("{</w:t>
      </w:r>
      <w:r w:rsidR="006D7BF9">
        <w:rPr>
          <w:lang w:eastAsia="en-GB"/>
        </w:rPr>
        <w:t>s1</w:t>
      </w:r>
      <w:r w:rsidRPr="00E26562">
        <w:rPr>
          <w:lang w:eastAsia="en-GB"/>
        </w:rPr>
        <w:t>}, world!");</w:t>
      </w:r>
    </w:p>
    <w:p w14:paraId="604D2EB8" w14:textId="6CB33559" w:rsidR="00E26562" w:rsidRPr="00E26562" w:rsidRDefault="00E26562" w:rsidP="005D234A">
      <w:pPr>
        <w:pStyle w:val="Body"/>
        <w:rPr>
          <w:lang w:eastAsia="en-GB"/>
        </w:rPr>
      </w:pPr>
      <w:r w:rsidRPr="00E26562">
        <w:rPr>
          <w:lang w:eastAsia="en-GB"/>
        </w:rPr>
        <w:t>You’ll get an error like this because Rust prevents you from using the</w:t>
      </w:r>
      <w:r w:rsidR="00367A2E">
        <w:rPr>
          <w:lang w:eastAsia="en-GB"/>
        </w:rPr>
        <w:t xml:space="preserve"> </w:t>
      </w:r>
      <w:r w:rsidRPr="00E26562">
        <w:rPr>
          <w:lang w:eastAsia="en-GB"/>
        </w:rPr>
        <w:t>invalidated reference:</w:t>
      </w:r>
    </w:p>
    <w:p w14:paraId="0C062263" w14:textId="77777777" w:rsidR="00E26562" w:rsidRPr="00E26562" w:rsidRDefault="00E26562" w:rsidP="005D234A">
      <w:pPr>
        <w:pStyle w:val="Code"/>
        <w:rPr>
          <w:lang w:eastAsia="en-GB"/>
        </w:rPr>
      </w:pPr>
      <w:r w:rsidRPr="00E26562">
        <w:rPr>
          <w:lang w:eastAsia="en-GB"/>
        </w:rPr>
        <w:t>error[E0382]: borrow of moved value: `s1`</w:t>
      </w:r>
    </w:p>
    <w:p w14:paraId="6261E5C3" w14:textId="77777777" w:rsidR="00E26562" w:rsidRPr="00E26562" w:rsidRDefault="00E26562" w:rsidP="005D234A">
      <w:pPr>
        <w:pStyle w:val="Code"/>
        <w:rPr>
          <w:lang w:eastAsia="en-GB"/>
        </w:rPr>
      </w:pPr>
      <w:r w:rsidRPr="00E26562">
        <w:rPr>
          <w:lang w:eastAsia="en-GB"/>
        </w:rPr>
        <w:t xml:space="preserve"> --&gt; src/main.rs:5:28</w:t>
      </w:r>
    </w:p>
    <w:p w14:paraId="60B853B6" w14:textId="77777777" w:rsidR="00E26562" w:rsidRPr="00E26562" w:rsidRDefault="00E26562" w:rsidP="005D234A">
      <w:pPr>
        <w:pStyle w:val="Code"/>
        <w:rPr>
          <w:lang w:eastAsia="en-GB"/>
        </w:rPr>
      </w:pPr>
      <w:r w:rsidRPr="00E26562">
        <w:rPr>
          <w:lang w:eastAsia="en-GB"/>
        </w:rPr>
        <w:t xml:space="preserve">  |</w:t>
      </w:r>
    </w:p>
    <w:p w14:paraId="1A706036" w14:textId="77777777" w:rsidR="00E26562" w:rsidRPr="00E26562" w:rsidRDefault="00E26562" w:rsidP="005D234A">
      <w:pPr>
        <w:pStyle w:val="Code"/>
        <w:rPr>
          <w:lang w:eastAsia="en-GB"/>
        </w:rPr>
      </w:pPr>
      <w:r w:rsidRPr="00E26562">
        <w:rPr>
          <w:lang w:eastAsia="en-GB"/>
        </w:rPr>
        <w:t>2 |     let s1 = String::from("hello");</w:t>
      </w:r>
    </w:p>
    <w:p w14:paraId="222C1223" w14:textId="3F5C7347" w:rsidR="00EB08CF" w:rsidRDefault="00E26562" w:rsidP="005D234A">
      <w:pPr>
        <w:pStyle w:val="Code"/>
        <w:rPr>
          <w:lang w:eastAsia="en-GB"/>
        </w:rPr>
      </w:pPr>
      <w:r w:rsidRPr="00E26562">
        <w:rPr>
          <w:lang w:eastAsia="en-GB"/>
        </w:rPr>
        <w:t xml:space="preserve">  |         -- move occurs because `s1` has type `String`, which</w:t>
      </w:r>
    </w:p>
    <w:p w14:paraId="6427AB17" w14:textId="17869C6F" w:rsidR="00E26562" w:rsidRPr="00E26562" w:rsidRDefault="00E26562" w:rsidP="005D234A">
      <w:pPr>
        <w:pStyle w:val="Code"/>
        <w:rPr>
          <w:lang w:eastAsia="en-GB"/>
        </w:rPr>
      </w:pPr>
      <w:r w:rsidRPr="00E26562">
        <w:rPr>
          <w:lang w:eastAsia="en-GB"/>
        </w:rPr>
        <w:t xml:space="preserve"> does not implement the `Copy` trait</w:t>
      </w:r>
    </w:p>
    <w:p w14:paraId="60DB8964" w14:textId="77777777" w:rsidR="00E26562" w:rsidRPr="00E26562" w:rsidRDefault="00E26562" w:rsidP="005D234A">
      <w:pPr>
        <w:pStyle w:val="Code"/>
        <w:rPr>
          <w:lang w:eastAsia="en-GB"/>
        </w:rPr>
      </w:pPr>
      <w:r w:rsidRPr="00E26562">
        <w:rPr>
          <w:lang w:eastAsia="en-GB"/>
        </w:rPr>
        <w:t>3 |     let s2 = s1;</w:t>
      </w:r>
    </w:p>
    <w:p w14:paraId="61329AB7" w14:textId="77777777" w:rsidR="00E26562" w:rsidRPr="00E26562" w:rsidRDefault="00E26562" w:rsidP="005D234A">
      <w:pPr>
        <w:pStyle w:val="Code"/>
        <w:rPr>
          <w:lang w:eastAsia="en-GB"/>
        </w:rPr>
      </w:pPr>
      <w:r w:rsidRPr="00E26562">
        <w:rPr>
          <w:lang w:eastAsia="en-GB"/>
        </w:rPr>
        <w:t xml:space="preserve">  |              -- value moved here</w:t>
      </w:r>
    </w:p>
    <w:p w14:paraId="6D665311" w14:textId="77777777" w:rsidR="00E26562" w:rsidRPr="00E26562" w:rsidRDefault="00E26562" w:rsidP="005D234A">
      <w:pPr>
        <w:pStyle w:val="Code"/>
        <w:rPr>
          <w:lang w:eastAsia="en-GB"/>
        </w:rPr>
      </w:pPr>
      <w:r w:rsidRPr="00E26562">
        <w:rPr>
          <w:lang w:eastAsia="en-GB"/>
        </w:rPr>
        <w:t>4 |</w:t>
      </w:r>
    </w:p>
    <w:p w14:paraId="098DA54C" w14:textId="7065CACE" w:rsidR="00E26562" w:rsidRPr="00E26562" w:rsidRDefault="00E26562" w:rsidP="005D234A">
      <w:pPr>
        <w:pStyle w:val="Code"/>
        <w:rPr>
          <w:lang w:eastAsia="en-GB"/>
        </w:rPr>
      </w:pPr>
      <w:r w:rsidRPr="00E26562">
        <w:rPr>
          <w:lang w:eastAsia="en-GB"/>
        </w:rPr>
        <w:lastRenderedPageBreak/>
        <w:t>5 |     println!("{</w:t>
      </w:r>
      <w:r w:rsidR="006D7BF9">
        <w:rPr>
          <w:lang w:eastAsia="en-GB"/>
        </w:rPr>
        <w:t>s1</w:t>
      </w:r>
      <w:r w:rsidRPr="00E26562">
        <w:rPr>
          <w:lang w:eastAsia="en-GB"/>
        </w:rPr>
        <w:t>}, world!");</w:t>
      </w:r>
    </w:p>
    <w:p w14:paraId="1A0AFA4D" w14:textId="171AC5EB" w:rsidR="00E26562" w:rsidRPr="00E26562" w:rsidRDefault="00E26562" w:rsidP="005D234A">
      <w:pPr>
        <w:pStyle w:val="Code"/>
        <w:rPr>
          <w:lang w:eastAsia="en-GB"/>
        </w:rPr>
      </w:pPr>
      <w:r w:rsidRPr="00E26562">
        <w:rPr>
          <w:lang w:eastAsia="en-GB"/>
        </w:rPr>
        <w:t xml:space="preserve">  |                ^^ value borrowed here after move</w:t>
      </w:r>
    </w:p>
    <w:p w14:paraId="21440844" w14:textId="7927977E" w:rsidR="00E26562" w:rsidRDefault="00C0153C" w:rsidP="005D234A">
      <w:pPr>
        <w:pStyle w:val="Body"/>
        <w:rPr>
          <w:lang w:eastAsia="en-GB"/>
        </w:rPr>
      </w:pPr>
      <w:r>
        <w:rPr>
          <w:lang w:eastAsia="en-GB"/>
        </w:rPr>
        <w:fldChar w:fldCharType="begin"/>
      </w:r>
      <w:r>
        <w:instrText xml:space="preserve"> XE "shallow copy start</w:instrText>
      </w:r>
      <w:r w:rsidRPr="00AC00B2">
        <w:instrText>Range</w:instrText>
      </w:r>
      <w:r>
        <w:instrText xml:space="preserve">" </w:instrText>
      </w:r>
      <w:r>
        <w:rPr>
          <w:lang w:eastAsia="en-GB"/>
        </w:rPr>
        <w:fldChar w:fldCharType="end"/>
      </w:r>
      <w:r w:rsidR="008F4192">
        <w:rPr>
          <w:lang w:eastAsia="en-GB"/>
        </w:rPr>
        <w:fldChar w:fldCharType="begin"/>
      </w:r>
      <w:r w:rsidR="008F4192">
        <w:instrText xml:space="preserve"> XE "deep copy start</w:instrText>
      </w:r>
      <w:r w:rsidR="008F4192" w:rsidRPr="00AC00B2">
        <w:instrText>Range</w:instrText>
      </w:r>
      <w:r w:rsidR="008F4192">
        <w:instrText xml:space="preserve">" </w:instrText>
      </w:r>
      <w:r w:rsidR="008F4192">
        <w:rPr>
          <w:lang w:eastAsia="en-GB"/>
        </w:rPr>
        <w:fldChar w:fldCharType="end"/>
      </w:r>
      <w:r w:rsidR="00E26562" w:rsidRPr="005D234A">
        <w:t xml:space="preserve">If you’ve heard the terms </w:t>
      </w:r>
      <w:r w:rsidR="00E26562" w:rsidRPr="005D234A">
        <w:rPr>
          <w:rStyle w:val="Italic"/>
        </w:rPr>
        <w:t>shallow copy</w:t>
      </w:r>
      <w:r w:rsidR="00E26562" w:rsidRPr="005D234A">
        <w:t xml:space="preserve"> and </w:t>
      </w:r>
      <w:r w:rsidR="00E26562" w:rsidRPr="005D234A">
        <w:rPr>
          <w:rStyle w:val="Italic"/>
        </w:rPr>
        <w:t>deep copy</w:t>
      </w:r>
      <w:r w:rsidR="00E26562" w:rsidRPr="005D234A">
        <w:t xml:space="preserve"> while working with</w:t>
      </w:r>
      <w:r w:rsidR="00367A2E">
        <w:t xml:space="preserve"> </w:t>
      </w:r>
      <w:r w:rsidR="00E26562" w:rsidRPr="005D234A">
        <w:t>other languages, the concept of copying the pointer, length, and capacity</w:t>
      </w:r>
      <w:r w:rsidR="00367A2E">
        <w:t xml:space="preserve"> </w:t>
      </w:r>
      <w:r w:rsidR="00E26562" w:rsidRPr="005D234A">
        <w:t>without copying the data probably sounds like making a shallow copy.</w:t>
      </w:r>
      <w:r>
        <w:rPr>
          <w:lang w:eastAsia="en-GB"/>
        </w:rPr>
        <w:fldChar w:fldCharType="begin"/>
      </w:r>
      <w:r>
        <w:instrText xml:space="preserve"> XE "shallow copy end</w:instrText>
      </w:r>
      <w:r w:rsidRPr="00AC00B2">
        <w:instrText>Range</w:instrText>
      </w:r>
      <w:r>
        <w:instrText xml:space="preserve">" </w:instrText>
      </w:r>
      <w:r>
        <w:rPr>
          <w:lang w:eastAsia="en-GB"/>
        </w:rPr>
        <w:fldChar w:fldCharType="end"/>
      </w:r>
      <w:r w:rsidR="00E26562" w:rsidRPr="005D234A">
        <w:t xml:space="preserve"> But</w:t>
      </w:r>
      <w:r w:rsidR="00367A2E">
        <w:t xml:space="preserve"> </w:t>
      </w:r>
      <w:r w:rsidR="00E26562" w:rsidRPr="005D234A">
        <w:t xml:space="preserve">because Rust also invalidates the first variable, instead of </w:t>
      </w:r>
      <w:r w:rsidR="006E6143">
        <w:t xml:space="preserve">being </w:t>
      </w:r>
      <w:r w:rsidR="00E26562" w:rsidRPr="005D234A">
        <w:t>call</w:t>
      </w:r>
      <w:r w:rsidR="006E6143">
        <w:t>ed</w:t>
      </w:r>
      <w:r w:rsidR="00E26562" w:rsidRPr="005D234A">
        <w:t xml:space="preserve"> a</w:t>
      </w:r>
      <w:r w:rsidR="00367A2E">
        <w:t xml:space="preserve"> </w:t>
      </w:r>
      <w:r w:rsidR="00E26562" w:rsidRPr="005D234A">
        <w:t xml:space="preserve">shallow copy, it’s known as a </w:t>
      </w:r>
      <w:r w:rsidR="00E26562" w:rsidRPr="005D234A">
        <w:rPr>
          <w:rStyle w:val="Italic"/>
        </w:rPr>
        <w:t>move</w:t>
      </w:r>
      <w:r w:rsidR="00E26562" w:rsidRPr="005D234A">
        <w:t>. In this example, we would say that</w:t>
      </w:r>
      <w:r w:rsidR="00367A2E">
        <w:t xml:space="preserve"> </w:t>
      </w:r>
      <w:r w:rsidR="00E26562" w:rsidRPr="005D234A">
        <w:rPr>
          <w:rStyle w:val="Literal"/>
        </w:rPr>
        <w:t>s1</w:t>
      </w:r>
      <w:r w:rsidR="00E26562" w:rsidRPr="005D234A">
        <w:t xml:space="preserve"> was </w:t>
      </w:r>
      <w:r w:rsidR="00E26562" w:rsidRPr="005D234A">
        <w:rPr>
          <w:rStyle w:val="Italic"/>
        </w:rPr>
        <w:t>moved</w:t>
      </w:r>
      <w:r w:rsidR="00E26562" w:rsidRPr="005D234A">
        <w:t xml:space="preserve"> into </w:t>
      </w:r>
      <w:r w:rsidR="00E26562" w:rsidRPr="005D234A">
        <w:rPr>
          <w:rStyle w:val="Literal"/>
        </w:rPr>
        <w:t>s2</w:t>
      </w:r>
      <w:r w:rsidR="00E26562" w:rsidRPr="00E26562">
        <w:rPr>
          <w:lang w:eastAsia="en-GB"/>
        </w:rPr>
        <w:t>. So</w:t>
      </w:r>
      <w:r w:rsidR="00DD49F2">
        <w:rPr>
          <w:lang w:eastAsia="en-GB"/>
        </w:rPr>
        <w:t>,</w:t>
      </w:r>
      <w:r w:rsidR="00E26562" w:rsidRPr="00E26562">
        <w:rPr>
          <w:lang w:eastAsia="en-GB"/>
        </w:rPr>
        <w:t xml:space="preserve"> what actually happens is shown in Figure 4-4.</w:t>
      </w:r>
    </w:p>
    <w:p w14:paraId="210DB7C6" w14:textId="0AE0168E" w:rsidR="00E2720F" w:rsidRPr="00E26562" w:rsidRDefault="00E2720F" w:rsidP="00E2720F">
      <w:pPr>
        <w:pStyle w:val="GraphicSlug"/>
        <w:rPr>
          <w:lang w:eastAsia="en-GB"/>
        </w:rPr>
      </w:pPr>
      <w:r>
        <w:rPr>
          <w:lang w:eastAsia="en-GB"/>
        </w:rPr>
        <w:t>[f04004.</w:t>
      </w:r>
      <w:r w:rsidR="004531E0">
        <w:rPr>
          <w:lang w:eastAsia="en-GB"/>
        </w:rPr>
        <w:t>eps</w:t>
      </w:r>
      <w:r>
        <w:rPr>
          <w:lang w:eastAsia="en-GB"/>
        </w:rPr>
        <w:t>]</w:t>
      </w:r>
      <w:r w:rsidR="0072421D" w:rsidRPr="00CC18E0">
        <w:rPr>
          <w:rStyle w:val="AltText"/>
        </w:rPr>
        <w:t>&lt;&lt;</w:t>
      </w:r>
      <w:r w:rsidR="0072421D">
        <w:rPr>
          <w:rStyle w:val="AltText"/>
        </w:rPr>
        <w:t>Three tables: tables s1 and s2 representing those strings on the stack, respectively, and both pointing to the same string data on the heap. Table s1 is grayed out because s1 is no longer valid</w:t>
      </w:r>
      <w:r w:rsidR="00A11C08">
        <w:rPr>
          <w:rStyle w:val="AltText"/>
        </w:rPr>
        <w:t>; only s2 can be used to access the heap data</w:t>
      </w:r>
      <w:r w:rsidR="0072421D">
        <w:rPr>
          <w:rStyle w:val="AltText"/>
        </w:rPr>
        <w:t>.</w:t>
      </w:r>
      <w:r w:rsidR="0072421D" w:rsidRPr="00CC18E0">
        <w:rPr>
          <w:rStyle w:val="AltText"/>
        </w:rPr>
        <w:t>&gt;&gt;</w:t>
      </w:r>
    </w:p>
    <w:p w14:paraId="49FDEEB8" w14:textId="0877C8F1" w:rsidR="00E26562" w:rsidRPr="00E26562" w:rsidRDefault="00E26562" w:rsidP="00E66116">
      <w:pPr>
        <w:pStyle w:val="CaptionLine"/>
        <w:rPr>
          <w:lang w:eastAsia="en-GB"/>
        </w:rPr>
      </w:pPr>
      <w:r w:rsidRPr="005D234A">
        <w:t xml:space="preserve">Representation in memory after </w:t>
      </w:r>
      <w:r w:rsidRPr="005D234A">
        <w:rPr>
          <w:rStyle w:val="Literal"/>
        </w:rPr>
        <w:t>s1</w:t>
      </w:r>
      <w:r w:rsidRPr="00E26562">
        <w:rPr>
          <w:lang w:eastAsia="en-GB"/>
        </w:rPr>
        <w:t xml:space="preserve"> has been invalidated</w:t>
      </w:r>
    </w:p>
    <w:p w14:paraId="2DBBF6C4" w14:textId="7EEBB5C7" w:rsidR="00E26562" w:rsidRPr="00E26562" w:rsidRDefault="00E26562" w:rsidP="005D234A">
      <w:pPr>
        <w:pStyle w:val="Body"/>
        <w:rPr>
          <w:lang w:eastAsia="en-GB"/>
        </w:rPr>
      </w:pPr>
      <w:r w:rsidRPr="00E26562">
        <w:rPr>
          <w:lang w:eastAsia="en-GB"/>
        </w:rPr>
        <w:t xml:space="preserve">That solves our problem! With only </w:t>
      </w:r>
      <w:r w:rsidRPr="005D234A">
        <w:rPr>
          <w:rStyle w:val="Literal"/>
        </w:rPr>
        <w:t>s2</w:t>
      </w:r>
      <w:r w:rsidRPr="00E26562">
        <w:rPr>
          <w:lang w:eastAsia="en-GB"/>
        </w:rPr>
        <w:t xml:space="preserve"> valid, when it goes out of scope it</w:t>
      </w:r>
      <w:r w:rsidR="00367A2E">
        <w:rPr>
          <w:lang w:eastAsia="en-GB"/>
        </w:rPr>
        <w:t xml:space="preserve"> </w:t>
      </w:r>
      <w:r w:rsidRPr="00E26562">
        <w:rPr>
          <w:lang w:eastAsia="en-GB"/>
        </w:rPr>
        <w:t>alone will free the memory, and we’re done.</w:t>
      </w:r>
      <w:r w:rsidR="002A5BA3">
        <w:rPr>
          <w:lang w:eastAsia="en-GB"/>
        </w:rPr>
        <w:fldChar w:fldCharType="begin"/>
      </w:r>
      <w:r w:rsidR="002A5BA3">
        <w:instrText xml:space="preserve"> XE "invalidated variable end</w:instrText>
      </w:r>
      <w:r w:rsidR="002A5BA3" w:rsidRPr="00AC00B2">
        <w:instrText>Range</w:instrText>
      </w:r>
      <w:r w:rsidR="002A5BA3">
        <w:instrText xml:space="preserve">" </w:instrText>
      </w:r>
      <w:r w:rsidR="002A5BA3">
        <w:rPr>
          <w:lang w:eastAsia="en-GB"/>
        </w:rPr>
        <w:fldChar w:fldCharType="end"/>
      </w:r>
    </w:p>
    <w:p w14:paraId="1EF68297" w14:textId="0280BD04" w:rsidR="00E26562" w:rsidRPr="00E26562" w:rsidRDefault="00E26562" w:rsidP="005D234A">
      <w:pPr>
        <w:pStyle w:val="Body"/>
        <w:rPr>
          <w:lang w:eastAsia="en-GB"/>
        </w:rPr>
      </w:pPr>
      <w:r w:rsidRPr="00E26562">
        <w:rPr>
          <w:lang w:eastAsia="en-GB"/>
        </w:rPr>
        <w:t>In addition, there’s a design choice that’s implied by this: Rust will never</w:t>
      </w:r>
      <w:r w:rsidR="00367A2E">
        <w:rPr>
          <w:lang w:eastAsia="en-GB"/>
        </w:rPr>
        <w:t xml:space="preserve"> </w:t>
      </w:r>
      <w:r w:rsidRPr="00E26562">
        <w:rPr>
          <w:lang w:eastAsia="en-GB"/>
        </w:rPr>
        <w:t xml:space="preserve">automatically create “deep” copies of your data. Therefore, any </w:t>
      </w:r>
      <w:r w:rsidRPr="005D234A">
        <w:rPr>
          <w:rStyle w:val="Italic"/>
        </w:rPr>
        <w:t>automatic</w:t>
      </w:r>
      <w:r w:rsidR="00367A2E">
        <w:rPr>
          <w:lang w:eastAsia="en-GB"/>
        </w:rPr>
        <w:t xml:space="preserve"> </w:t>
      </w:r>
      <w:r w:rsidRPr="00E26562">
        <w:rPr>
          <w:lang w:eastAsia="en-GB"/>
        </w:rPr>
        <w:t>copying can be assumed to be inexpensive in terms of runtime performance.</w:t>
      </w:r>
      <w:r w:rsidR="00391D6B" w:rsidRPr="00391D6B">
        <w:rPr>
          <w:lang w:eastAsia="en-GB"/>
        </w:rPr>
        <w:t xml:space="preserve"> </w:t>
      </w:r>
      <w:r w:rsidR="00391D6B">
        <w:rPr>
          <w:lang w:eastAsia="en-GB"/>
        </w:rPr>
        <w:fldChar w:fldCharType="begin"/>
      </w:r>
      <w:r w:rsidR="00391D6B">
        <w:instrText xml:space="preserve"> XE "moving ownership end</w:instrText>
      </w:r>
      <w:r w:rsidR="00391D6B" w:rsidRPr="00AC00B2">
        <w:instrText>Range</w:instrText>
      </w:r>
      <w:r w:rsidR="00391D6B">
        <w:instrText xml:space="preserve">" </w:instrText>
      </w:r>
      <w:r w:rsidR="00391D6B">
        <w:rPr>
          <w:lang w:eastAsia="en-GB"/>
        </w:rPr>
        <w:fldChar w:fldCharType="end"/>
      </w:r>
    </w:p>
    <w:bookmarkStart w:id="21" w:name="ways-variables-and-data-interact:-clone"/>
    <w:bookmarkStart w:id="22" w:name="_Toc107220601"/>
    <w:bookmarkEnd w:id="21"/>
    <w:p w14:paraId="71FC95F9" w14:textId="33A9A0FC" w:rsidR="00E26562" w:rsidRPr="00E26562" w:rsidRDefault="006E77D6" w:rsidP="005D234A">
      <w:pPr>
        <w:pStyle w:val="HeadC"/>
        <w:rPr>
          <w:lang w:eastAsia="en-GB"/>
        </w:rPr>
      </w:pPr>
      <w:r>
        <w:rPr>
          <w:lang w:eastAsia="en-GB"/>
        </w:rPr>
        <w:fldChar w:fldCharType="begin"/>
      </w:r>
      <w:r>
        <w:instrText xml:space="preserve"> XE "clone method:deep copy creation start</w:instrText>
      </w:r>
      <w:r w:rsidRPr="00AC00B2">
        <w:instrText>Range</w:instrText>
      </w:r>
      <w:r>
        <w:instrText xml:space="preserve">" </w:instrText>
      </w:r>
      <w:r>
        <w:rPr>
          <w:lang w:eastAsia="en-GB"/>
        </w:rPr>
        <w:fldChar w:fldCharType="end"/>
      </w:r>
      <w:r w:rsidR="00062EBA">
        <w:rPr>
          <w:lang w:eastAsia="en-GB"/>
        </w:rPr>
        <w:t xml:space="preserve">Variables and Data Interacting </w:t>
      </w:r>
      <w:r w:rsidR="00250C4F">
        <w:rPr>
          <w:lang w:eastAsia="en-GB"/>
        </w:rPr>
        <w:t>w</w:t>
      </w:r>
      <w:r w:rsidR="00CC2788">
        <w:rPr>
          <w:lang w:eastAsia="en-GB"/>
        </w:rPr>
        <w:t>ith</w:t>
      </w:r>
      <w:r w:rsidR="00E26562" w:rsidRPr="00E26562">
        <w:rPr>
          <w:lang w:eastAsia="en-GB"/>
        </w:rPr>
        <w:t xml:space="preserve"> Clone</w:t>
      </w:r>
      <w:bookmarkEnd w:id="22"/>
    </w:p>
    <w:p w14:paraId="0212575D" w14:textId="04E9A03F" w:rsidR="00E26562" w:rsidRPr="00E26562" w:rsidRDefault="00E26562" w:rsidP="005D234A">
      <w:pPr>
        <w:pStyle w:val="Body"/>
        <w:rPr>
          <w:lang w:eastAsia="en-GB"/>
        </w:rPr>
      </w:pPr>
      <w:r w:rsidRPr="005D234A">
        <w:t xml:space="preserve">If we </w:t>
      </w:r>
      <w:r w:rsidRPr="005D234A">
        <w:rPr>
          <w:rStyle w:val="Italic"/>
        </w:rPr>
        <w:t>do</w:t>
      </w:r>
      <w:r w:rsidRPr="005D234A">
        <w:t xml:space="preserve"> want to deeply copy the heap data of the </w:t>
      </w:r>
      <w:r w:rsidRPr="005D234A">
        <w:rPr>
          <w:rStyle w:val="Literal"/>
        </w:rPr>
        <w:t>String</w:t>
      </w:r>
      <w:r w:rsidRPr="005D234A">
        <w:t>, not just the</w:t>
      </w:r>
      <w:r w:rsidR="00367A2E">
        <w:t xml:space="preserve"> </w:t>
      </w:r>
      <w:r w:rsidRPr="005D234A">
        <w:t xml:space="preserve">stack data, we can use a common method called </w:t>
      </w:r>
      <w:r w:rsidRPr="005D234A">
        <w:rPr>
          <w:rStyle w:val="Literal"/>
        </w:rPr>
        <w:t>clone</w:t>
      </w:r>
      <w:r w:rsidRPr="00E26562">
        <w:rPr>
          <w:lang w:eastAsia="en-GB"/>
        </w:rPr>
        <w:t>. We’ll discuss method</w:t>
      </w:r>
      <w:r w:rsidR="00367A2E">
        <w:rPr>
          <w:lang w:eastAsia="en-GB"/>
        </w:rPr>
        <w:t xml:space="preserve"> </w:t>
      </w:r>
      <w:r w:rsidRPr="00E26562">
        <w:rPr>
          <w:lang w:eastAsia="en-GB"/>
        </w:rPr>
        <w:t xml:space="preserve">syntax in </w:t>
      </w:r>
      <w:r w:rsidR="00DE39C6" w:rsidRPr="00DE39C6">
        <w:rPr>
          <w:rStyle w:val="Xref"/>
        </w:rPr>
        <w:t>Chapter</w:t>
      </w:r>
      <w:r w:rsidRPr="00412557">
        <w:rPr>
          <w:rStyle w:val="Xref"/>
        </w:rPr>
        <w:t xml:space="preserve"> 5</w:t>
      </w:r>
      <w:r w:rsidRPr="00E26562">
        <w:rPr>
          <w:lang w:eastAsia="en-GB"/>
        </w:rPr>
        <w:t>, but because methods are a common feature in many</w:t>
      </w:r>
      <w:r w:rsidR="00367A2E">
        <w:rPr>
          <w:lang w:eastAsia="en-GB"/>
        </w:rPr>
        <w:t xml:space="preserve"> </w:t>
      </w:r>
      <w:r w:rsidRPr="00E26562">
        <w:rPr>
          <w:lang w:eastAsia="en-GB"/>
        </w:rPr>
        <w:t>programming languages, you’ve probably seen them before.</w:t>
      </w:r>
    </w:p>
    <w:p w14:paraId="14AE3F76" w14:textId="77777777" w:rsidR="00E26562" w:rsidRPr="00E26562" w:rsidRDefault="00E26562" w:rsidP="005D234A">
      <w:pPr>
        <w:pStyle w:val="Body"/>
        <w:rPr>
          <w:lang w:eastAsia="en-GB"/>
        </w:rPr>
      </w:pPr>
      <w:r w:rsidRPr="00E26562">
        <w:rPr>
          <w:lang w:eastAsia="en-GB"/>
        </w:rPr>
        <w:t xml:space="preserve">Here’s an example of the </w:t>
      </w:r>
      <w:r w:rsidRPr="005D234A">
        <w:rPr>
          <w:rStyle w:val="Literal"/>
        </w:rPr>
        <w:t>clone</w:t>
      </w:r>
      <w:r w:rsidRPr="00E26562">
        <w:rPr>
          <w:lang w:eastAsia="en-GB"/>
        </w:rPr>
        <w:t xml:space="preserve"> method in action:</w:t>
      </w:r>
    </w:p>
    <w:p w14:paraId="7BC55FF1" w14:textId="77777777" w:rsidR="00E26562" w:rsidRPr="00E26562" w:rsidRDefault="00E26562" w:rsidP="005D234A">
      <w:pPr>
        <w:pStyle w:val="Code"/>
        <w:rPr>
          <w:lang w:eastAsia="en-GB"/>
        </w:rPr>
      </w:pPr>
      <w:r w:rsidRPr="00E26562">
        <w:rPr>
          <w:lang w:eastAsia="en-GB"/>
        </w:rPr>
        <w:t>let s1 = String::from("hello");</w:t>
      </w:r>
    </w:p>
    <w:p w14:paraId="5DFE9BBB" w14:textId="77777777" w:rsidR="00E26562" w:rsidRPr="00E26562" w:rsidRDefault="00E26562" w:rsidP="005D234A">
      <w:pPr>
        <w:pStyle w:val="Code"/>
        <w:rPr>
          <w:lang w:eastAsia="en-GB"/>
        </w:rPr>
      </w:pPr>
      <w:r w:rsidRPr="00E26562">
        <w:rPr>
          <w:lang w:eastAsia="en-GB"/>
        </w:rPr>
        <w:t>let s2 = s1.clone();</w:t>
      </w:r>
    </w:p>
    <w:p w14:paraId="0BA94674" w14:textId="77777777" w:rsidR="00E26562" w:rsidRPr="00E26562" w:rsidRDefault="00E26562" w:rsidP="005D234A">
      <w:pPr>
        <w:pStyle w:val="Code"/>
        <w:rPr>
          <w:lang w:eastAsia="en-GB"/>
        </w:rPr>
      </w:pPr>
    </w:p>
    <w:p w14:paraId="78008ABB" w14:textId="2784A81C" w:rsidR="00E26562" w:rsidRPr="00E26562" w:rsidRDefault="00E26562" w:rsidP="005D234A">
      <w:pPr>
        <w:pStyle w:val="Code"/>
        <w:rPr>
          <w:lang w:eastAsia="en-GB"/>
        </w:rPr>
      </w:pPr>
      <w:r w:rsidRPr="00E26562">
        <w:rPr>
          <w:lang w:eastAsia="en-GB"/>
        </w:rPr>
        <w:t>println!("s1 = {</w:t>
      </w:r>
      <w:r w:rsidR="00F34C51">
        <w:rPr>
          <w:lang w:eastAsia="en-GB"/>
        </w:rPr>
        <w:t>s1</w:t>
      </w:r>
      <w:r w:rsidRPr="00E26562">
        <w:rPr>
          <w:lang w:eastAsia="en-GB"/>
        </w:rPr>
        <w:t>}, s2 = {</w:t>
      </w:r>
      <w:r w:rsidR="00F34C51">
        <w:rPr>
          <w:lang w:eastAsia="en-GB"/>
        </w:rPr>
        <w:t>s2</w:t>
      </w:r>
      <w:r w:rsidRPr="00E26562">
        <w:rPr>
          <w:lang w:eastAsia="en-GB"/>
        </w:rPr>
        <w:t>}");</w:t>
      </w:r>
    </w:p>
    <w:p w14:paraId="47D729C9" w14:textId="3CFFB367" w:rsidR="00E26562" w:rsidRPr="00E26562" w:rsidRDefault="00E26562" w:rsidP="005D234A">
      <w:pPr>
        <w:pStyle w:val="Body"/>
        <w:rPr>
          <w:lang w:eastAsia="en-GB"/>
        </w:rPr>
      </w:pPr>
      <w:r w:rsidRPr="005D234A">
        <w:t>This works just fine and explicitly produces the behavior shown in Figure 4-3,</w:t>
      </w:r>
      <w:r w:rsidR="00367A2E">
        <w:t xml:space="preserve"> </w:t>
      </w:r>
      <w:r w:rsidRPr="005D234A">
        <w:t xml:space="preserve">where the heap data </w:t>
      </w:r>
      <w:r w:rsidRPr="005D234A">
        <w:rPr>
          <w:rStyle w:val="Italic"/>
        </w:rPr>
        <w:t>does</w:t>
      </w:r>
      <w:r w:rsidRPr="00E26562">
        <w:rPr>
          <w:lang w:eastAsia="en-GB"/>
        </w:rPr>
        <w:t xml:space="preserve"> get copied.</w:t>
      </w:r>
    </w:p>
    <w:p w14:paraId="246AD59E" w14:textId="113B7360" w:rsidR="00E26562" w:rsidRPr="00E26562" w:rsidRDefault="00E26562" w:rsidP="005D234A">
      <w:pPr>
        <w:pStyle w:val="Body"/>
        <w:rPr>
          <w:lang w:eastAsia="en-GB"/>
        </w:rPr>
      </w:pPr>
      <w:r w:rsidRPr="00E26562">
        <w:rPr>
          <w:lang w:eastAsia="en-GB"/>
        </w:rPr>
        <w:t xml:space="preserve">When you see a call to </w:t>
      </w:r>
      <w:r w:rsidRPr="005D234A">
        <w:rPr>
          <w:rStyle w:val="Literal"/>
        </w:rPr>
        <w:t>clone</w:t>
      </w:r>
      <w:r w:rsidRPr="00E26562">
        <w:rPr>
          <w:lang w:eastAsia="en-GB"/>
        </w:rPr>
        <w:t>, you know that some arbitrary code is being</w:t>
      </w:r>
      <w:r w:rsidR="00367A2E">
        <w:rPr>
          <w:lang w:eastAsia="en-GB"/>
        </w:rPr>
        <w:t xml:space="preserve"> </w:t>
      </w:r>
      <w:r w:rsidRPr="00E26562">
        <w:rPr>
          <w:lang w:eastAsia="en-GB"/>
        </w:rPr>
        <w:t>executed and that code may be expensive. It’s a visual indicator that something</w:t>
      </w:r>
      <w:r w:rsidR="00367A2E">
        <w:rPr>
          <w:lang w:eastAsia="en-GB"/>
        </w:rPr>
        <w:t xml:space="preserve"> </w:t>
      </w:r>
      <w:r w:rsidRPr="00E26562">
        <w:rPr>
          <w:lang w:eastAsia="en-GB"/>
        </w:rPr>
        <w:t>different is going on.</w:t>
      </w:r>
      <w:r w:rsidR="006E77D6">
        <w:rPr>
          <w:lang w:eastAsia="en-GB"/>
        </w:rPr>
        <w:fldChar w:fldCharType="begin"/>
      </w:r>
      <w:r w:rsidR="006E77D6">
        <w:instrText xml:space="preserve"> XE "clone method:deep copy creation end</w:instrText>
      </w:r>
      <w:r w:rsidR="006E77D6" w:rsidRPr="00AC00B2">
        <w:instrText>Range</w:instrText>
      </w:r>
      <w:r w:rsidR="006E77D6">
        <w:instrText xml:space="preserve">" </w:instrText>
      </w:r>
      <w:r w:rsidR="006E77D6">
        <w:rPr>
          <w:lang w:eastAsia="en-GB"/>
        </w:rPr>
        <w:fldChar w:fldCharType="end"/>
      </w:r>
      <w:r w:rsidR="008F4192">
        <w:rPr>
          <w:lang w:eastAsia="en-GB"/>
        </w:rPr>
        <w:fldChar w:fldCharType="begin"/>
      </w:r>
      <w:r w:rsidR="008F4192">
        <w:instrText xml:space="preserve"> XE "deep copy end</w:instrText>
      </w:r>
      <w:r w:rsidR="008F4192" w:rsidRPr="00AC00B2">
        <w:instrText>Range</w:instrText>
      </w:r>
      <w:r w:rsidR="008F4192">
        <w:instrText xml:space="preserve">" </w:instrText>
      </w:r>
      <w:r w:rsidR="008F4192">
        <w:rPr>
          <w:lang w:eastAsia="en-GB"/>
        </w:rPr>
        <w:fldChar w:fldCharType="end"/>
      </w:r>
    </w:p>
    <w:bookmarkStart w:id="23" w:name="stack-only-data:-copy"/>
    <w:bookmarkStart w:id="24" w:name="_Toc107220602"/>
    <w:bookmarkEnd w:id="23"/>
    <w:p w14:paraId="3191E0D2" w14:textId="235D1D73" w:rsidR="00E26562" w:rsidRPr="00E26562" w:rsidRDefault="0023716A" w:rsidP="005D234A">
      <w:pPr>
        <w:pStyle w:val="HeadC"/>
        <w:rPr>
          <w:lang w:eastAsia="en-GB"/>
        </w:rPr>
      </w:pPr>
      <w:r>
        <w:rPr>
          <w:lang w:eastAsia="en-GB"/>
        </w:rPr>
        <w:fldChar w:fldCharType="begin"/>
      </w:r>
      <w:r>
        <w:instrText xml:space="preserve"> XE "Copy trait start</w:instrText>
      </w:r>
      <w:r w:rsidRPr="00AC00B2">
        <w:instrText>Range</w:instrText>
      </w:r>
      <w:r>
        <w:instrText xml:space="preserve">" </w:instrText>
      </w:r>
      <w:r>
        <w:rPr>
          <w:lang w:eastAsia="en-GB"/>
        </w:rPr>
        <w:fldChar w:fldCharType="end"/>
      </w:r>
      <w:r w:rsidR="00E26562" w:rsidRPr="00E26562">
        <w:rPr>
          <w:lang w:eastAsia="en-GB"/>
        </w:rPr>
        <w:t>Stack-Only Data: Copy</w:t>
      </w:r>
      <w:bookmarkEnd w:id="24"/>
    </w:p>
    <w:p w14:paraId="446AAAA3" w14:textId="776E2D58" w:rsidR="00E26562" w:rsidRPr="00E26562" w:rsidRDefault="00E26562" w:rsidP="005D234A">
      <w:pPr>
        <w:pStyle w:val="Body"/>
        <w:rPr>
          <w:lang w:eastAsia="en-GB"/>
        </w:rPr>
      </w:pPr>
      <w:r w:rsidRPr="00E26562">
        <w:rPr>
          <w:lang w:eastAsia="en-GB"/>
        </w:rPr>
        <w:t xml:space="preserve">There’s another wrinkle we haven’t talked about yet. This code using </w:t>
      </w:r>
      <w:r w:rsidRPr="00E26562">
        <w:rPr>
          <w:lang w:eastAsia="en-GB"/>
        </w:rPr>
        <w:lastRenderedPageBreak/>
        <w:t>integers</w:t>
      </w:r>
      <w:r w:rsidR="00E2720F">
        <w:rPr>
          <w:lang w:eastAsia="en-GB"/>
        </w:rPr>
        <w:t>—</w:t>
      </w:r>
      <w:r w:rsidRPr="00E26562">
        <w:rPr>
          <w:lang w:eastAsia="en-GB"/>
        </w:rPr>
        <w:t>part of which was shown in Listing 4-2</w:t>
      </w:r>
      <w:r w:rsidR="00E2720F">
        <w:rPr>
          <w:lang w:eastAsia="en-GB"/>
        </w:rPr>
        <w:t>—</w:t>
      </w:r>
      <w:r w:rsidRPr="00E26562">
        <w:rPr>
          <w:lang w:eastAsia="en-GB"/>
        </w:rPr>
        <w:t>works and is valid:</w:t>
      </w:r>
    </w:p>
    <w:p w14:paraId="4B20FA98" w14:textId="77777777" w:rsidR="00E26562" w:rsidRPr="00E26562" w:rsidRDefault="00E26562" w:rsidP="005D234A">
      <w:pPr>
        <w:pStyle w:val="Code"/>
        <w:rPr>
          <w:lang w:eastAsia="en-GB"/>
        </w:rPr>
      </w:pPr>
      <w:r w:rsidRPr="00E26562">
        <w:rPr>
          <w:lang w:eastAsia="en-GB"/>
        </w:rPr>
        <w:t>let x = 5;</w:t>
      </w:r>
    </w:p>
    <w:p w14:paraId="4B3A68B8" w14:textId="77777777" w:rsidR="00E26562" w:rsidRPr="00E26562" w:rsidRDefault="00E26562" w:rsidP="005D234A">
      <w:pPr>
        <w:pStyle w:val="Code"/>
        <w:rPr>
          <w:lang w:eastAsia="en-GB"/>
        </w:rPr>
      </w:pPr>
      <w:r w:rsidRPr="00E26562">
        <w:rPr>
          <w:lang w:eastAsia="en-GB"/>
        </w:rPr>
        <w:t>let y = x;</w:t>
      </w:r>
    </w:p>
    <w:p w14:paraId="1AD029F8" w14:textId="77777777" w:rsidR="00E26562" w:rsidRPr="00E26562" w:rsidRDefault="00E26562" w:rsidP="005D234A">
      <w:pPr>
        <w:pStyle w:val="Code"/>
        <w:rPr>
          <w:lang w:eastAsia="en-GB"/>
        </w:rPr>
      </w:pPr>
    </w:p>
    <w:p w14:paraId="3EE6E1BD" w14:textId="1490B883" w:rsidR="00E26562" w:rsidRPr="00E26562" w:rsidRDefault="00E26562" w:rsidP="005D234A">
      <w:pPr>
        <w:pStyle w:val="Code"/>
        <w:rPr>
          <w:lang w:eastAsia="en-GB"/>
        </w:rPr>
      </w:pPr>
      <w:r w:rsidRPr="00E26562">
        <w:rPr>
          <w:lang w:eastAsia="en-GB"/>
        </w:rPr>
        <w:t>println!("x = {</w:t>
      </w:r>
      <w:r w:rsidR="00721BE8">
        <w:rPr>
          <w:lang w:eastAsia="en-GB"/>
        </w:rPr>
        <w:t>x</w:t>
      </w:r>
      <w:r w:rsidRPr="00E26562">
        <w:rPr>
          <w:lang w:eastAsia="en-GB"/>
        </w:rPr>
        <w:t>}, y = {</w:t>
      </w:r>
      <w:r w:rsidR="00721BE8">
        <w:rPr>
          <w:lang w:eastAsia="en-GB"/>
        </w:rPr>
        <w:t>y</w:t>
      </w:r>
      <w:r w:rsidRPr="00E26562">
        <w:rPr>
          <w:lang w:eastAsia="en-GB"/>
        </w:rPr>
        <w:t>}");</w:t>
      </w:r>
    </w:p>
    <w:p w14:paraId="3A6EF6E9" w14:textId="7D95F96F" w:rsidR="00E26562" w:rsidRPr="00E26562" w:rsidRDefault="00E26562" w:rsidP="005D234A">
      <w:pPr>
        <w:pStyle w:val="Body"/>
        <w:rPr>
          <w:lang w:eastAsia="en-GB"/>
        </w:rPr>
      </w:pPr>
      <w:r w:rsidRPr="005D234A">
        <w:t>But this code seems to contradict what we just learned: we don’t have a call to</w:t>
      </w:r>
      <w:r w:rsidR="00367A2E">
        <w:t xml:space="preserve"> </w:t>
      </w:r>
      <w:r w:rsidRPr="005D234A">
        <w:rPr>
          <w:rStyle w:val="Literal"/>
        </w:rPr>
        <w:t>clone</w:t>
      </w:r>
      <w:r w:rsidRPr="005D234A">
        <w:t xml:space="preserve">, but </w:t>
      </w:r>
      <w:r w:rsidRPr="005D234A">
        <w:rPr>
          <w:rStyle w:val="Literal"/>
        </w:rPr>
        <w:t>x</w:t>
      </w:r>
      <w:r w:rsidRPr="005D234A">
        <w:t xml:space="preserve"> is still valid and wasn’t moved into </w:t>
      </w:r>
      <w:r w:rsidRPr="005D234A">
        <w:rPr>
          <w:rStyle w:val="Literal"/>
        </w:rPr>
        <w:t>y</w:t>
      </w:r>
      <w:r w:rsidRPr="00E26562">
        <w:rPr>
          <w:lang w:eastAsia="en-GB"/>
        </w:rPr>
        <w:t>.</w:t>
      </w:r>
    </w:p>
    <w:p w14:paraId="4E032E06" w14:textId="34E2DE8F" w:rsidR="00E26562" w:rsidRPr="00E26562" w:rsidRDefault="00E26562" w:rsidP="005D234A">
      <w:pPr>
        <w:pStyle w:val="Body"/>
        <w:rPr>
          <w:lang w:eastAsia="en-GB"/>
        </w:rPr>
      </w:pPr>
      <w:r w:rsidRPr="00E26562">
        <w:rPr>
          <w:lang w:eastAsia="en-GB"/>
        </w:rPr>
        <w:t>The reason is that types such as integers that have a known size at compile</w:t>
      </w:r>
      <w:r w:rsidR="00367A2E">
        <w:rPr>
          <w:lang w:eastAsia="en-GB"/>
        </w:rPr>
        <w:t xml:space="preserve"> </w:t>
      </w:r>
      <w:r w:rsidRPr="00E26562">
        <w:rPr>
          <w:lang w:eastAsia="en-GB"/>
        </w:rPr>
        <w:t>time are stored entirely on the stack, so copies of the actual values are quick</w:t>
      </w:r>
      <w:r w:rsidR="00367A2E">
        <w:rPr>
          <w:lang w:eastAsia="en-GB"/>
        </w:rPr>
        <w:t xml:space="preserve"> </w:t>
      </w:r>
      <w:r w:rsidRPr="00E26562">
        <w:rPr>
          <w:lang w:eastAsia="en-GB"/>
        </w:rPr>
        <w:t xml:space="preserve">to make. That means there’s no reason we would want to prevent </w:t>
      </w:r>
      <w:r w:rsidRPr="005D234A">
        <w:rPr>
          <w:rStyle w:val="Literal"/>
        </w:rPr>
        <w:t>x</w:t>
      </w:r>
      <w:r w:rsidRPr="005D234A">
        <w:t xml:space="preserve"> from being</w:t>
      </w:r>
      <w:r w:rsidR="00367A2E">
        <w:t xml:space="preserve"> </w:t>
      </w:r>
      <w:r w:rsidRPr="005D234A">
        <w:t xml:space="preserve">valid after we create the variable </w:t>
      </w:r>
      <w:r w:rsidRPr="005D234A">
        <w:rPr>
          <w:rStyle w:val="Literal"/>
        </w:rPr>
        <w:t>y</w:t>
      </w:r>
      <w:r w:rsidRPr="005D234A">
        <w:t>. In other words, there’s no difference</w:t>
      </w:r>
      <w:r w:rsidR="00367A2E">
        <w:t xml:space="preserve"> </w:t>
      </w:r>
      <w:r w:rsidRPr="005D234A">
        <w:t xml:space="preserve">between deep and shallow copying here, so calling </w:t>
      </w:r>
      <w:r w:rsidRPr="005D234A">
        <w:rPr>
          <w:rStyle w:val="Literal"/>
        </w:rPr>
        <w:t>clone</w:t>
      </w:r>
      <w:r w:rsidRPr="00E26562">
        <w:rPr>
          <w:lang w:eastAsia="en-GB"/>
        </w:rPr>
        <w:t xml:space="preserve"> wouldn’t do anything</w:t>
      </w:r>
      <w:r w:rsidR="00367A2E">
        <w:rPr>
          <w:lang w:eastAsia="en-GB"/>
        </w:rPr>
        <w:t xml:space="preserve"> </w:t>
      </w:r>
      <w:r w:rsidRPr="00E26562">
        <w:rPr>
          <w:lang w:eastAsia="en-GB"/>
        </w:rPr>
        <w:t>different from the usual shallow copying</w:t>
      </w:r>
      <w:r w:rsidR="00C94B26">
        <w:rPr>
          <w:lang w:eastAsia="en-GB"/>
        </w:rPr>
        <w:t>,</w:t>
      </w:r>
      <w:r w:rsidRPr="00E26562">
        <w:rPr>
          <w:lang w:eastAsia="en-GB"/>
        </w:rPr>
        <w:t xml:space="preserve"> and we can leave it out.</w:t>
      </w:r>
    </w:p>
    <w:p w14:paraId="6B096CCD" w14:textId="707FC74D" w:rsidR="00E26562" w:rsidRPr="00E26562" w:rsidRDefault="00E26562" w:rsidP="005D234A">
      <w:pPr>
        <w:pStyle w:val="Body"/>
        <w:rPr>
          <w:lang w:eastAsia="en-GB"/>
        </w:rPr>
      </w:pPr>
      <w:r w:rsidRPr="00E26562">
        <w:rPr>
          <w:lang w:eastAsia="en-GB"/>
        </w:rPr>
        <w:t xml:space="preserve">Rust has a special annotation called the </w:t>
      </w:r>
      <w:r w:rsidRPr="005D234A">
        <w:rPr>
          <w:rStyle w:val="Literal"/>
        </w:rPr>
        <w:t>Copy</w:t>
      </w:r>
      <w:r w:rsidRPr="005D234A">
        <w:t xml:space="preserve"> trait that we can place on</w:t>
      </w:r>
      <w:r w:rsidR="00367A2E">
        <w:t xml:space="preserve"> </w:t>
      </w:r>
      <w:r w:rsidRPr="005D234A">
        <w:t>types that are stored on the stack, as integers are (we’ll talk more about</w:t>
      </w:r>
      <w:r w:rsidR="00367A2E">
        <w:t xml:space="preserve"> </w:t>
      </w:r>
      <w:r w:rsidRPr="005D234A">
        <w:t xml:space="preserve">traits in </w:t>
      </w:r>
      <w:r w:rsidR="00DE39C6" w:rsidRPr="00DE39C6">
        <w:rPr>
          <w:rStyle w:val="Xref"/>
        </w:rPr>
        <w:t>Chapter</w:t>
      </w:r>
      <w:r w:rsidRPr="00412557">
        <w:rPr>
          <w:rStyle w:val="Xref"/>
        </w:rPr>
        <w:t xml:space="preserve"> 10</w:t>
      </w:r>
      <w:r w:rsidRPr="005D234A">
        <w:t xml:space="preserve">). If a type implements the </w:t>
      </w:r>
      <w:r w:rsidRPr="005D234A">
        <w:rPr>
          <w:rStyle w:val="Literal"/>
        </w:rPr>
        <w:t>Copy</w:t>
      </w:r>
      <w:r w:rsidRPr="00E26562">
        <w:rPr>
          <w:lang w:eastAsia="en-GB"/>
        </w:rPr>
        <w:t xml:space="preserve"> trait, variables that</w:t>
      </w:r>
      <w:r w:rsidR="00367A2E">
        <w:rPr>
          <w:lang w:eastAsia="en-GB"/>
        </w:rPr>
        <w:t xml:space="preserve"> </w:t>
      </w:r>
      <w:r w:rsidRPr="00E26562">
        <w:rPr>
          <w:lang w:eastAsia="en-GB"/>
        </w:rPr>
        <w:t>use it do not move, but rather are trivially copied, making them still valid</w:t>
      </w:r>
      <w:r w:rsidR="00367A2E">
        <w:rPr>
          <w:lang w:eastAsia="en-GB"/>
        </w:rPr>
        <w:t xml:space="preserve"> </w:t>
      </w:r>
      <w:r w:rsidRPr="00E26562">
        <w:rPr>
          <w:lang w:eastAsia="en-GB"/>
        </w:rPr>
        <w:t>after assignment to another variable.</w:t>
      </w:r>
    </w:p>
    <w:p w14:paraId="074A0754" w14:textId="0F0327D3" w:rsidR="00E26562" w:rsidRPr="00E26562" w:rsidRDefault="00E26562" w:rsidP="005D234A">
      <w:pPr>
        <w:pStyle w:val="Body"/>
        <w:rPr>
          <w:lang w:eastAsia="en-GB"/>
        </w:rPr>
      </w:pPr>
      <w:r w:rsidRPr="005D234A">
        <w:t xml:space="preserve">Rust won’t let us annotate a type with </w:t>
      </w:r>
      <w:r w:rsidRPr="005D234A">
        <w:rPr>
          <w:rStyle w:val="Literal"/>
        </w:rPr>
        <w:t>Copy</w:t>
      </w:r>
      <w:r w:rsidRPr="005D234A">
        <w:t xml:space="preserve"> if the type, or any of its parts,</w:t>
      </w:r>
      <w:r w:rsidR="00367A2E">
        <w:t xml:space="preserve"> </w:t>
      </w:r>
      <w:r w:rsidRPr="005D234A">
        <w:t xml:space="preserve">has implemented the </w:t>
      </w:r>
      <w:r w:rsidRPr="005D234A">
        <w:rPr>
          <w:rStyle w:val="Literal"/>
        </w:rPr>
        <w:t>Drop</w:t>
      </w:r>
      <w:r w:rsidRPr="005D234A">
        <w:t xml:space="preserve"> trait. If the type needs something special to happen</w:t>
      </w:r>
      <w:r w:rsidR="00367A2E">
        <w:t xml:space="preserve"> </w:t>
      </w:r>
      <w:r w:rsidRPr="005D234A">
        <w:t xml:space="preserve">when the value goes out of scope and we add the </w:t>
      </w:r>
      <w:r w:rsidRPr="005D234A">
        <w:rPr>
          <w:rStyle w:val="Literal"/>
        </w:rPr>
        <w:t>Copy</w:t>
      </w:r>
      <w:r w:rsidRPr="005D234A">
        <w:t xml:space="preserve"> annotation to that type,</w:t>
      </w:r>
      <w:r w:rsidR="00367A2E">
        <w:t xml:space="preserve"> </w:t>
      </w:r>
      <w:r w:rsidRPr="005D234A">
        <w:t xml:space="preserve">we’ll get a compile-time error. To learn about how to add the </w:t>
      </w:r>
      <w:r w:rsidRPr="005D234A">
        <w:rPr>
          <w:rStyle w:val="Literal"/>
        </w:rPr>
        <w:t>Copy</w:t>
      </w:r>
      <w:r w:rsidRPr="00E26562">
        <w:rPr>
          <w:lang w:eastAsia="en-GB"/>
        </w:rPr>
        <w:t xml:space="preserve"> annotation</w:t>
      </w:r>
      <w:r w:rsidR="00367A2E">
        <w:rPr>
          <w:lang w:eastAsia="en-GB"/>
        </w:rPr>
        <w:t xml:space="preserve"> </w:t>
      </w:r>
      <w:r w:rsidRPr="00E26562">
        <w:rPr>
          <w:lang w:eastAsia="en-GB"/>
        </w:rPr>
        <w:t xml:space="preserve">to your type to implement the trait, see </w:t>
      </w:r>
      <w:r w:rsidRPr="00CC18E0">
        <w:rPr>
          <w:rStyle w:val="Xref"/>
        </w:rPr>
        <w:t>“Derivable Traits”</w:t>
      </w:r>
      <w:r w:rsidRPr="00E26562">
        <w:rPr>
          <w:lang w:eastAsia="en-GB"/>
        </w:rPr>
        <w:t xml:space="preserve"> </w:t>
      </w:r>
      <w:r w:rsidR="00DD49F2">
        <w:rPr>
          <w:lang w:eastAsia="en-GB"/>
        </w:rPr>
        <w:t xml:space="preserve">on </w:t>
      </w:r>
      <w:r w:rsidR="00DD49F2" w:rsidRPr="00CC18E0">
        <w:rPr>
          <w:rStyle w:val="Xref"/>
        </w:rPr>
        <w:t>page XX</w:t>
      </w:r>
      <w:r w:rsidRPr="00E26562">
        <w:rPr>
          <w:lang w:eastAsia="en-GB"/>
        </w:rPr>
        <w:t>.</w:t>
      </w:r>
    </w:p>
    <w:p w14:paraId="3E07C8A1" w14:textId="7D1D7524" w:rsidR="00E26562" w:rsidRPr="00E26562" w:rsidRDefault="00E26562" w:rsidP="005D234A">
      <w:pPr>
        <w:pStyle w:val="Body"/>
        <w:rPr>
          <w:lang w:eastAsia="en-GB"/>
        </w:rPr>
      </w:pPr>
      <w:r w:rsidRPr="00E26562">
        <w:rPr>
          <w:lang w:eastAsia="en-GB"/>
        </w:rPr>
        <w:t>So</w:t>
      </w:r>
      <w:r w:rsidR="00266364">
        <w:rPr>
          <w:lang w:eastAsia="en-GB"/>
        </w:rPr>
        <w:t>,</w:t>
      </w:r>
      <w:r w:rsidRPr="00E26562">
        <w:rPr>
          <w:lang w:eastAsia="en-GB"/>
        </w:rPr>
        <w:t xml:space="preserve"> what types implement the </w:t>
      </w:r>
      <w:r w:rsidRPr="005D234A">
        <w:rPr>
          <w:rStyle w:val="Literal"/>
        </w:rPr>
        <w:t>Copy</w:t>
      </w:r>
      <w:r w:rsidRPr="005D234A">
        <w:t xml:space="preserve"> trait? You can check the documentation for</w:t>
      </w:r>
      <w:r w:rsidR="00367A2E">
        <w:t xml:space="preserve"> </w:t>
      </w:r>
      <w:r w:rsidRPr="005D234A">
        <w:t>the given type to be sure, but as a general rule, any group of simple scalar</w:t>
      </w:r>
      <w:r w:rsidR="00367A2E">
        <w:t xml:space="preserve"> </w:t>
      </w:r>
      <w:r w:rsidRPr="005D234A">
        <w:t xml:space="preserve">values can implement </w:t>
      </w:r>
      <w:r w:rsidRPr="005D234A">
        <w:rPr>
          <w:rStyle w:val="Literal"/>
        </w:rPr>
        <w:t>Copy</w:t>
      </w:r>
      <w:r w:rsidRPr="005D234A">
        <w:t>, and nothing that requires allocation or is some</w:t>
      </w:r>
      <w:r w:rsidR="00367A2E">
        <w:t xml:space="preserve"> </w:t>
      </w:r>
      <w:r w:rsidRPr="005D234A">
        <w:t xml:space="preserve">form of resource can implement </w:t>
      </w:r>
      <w:r w:rsidRPr="005D234A">
        <w:rPr>
          <w:rStyle w:val="Literal"/>
        </w:rPr>
        <w:t>Copy</w:t>
      </w:r>
      <w:r w:rsidRPr="005D234A">
        <w:t>. Here are some of the types that</w:t>
      </w:r>
      <w:r w:rsidR="00367A2E">
        <w:t xml:space="preserve"> </w:t>
      </w:r>
      <w:r w:rsidRPr="005D234A">
        <w:t xml:space="preserve">implement </w:t>
      </w:r>
      <w:r w:rsidRPr="005D234A">
        <w:rPr>
          <w:rStyle w:val="Literal"/>
        </w:rPr>
        <w:t>Copy</w:t>
      </w:r>
      <w:r w:rsidRPr="00E26562">
        <w:rPr>
          <w:lang w:eastAsia="en-GB"/>
        </w:rPr>
        <w:t>:</w:t>
      </w:r>
    </w:p>
    <w:p w14:paraId="4BA89B49" w14:textId="77777777" w:rsidR="00E26562" w:rsidRPr="00E26562" w:rsidRDefault="00E26562" w:rsidP="00E2720F">
      <w:pPr>
        <w:pStyle w:val="ListBullet"/>
        <w:rPr>
          <w:lang w:eastAsia="en-GB"/>
        </w:rPr>
      </w:pPr>
      <w:r w:rsidRPr="00E26562">
        <w:rPr>
          <w:lang w:eastAsia="en-GB"/>
        </w:rPr>
        <w:t xml:space="preserve">All the integer types, such as </w:t>
      </w:r>
      <w:r w:rsidRPr="005D234A">
        <w:rPr>
          <w:rStyle w:val="Literal"/>
        </w:rPr>
        <w:t>u32</w:t>
      </w:r>
      <w:r w:rsidRPr="00E26562">
        <w:rPr>
          <w:lang w:eastAsia="en-GB"/>
        </w:rPr>
        <w:t>.</w:t>
      </w:r>
    </w:p>
    <w:p w14:paraId="1E5A0E59" w14:textId="77777777" w:rsidR="00E26562" w:rsidRPr="00E26562" w:rsidRDefault="00E26562" w:rsidP="00E2720F">
      <w:pPr>
        <w:pStyle w:val="ListBullet"/>
        <w:rPr>
          <w:lang w:eastAsia="en-GB"/>
        </w:rPr>
      </w:pPr>
      <w:r w:rsidRPr="00E26562">
        <w:rPr>
          <w:lang w:eastAsia="en-GB"/>
        </w:rPr>
        <w:t xml:space="preserve">The Boolean type, </w:t>
      </w:r>
      <w:r w:rsidRPr="005D234A">
        <w:rPr>
          <w:rStyle w:val="Literal"/>
        </w:rPr>
        <w:t>bool</w:t>
      </w:r>
      <w:r w:rsidRPr="005D234A">
        <w:t xml:space="preserve">, with values </w:t>
      </w:r>
      <w:r w:rsidRPr="005D234A">
        <w:rPr>
          <w:rStyle w:val="Literal"/>
        </w:rPr>
        <w:t>true</w:t>
      </w:r>
      <w:r w:rsidRPr="005D234A">
        <w:t xml:space="preserve"> and </w:t>
      </w:r>
      <w:r w:rsidRPr="005D234A">
        <w:rPr>
          <w:rStyle w:val="Literal"/>
        </w:rPr>
        <w:t>false</w:t>
      </w:r>
      <w:r w:rsidRPr="00E26562">
        <w:rPr>
          <w:lang w:eastAsia="en-GB"/>
        </w:rPr>
        <w:t>.</w:t>
      </w:r>
    </w:p>
    <w:p w14:paraId="7FE5231A" w14:textId="071B7FE7" w:rsidR="00E26562" w:rsidRPr="00E26562" w:rsidRDefault="00E26562" w:rsidP="00E2720F">
      <w:pPr>
        <w:pStyle w:val="ListBullet"/>
        <w:rPr>
          <w:lang w:eastAsia="en-GB"/>
        </w:rPr>
      </w:pPr>
      <w:r w:rsidRPr="00E26562">
        <w:rPr>
          <w:lang w:eastAsia="en-GB"/>
        </w:rPr>
        <w:t xml:space="preserve">All the </w:t>
      </w:r>
      <w:r w:rsidR="00266364" w:rsidRPr="00E26562">
        <w:rPr>
          <w:lang w:eastAsia="en-GB"/>
        </w:rPr>
        <w:t>floating</w:t>
      </w:r>
      <w:r w:rsidR="00266364">
        <w:rPr>
          <w:lang w:eastAsia="en-GB"/>
        </w:rPr>
        <w:t>-</w:t>
      </w:r>
      <w:r w:rsidRPr="00E26562">
        <w:rPr>
          <w:lang w:eastAsia="en-GB"/>
        </w:rPr>
        <w:t xml:space="preserve">point types, such as </w:t>
      </w:r>
      <w:r w:rsidRPr="005D234A">
        <w:rPr>
          <w:rStyle w:val="Literal"/>
        </w:rPr>
        <w:t>f64</w:t>
      </w:r>
      <w:r w:rsidRPr="00E26562">
        <w:rPr>
          <w:lang w:eastAsia="en-GB"/>
        </w:rPr>
        <w:t>.</w:t>
      </w:r>
    </w:p>
    <w:p w14:paraId="1480942F" w14:textId="77777777" w:rsidR="00E26562" w:rsidRPr="00E26562" w:rsidRDefault="00E26562" w:rsidP="00E2720F">
      <w:pPr>
        <w:pStyle w:val="ListBullet"/>
        <w:rPr>
          <w:lang w:eastAsia="en-GB"/>
        </w:rPr>
      </w:pPr>
      <w:r w:rsidRPr="00E26562">
        <w:rPr>
          <w:lang w:eastAsia="en-GB"/>
        </w:rPr>
        <w:t xml:space="preserve">The character type, </w:t>
      </w:r>
      <w:r w:rsidRPr="005D234A">
        <w:rPr>
          <w:rStyle w:val="Literal"/>
        </w:rPr>
        <w:t>char</w:t>
      </w:r>
      <w:r w:rsidRPr="00E26562">
        <w:rPr>
          <w:lang w:eastAsia="en-GB"/>
        </w:rPr>
        <w:t>.</w:t>
      </w:r>
    </w:p>
    <w:p w14:paraId="23C18CBE" w14:textId="194CC001" w:rsidR="00E26562" w:rsidRPr="00E26562" w:rsidRDefault="00E26562" w:rsidP="00E2720F">
      <w:pPr>
        <w:pStyle w:val="ListBullet"/>
        <w:rPr>
          <w:lang w:eastAsia="en-GB"/>
        </w:rPr>
      </w:pPr>
      <w:r w:rsidRPr="00E26562">
        <w:rPr>
          <w:lang w:eastAsia="en-GB"/>
        </w:rPr>
        <w:t xml:space="preserve">Tuples, if they only contain types that also implement </w:t>
      </w:r>
      <w:r w:rsidRPr="005D234A">
        <w:rPr>
          <w:rStyle w:val="Literal"/>
        </w:rPr>
        <w:t>Copy</w:t>
      </w:r>
      <w:r w:rsidRPr="005D234A">
        <w:t>. For example,</w:t>
      </w:r>
      <w:r w:rsidR="00367A2E">
        <w:t xml:space="preserve"> </w:t>
      </w:r>
      <w:r w:rsidRPr="005D234A">
        <w:rPr>
          <w:rStyle w:val="Literal"/>
        </w:rPr>
        <w:t>(i32, i32)</w:t>
      </w:r>
      <w:r w:rsidRPr="005D234A">
        <w:t xml:space="preserve"> implements </w:t>
      </w:r>
      <w:r w:rsidRPr="005D234A">
        <w:rPr>
          <w:rStyle w:val="Literal"/>
        </w:rPr>
        <w:t>Copy</w:t>
      </w:r>
      <w:r w:rsidRPr="005D234A">
        <w:t xml:space="preserve">, but </w:t>
      </w:r>
      <w:r w:rsidRPr="005D234A">
        <w:rPr>
          <w:rStyle w:val="Literal"/>
        </w:rPr>
        <w:t>(i32, String)</w:t>
      </w:r>
      <w:r w:rsidRPr="00E26562">
        <w:rPr>
          <w:lang w:eastAsia="en-GB"/>
        </w:rPr>
        <w:t xml:space="preserve"> does not.</w:t>
      </w:r>
      <w:r w:rsidR="0023716A" w:rsidRPr="0023716A">
        <w:rPr>
          <w:lang w:eastAsia="en-GB"/>
        </w:rPr>
        <w:t xml:space="preserve"> </w:t>
      </w:r>
      <w:r w:rsidR="0023716A">
        <w:rPr>
          <w:lang w:eastAsia="en-GB"/>
        </w:rPr>
        <w:fldChar w:fldCharType="begin"/>
      </w:r>
      <w:r w:rsidR="0023716A">
        <w:instrText xml:space="preserve"> XE "Copy trait end</w:instrText>
      </w:r>
      <w:r w:rsidR="0023716A" w:rsidRPr="00AC00B2">
        <w:instrText>Range</w:instrText>
      </w:r>
      <w:r w:rsidR="0023716A">
        <w:instrText xml:space="preserve">" </w:instrText>
      </w:r>
      <w:r w:rsidR="0023716A">
        <w:rPr>
          <w:lang w:eastAsia="en-GB"/>
        </w:rPr>
        <w:fldChar w:fldCharType="end"/>
      </w:r>
    </w:p>
    <w:bookmarkStart w:id="25" w:name="ownership-and-functions"/>
    <w:bookmarkStart w:id="26" w:name="_Toc107220603"/>
    <w:bookmarkEnd w:id="25"/>
    <w:p w14:paraId="53411B4E" w14:textId="66A74A51" w:rsidR="00E26562" w:rsidRPr="00E26562" w:rsidRDefault="00EF44FE" w:rsidP="005D234A">
      <w:pPr>
        <w:pStyle w:val="HeadB"/>
        <w:rPr>
          <w:lang w:eastAsia="en-GB"/>
        </w:rPr>
      </w:pPr>
      <w:r>
        <w:rPr>
          <w:lang w:eastAsia="en-GB"/>
        </w:rPr>
        <w:fldChar w:fldCharType="begin"/>
      </w:r>
      <w:r>
        <w:instrText xml:space="preserve"> XE "ownership:and functions start</w:instrText>
      </w:r>
      <w:r w:rsidRPr="00AC00B2">
        <w:instrText>Range</w:instrText>
      </w:r>
      <w:r>
        <w:instrText xml:space="preserve">" </w:instrText>
      </w:r>
      <w:r>
        <w:rPr>
          <w:lang w:eastAsia="en-GB"/>
        </w:rPr>
        <w:fldChar w:fldCharType="end"/>
      </w:r>
      <w:r w:rsidR="00045C67">
        <w:rPr>
          <w:lang w:eastAsia="en-GB"/>
        </w:rPr>
        <w:fldChar w:fldCharType="begin"/>
      </w:r>
      <w:r w:rsidR="00045C67">
        <w:instrText xml:space="preserve"> XE "moving ownership:with function calls start</w:instrText>
      </w:r>
      <w:r w:rsidR="00045C67" w:rsidRPr="00AC00B2">
        <w:instrText>Range</w:instrText>
      </w:r>
      <w:r w:rsidR="00045C67">
        <w:instrText xml:space="preserve">" </w:instrText>
      </w:r>
      <w:r w:rsidR="00045C67">
        <w:rPr>
          <w:lang w:eastAsia="en-GB"/>
        </w:rPr>
        <w:fldChar w:fldCharType="end"/>
      </w:r>
      <w:r w:rsidR="00E26562" w:rsidRPr="00E26562">
        <w:rPr>
          <w:lang w:eastAsia="en-GB"/>
        </w:rPr>
        <w:t>Ownership and Functions</w:t>
      </w:r>
      <w:bookmarkEnd w:id="26"/>
    </w:p>
    <w:p w14:paraId="03C167B7" w14:textId="7526994C" w:rsidR="00E26562" w:rsidRPr="00E26562" w:rsidRDefault="00E26562" w:rsidP="005D234A">
      <w:pPr>
        <w:pStyle w:val="Body"/>
        <w:rPr>
          <w:lang w:eastAsia="en-GB"/>
        </w:rPr>
      </w:pPr>
      <w:r w:rsidRPr="00E26562">
        <w:rPr>
          <w:lang w:eastAsia="en-GB"/>
        </w:rPr>
        <w:t>The mechanics of passing a value to a function are similar to those when</w:t>
      </w:r>
      <w:r w:rsidR="00367A2E">
        <w:rPr>
          <w:lang w:eastAsia="en-GB"/>
        </w:rPr>
        <w:t xml:space="preserve"> </w:t>
      </w:r>
      <w:r w:rsidRPr="00E26562">
        <w:rPr>
          <w:lang w:eastAsia="en-GB"/>
        </w:rPr>
        <w:t>assigning a value to a variable. Passing a variable to a function will move or</w:t>
      </w:r>
      <w:r w:rsidR="00367A2E">
        <w:rPr>
          <w:lang w:eastAsia="en-GB"/>
        </w:rPr>
        <w:t xml:space="preserve"> </w:t>
      </w:r>
      <w:r w:rsidRPr="00E26562">
        <w:rPr>
          <w:lang w:eastAsia="en-GB"/>
        </w:rPr>
        <w:t xml:space="preserve">copy, </w:t>
      </w:r>
      <w:r w:rsidRPr="00E26562">
        <w:rPr>
          <w:lang w:eastAsia="en-GB"/>
        </w:rPr>
        <w:lastRenderedPageBreak/>
        <w:t>just as assignment does. Listing 4-3 has an example with some annotations</w:t>
      </w:r>
      <w:r w:rsidR="00367A2E">
        <w:rPr>
          <w:lang w:eastAsia="en-GB"/>
        </w:rPr>
        <w:t xml:space="preserve"> </w:t>
      </w:r>
      <w:r w:rsidRPr="00E26562">
        <w:rPr>
          <w:lang w:eastAsia="en-GB"/>
        </w:rPr>
        <w:t>showing where variables go into and out of scope.</w:t>
      </w:r>
    </w:p>
    <w:p w14:paraId="2DB48BEF" w14:textId="36B982C8" w:rsidR="00E26562" w:rsidRPr="00E26562" w:rsidDel="0090695F" w:rsidRDefault="00E26562">
      <w:pPr>
        <w:pStyle w:val="CodeWide"/>
        <w:rPr>
          <w:del w:id="27" w:author="Carol Nichols" w:date="2022-08-24T09:16:00Z"/>
          <w:lang w:eastAsia="en-GB"/>
        </w:rPr>
        <w:pPrChange w:id="28" w:author="Carol Nichols" w:date="2022-08-24T09:16:00Z">
          <w:pPr>
            <w:pStyle w:val="CodeLabel"/>
          </w:pPr>
        </w:pPrChange>
      </w:pPr>
      <w:commentRangeStart w:id="29"/>
      <w:commentRangeStart w:id="30"/>
      <w:del w:id="31" w:author="Carol Nichols" w:date="2022-08-24T09:16:00Z">
        <w:r w:rsidRPr="00E26562" w:rsidDel="0090695F">
          <w:rPr>
            <w:lang w:eastAsia="en-GB"/>
          </w:rPr>
          <w:delText>src/main.rs</w:delText>
        </w:r>
        <w:commentRangeEnd w:id="29"/>
        <w:r w:rsidR="00081B65" w:rsidDel="0090695F">
          <w:rPr>
            <w:rStyle w:val="CommentReference"/>
            <w:rFonts w:ascii="Times New Roman" w:hAnsi="Times New Roman" w:cs="Times New Roman"/>
            <w:color w:val="auto"/>
            <w:lang w:val="en-CA"/>
          </w:rPr>
          <w:commentReference w:id="29"/>
        </w:r>
      </w:del>
      <w:commentRangeEnd w:id="30"/>
      <w:r w:rsidR="00CF585B">
        <w:rPr>
          <w:rStyle w:val="CommentReference"/>
          <w:rFonts w:ascii="Times New Roman" w:hAnsi="Times New Roman" w:cs="Times New Roman"/>
          <w:color w:val="auto"/>
          <w:lang w:val="en-CA"/>
        </w:rPr>
        <w:commentReference w:id="30"/>
      </w:r>
    </w:p>
    <w:p w14:paraId="67CE604F" w14:textId="329BF22C" w:rsidR="0090695F" w:rsidRDefault="0090695F" w:rsidP="0090695F">
      <w:pPr>
        <w:pStyle w:val="CodeWide"/>
        <w:rPr>
          <w:ins w:id="32" w:author="Carol Nichols" w:date="2022-08-24T09:16:00Z"/>
          <w:lang w:eastAsia="en-GB"/>
        </w:rPr>
      </w:pPr>
      <w:ins w:id="33" w:author="Carol Nichols" w:date="2022-08-24T09:16:00Z">
        <w:r>
          <w:rPr>
            <w:lang w:eastAsia="en-GB"/>
          </w:rPr>
          <w:t>// src/main.rs</w:t>
        </w:r>
      </w:ins>
    </w:p>
    <w:p w14:paraId="02690900" w14:textId="2E35FA41" w:rsidR="00E26562" w:rsidRPr="00E26562" w:rsidRDefault="00E26562" w:rsidP="00CC18E0">
      <w:pPr>
        <w:pStyle w:val="CodeWide"/>
        <w:rPr>
          <w:lang w:eastAsia="en-GB"/>
        </w:rPr>
      </w:pPr>
      <w:r w:rsidRPr="00E26562">
        <w:rPr>
          <w:lang w:eastAsia="en-GB"/>
        </w:rPr>
        <w:t>fn main() {</w:t>
      </w:r>
    </w:p>
    <w:p w14:paraId="128AE8D2" w14:textId="77777777" w:rsidR="00E26562" w:rsidRPr="00E26562" w:rsidRDefault="00E26562" w:rsidP="00CC18E0">
      <w:pPr>
        <w:pStyle w:val="CodeWide"/>
        <w:rPr>
          <w:lang w:eastAsia="en-GB"/>
        </w:rPr>
      </w:pPr>
      <w:r w:rsidRPr="00E26562">
        <w:rPr>
          <w:lang w:eastAsia="en-GB"/>
        </w:rPr>
        <w:t xml:space="preserve">    let s = String::from("hello");  // s comes into scope</w:t>
      </w:r>
    </w:p>
    <w:p w14:paraId="76126D05" w14:textId="77777777" w:rsidR="00E26562" w:rsidRPr="00E26562" w:rsidRDefault="00E26562" w:rsidP="00CC18E0">
      <w:pPr>
        <w:pStyle w:val="CodeWide"/>
        <w:rPr>
          <w:lang w:eastAsia="en-GB"/>
        </w:rPr>
      </w:pPr>
    </w:p>
    <w:p w14:paraId="3BED5A85" w14:textId="77777777" w:rsidR="00E26562" w:rsidRPr="00E26562" w:rsidRDefault="00E26562" w:rsidP="00CC18E0">
      <w:pPr>
        <w:pStyle w:val="CodeWide"/>
        <w:rPr>
          <w:lang w:eastAsia="en-GB"/>
        </w:rPr>
      </w:pPr>
      <w:r w:rsidRPr="00E26562">
        <w:rPr>
          <w:lang w:eastAsia="en-GB"/>
        </w:rPr>
        <w:t xml:space="preserve">    takes_ownership(s);             // s's value moves into the function...</w:t>
      </w:r>
    </w:p>
    <w:p w14:paraId="1BB663FB" w14:textId="77777777" w:rsidR="00E26562" w:rsidRPr="00E26562" w:rsidRDefault="00E26562" w:rsidP="00CC18E0">
      <w:pPr>
        <w:pStyle w:val="CodeWide"/>
        <w:rPr>
          <w:lang w:eastAsia="en-GB"/>
        </w:rPr>
      </w:pPr>
      <w:r w:rsidRPr="00E26562">
        <w:rPr>
          <w:lang w:eastAsia="en-GB"/>
        </w:rPr>
        <w:t xml:space="preserve">                                    // ... and so is no longer valid here</w:t>
      </w:r>
    </w:p>
    <w:p w14:paraId="3F26487C" w14:textId="77777777" w:rsidR="00E26562" w:rsidRPr="00E26562" w:rsidRDefault="00E26562" w:rsidP="00CC18E0">
      <w:pPr>
        <w:pStyle w:val="CodeWide"/>
        <w:rPr>
          <w:lang w:eastAsia="en-GB"/>
        </w:rPr>
      </w:pPr>
    </w:p>
    <w:p w14:paraId="3AB78EA5" w14:textId="77777777" w:rsidR="00E26562" w:rsidRPr="00E26562" w:rsidRDefault="00E26562" w:rsidP="00CC18E0">
      <w:pPr>
        <w:pStyle w:val="CodeWide"/>
        <w:rPr>
          <w:lang w:eastAsia="en-GB"/>
        </w:rPr>
      </w:pPr>
      <w:r w:rsidRPr="00E26562">
        <w:rPr>
          <w:lang w:eastAsia="en-GB"/>
        </w:rPr>
        <w:t xml:space="preserve">    let x = 5;                      // x comes into scope</w:t>
      </w:r>
    </w:p>
    <w:p w14:paraId="2EE8225D" w14:textId="77777777" w:rsidR="00E26562" w:rsidRPr="00E26562" w:rsidRDefault="00E26562" w:rsidP="00CC18E0">
      <w:pPr>
        <w:pStyle w:val="CodeWide"/>
        <w:rPr>
          <w:lang w:eastAsia="en-GB"/>
        </w:rPr>
      </w:pPr>
    </w:p>
    <w:p w14:paraId="1A7B1C22" w14:textId="77777777" w:rsidR="00E26562" w:rsidRPr="00E26562" w:rsidRDefault="00E26562" w:rsidP="00CC18E0">
      <w:pPr>
        <w:pStyle w:val="CodeWide"/>
        <w:rPr>
          <w:lang w:eastAsia="en-GB"/>
        </w:rPr>
      </w:pPr>
      <w:r w:rsidRPr="00E26562">
        <w:rPr>
          <w:lang w:eastAsia="en-GB"/>
        </w:rPr>
        <w:t xml:space="preserve">    makes_copy(x);                  // x would move into the function,</w:t>
      </w:r>
    </w:p>
    <w:p w14:paraId="7FF30FBA" w14:textId="77777777" w:rsidR="00E26562" w:rsidRPr="00E26562" w:rsidRDefault="00E26562" w:rsidP="00CC18E0">
      <w:pPr>
        <w:pStyle w:val="CodeWide"/>
        <w:rPr>
          <w:lang w:eastAsia="en-GB"/>
        </w:rPr>
      </w:pPr>
      <w:r w:rsidRPr="00E26562">
        <w:rPr>
          <w:lang w:eastAsia="en-GB"/>
        </w:rPr>
        <w:t xml:space="preserve">                                    // but i32 is Copy, so it's okay to still</w:t>
      </w:r>
    </w:p>
    <w:p w14:paraId="2AAF486F" w14:textId="77777777" w:rsidR="00E26562" w:rsidRPr="00E26562" w:rsidRDefault="00E26562" w:rsidP="00CC18E0">
      <w:pPr>
        <w:pStyle w:val="CodeWide"/>
        <w:rPr>
          <w:lang w:eastAsia="en-GB"/>
        </w:rPr>
      </w:pPr>
      <w:r w:rsidRPr="00E26562">
        <w:rPr>
          <w:lang w:eastAsia="en-GB"/>
        </w:rPr>
        <w:t xml:space="preserve">                                    // use x afterward</w:t>
      </w:r>
    </w:p>
    <w:p w14:paraId="217A9987" w14:textId="77777777" w:rsidR="00E26562" w:rsidRPr="00E26562" w:rsidRDefault="00E26562" w:rsidP="00CC18E0">
      <w:pPr>
        <w:pStyle w:val="CodeWide"/>
        <w:rPr>
          <w:lang w:eastAsia="en-GB"/>
        </w:rPr>
      </w:pPr>
    </w:p>
    <w:p w14:paraId="4D67DF77" w14:textId="77777777" w:rsidR="002C0C8F" w:rsidRDefault="00E26562">
      <w:pPr>
        <w:pStyle w:val="CodeWide"/>
        <w:rPr>
          <w:lang w:eastAsia="en-GB"/>
        </w:rPr>
      </w:pPr>
      <w:r w:rsidRPr="00E26562">
        <w:rPr>
          <w:lang w:eastAsia="en-GB"/>
        </w:rPr>
        <w:t xml:space="preserve">} // Here, x goes out of scope, then s. </w:t>
      </w:r>
      <w:r w:rsidR="00C9036A">
        <w:rPr>
          <w:lang w:eastAsia="en-GB"/>
        </w:rPr>
        <w:t xml:space="preserve">However, </w:t>
      </w:r>
      <w:r w:rsidRPr="00E26562">
        <w:rPr>
          <w:lang w:eastAsia="en-GB"/>
        </w:rPr>
        <w:t>because s's value was</w:t>
      </w:r>
      <w:r w:rsidR="00C9036A">
        <w:rPr>
          <w:lang w:eastAsia="en-GB"/>
        </w:rPr>
        <w:t xml:space="preserve"> </w:t>
      </w:r>
      <w:r w:rsidRPr="00E26562">
        <w:rPr>
          <w:lang w:eastAsia="en-GB"/>
        </w:rPr>
        <w:t xml:space="preserve">moved, </w:t>
      </w:r>
    </w:p>
    <w:p w14:paraId="4C99B760" w14:textId="4B51D62F" w:rsidR="00E26562" w:rsidRPr="00E26562" w:rsidRDefault="002C0C8F" w:rsidP="00CC18E0">
      <w:pPr>
        <w:pStyle w:val="CodeWide"/>
        <w:rPr>
          <w:lang w:eastAsia="en-GB"/>
        </w:rPr>
      </w:pPr>
      <w:r>
        <w:rPr>
          <w:lang w:eastAsia="en-GB"/>
        </w:rPr>
        <w:t xml:space="preserve">  // </w:t>
      </w:r>
      <w:r w:rsidR="00E26562" w:rsidRPr="00E26562">
        <w:rPr>
          <w:lang w:eastAsia="en-GB"/>
        </w:rPr>
        <w:t>nothing</w:t>
      </w:r>
      <w:r>
        <w:rPr>
          <w:lang w:eastAsia="en-GB"/>
        </w:rPr>
        <w:t xml:space="preserve"> </w:t>
      </w:r>
      <w:r w:rsidR="00E26562" w:rsidRPr="00E26562">
        <w:rPr>
          <w:lang w:eastAsia="en-GB"/>
        </w:rPr>
        <w:t>special happens</w:t>
      </w:r>
    </w:p>
    <w:p w14:paraId="401CC3B4" w14:textId="77777777" w:rsidR="00E26562" w:rsidRPr="00E26562" w:rsidRDefault="00E26562" w:rsidP="00CC18E0">
      <w:pPr>
        <w:pStyle w:val="CodeWide"/>
        <w:rPr>
          <w:lang w:eastAsia="en-GB"/>
        </w:rPr>
      </w:pPr>
    </w:p>
    <w:p w14:paraId="2A8CA476" w14:textId="77777777" w:rsidR="00E26562" w:rsidRPr="00E26562" w:rsidRDefault="00E26562" w:rsidP="00CC18E0">
      <w:pPr>
        <w:pStyle w:val="CodeWide"/>
        <w:rPr>
          <w:lang w:eastAsia="en-GB"/>
        </w:rPr>
      </w:pPr>
      <w:r w:rsidRPr="00E26562">
        <w:rPr>
          <w:lang w:eastAsia="en-GB"/>
        </w:rPr>
        <w:t>fn takes_ownership(some_string: String) { // some_string comes into scope</w:t>
      </w:r>
    </w:p>
    <w:p w14:paraId="708E1510" w14:textId="1D929E45" w:rsidR="00E26562" w:rsidRPr="00E26562" w:rsidRDefault="00E26562" w:rsidP="00CC18E0">
      <w:pPr>
        <w:pStyle w:val="CodeWide"/>
        <w:rPr>
          <w:lang w:eastAsia="en-GB"/>
        </w:rPr>
      </w:pPr>
      <w:r w:rsidRPr="00E26562">
        <w:rPr>
          <w:lang w:eastAsia="en-GB"/>
        </w:rPr>
        <w:t xml:space="preserve">    println!("{</w:t>
      </w:r>
      <w:r w:rsidR="005D67DD">
        <w:rPr>
          <w:lang w:eastAsia="en-GB"/>
        </w:rPr>
        <w:t>some_string</w:t>
      </w:r>
      <w:r w:rsidRPr="00E26562">
        <w:rPr>
          <w:lang w:eastAsia="en-GB"/>
        </w:rPr>
        <w:t>}");</w:t>
      </w:r>
    </w:p>
    <w:p w14:paraId="15CAEA9F" w14:textId="77777777" w:rsidR="00E26562" w:rsidRPr="00E26562" w:rsidRDefault="00E26562" w:rsidP="00CC18E0">
      <w:pPr>
        <w:pStyle w:val="CodeWide"/>
        <w:rPr>
          <w:lang w:eastAsia="en-GB"/>
        </w:rPr>
      </w:pPr>
      <w:r w:rsidRPr="00E26562">
        <w:rPr>
          <w:lang w:eastAsia="en-GB"/>
        </w:rPr>
        <w:t>} // Here, some_string goes out of scope and `drop` is called. The backing</w:t>
      </w:r>
    </w:p>
    <w:p w14:paraId="24978724" w14:textId="0BBA2C17" w:rsidR="00E26562" w:rsidRPr="00E26562" w:rsidRDefault="00E26562" w:rsidP="00CC18E0">
      <w:pPr>
        <w:pStyle w:val="CodeWide"/>
        <w:rPr>
          <w:lang w:eastAsia="en-GB"/>
        </w:rPr>
      </w:pPr>
      <w:r w:rsidRPr="00E26562">
        <w:rPr>
          <w:lang w:eastAsia="en-GB"/>
        </w:rPr>
        <w:t xml:space="preserve">  // memory is freed</w:t>
      </w:r>
    </w:p>
    <w:p w14:paraId="64283E74" w14:textId="77777777" w:rsidR="00E26562" w:rsidRPr="00E26562" w:rsidRDefault="00E26562" w:rsidP="00CC18E0">
      <w:pPr>
        <w:pStyle w:val="CodeWide"/>
        <w:rPr>
          <w:lang w:eastAsia="en-GB"/>
        </w:rPr>
      </w:pPr>
    </w:p>
    <w:p w14:paraId="76F0C1D4" w14:textId="77777777" w:rsidR="00E26562" w:rsidRPr="00E26562" w:rsidRDefault="00E26562" w:rsidP="00CC18E0">
      <w:pPr>
        <w:pStyle w:val="CodeWide"/>
        <w:rPr>
          <w:lang w:eastAsia="en-GB"/>
        </w:rPr>
      </w:pPr>
      <w:r w:rsidRPr="00E26562">
        <w:rPr>
          <w:lang w:eastAsia="en-GB"/>
        </w:rPr>
        <w:t>fn makes_copy(some_integer: i32) { // some_integer comes into scope</w:t>
      </w:r>
    </w:p>
    <w:p w14:paraId="0D48CC1E" w14:textId="39C59361" w:rsidR="00E26562" w:rsidRPr="00E26562" w:rsidRDefault="00E26562" w:rsidP="00CC18E0">
      <w:pPr>
        <w:pStyle w:val="CodeWide"/>
        <w:rPr>
          <w:lang w:eastAsia="en-GB"/>
        </w:rPr>
      </w:pPr>
      <w:r w:rsidRPr="00E26562">
        <w:rPr>
          <w:lang w:eastAsia="en-GB"/>
        </w:rPr>
        <w:t xml:space="preserve">    println!("{</w:t>
      </w:r>
      <w:r w:rsidR="005961B7">
        <w:rPr>
          <w:lang w:eastAsia="en-GB"/>
        </w:rPr>
        <w:t>some_integer</w:t>
      </w:r>
      <w:r w:rsidRPr="00E26562">
        <w:rPr>
          <w:lang w:eastAsia="en-GB"/>
        </w:rPr>
        <w:t>}");</w:t>
      </w:r>
    </w:p>
    <w:p w14:paraId="3CCB562B" w14:textId="003A3265" w:rsidR="00E26562" w:rsidRPr="00E26562" w:rsidRDefault="00E26562" w:rsidP="00CC18E0">
      <w:pPr>
        <w:pStyle w:val="CodeWide"/>
        <w:rPr>
          <w:lang w:eastAsia="en-GB"/>
        </w:rPr>
      </w:pPr>
      <w:r w:rsidRPr="00E26562">
        <w:rPr>
          <w:lang w:eastAsia="en-GB"/>
        </w:rPr>
        <w:t>} // Here, some_integer goes out of scope. Nothing special happens</w:t>
      </w:r>
    </w:p>
    <w:p w14:paraId="5FB57D18" w14:textId="00C12340" w:rsidR="00E26562" w:rsidRPr="00E26562" w:rsidRDefault="00E26562" w:rsidP="00EC69AE">
      <w:pPr>
        <w:pStyle w:val="CodeListingCaption"/>
        <w:rPr>
          <w:lang w:eastAsia="en-GB"/>
        </w:rPr>
      </w:pPr>
      <w:r w:rsidRPr="00E26562">
        <w:rPr>
          <w:lang w:eastAsia="en-GB"/>
        </w:rPr>
        <w:t>Functions with ownership and scope annotated</w:t>
      </w:r>
    </w:p>
    <w:p w14:paraId="508CFAE1" w14:textId="606FD349" w:rsidR="00E26562" w:rsidRPr="00E26562" w:rsidRDefault="00E26562" w:rsidP="005D234A">
      <w:pPr>
        <w:pStyle w:val="Body"/>
        <w:rPr>
          <w:lang w:eastAsia="en-GB"/>
        </w:rPr>
      </w:pPr>
      <w:r w:rsidRPr="005D234A">
        <w:t xml:space="preserve">If we tried to use </w:t>
      </w:r>
      <w:r w:rsidRPr="005D234A">
        <w:rPr>
          <w:rStyle w:val="Literal"/>
        </w:rPr>
        <w:t>s</w:t>
      </w:r>
      <w:r w:rsidRPr="005D234A">
        <w:t xml:space="preserve"> after the call to </w:t>
      </w:r>
      <w:r w:rsidRPr="005D234A">
        <w:rPr>
          <w:rStyle w:val="Literal"/>
        </w:rPr>
        <w:t>takes_ownership</w:t>
      </w:r>
      <w:r w:rsidRPr="005D234A">
        <w:t>, Rust would throw a</w:t>
      </w:r>
      <w:r w:rsidR="00367A2E">
        <w:t xml:space="preserve"> </w:t>
      </w:r>
      <w:r w:rsidRPr="005D234A">
        <w:t>compile-time error. These static checks protect us from mistakes. Try adding</w:t>
      </w:r>
      <w:r w:rsidR="00367A2E">
        <w:t xml:space="preserve"> </w:t>
      </w:r>
      <w:r w:rsidRPr="005D234A">
        <w:t xml:space="preserve">code to </w:t>
      </w:r>
      <w:r w:rsidRPr="005D234A">
        <w:rPr>
          <w:rStyle w:val="Literal"/>
        </w:rPr>
        <w:t>main</w:t>
      </w:r>
      <w:r w:rsidRPr="005D234A">
        <w:t xml:space="preserve"> that uses </w:t>
      </w:r>
      <w:r w:rsidRPr="005D234A">
        <w:rPr>
          <w:rStyle w:val="Literal"/>
        </w:rPr>
        <w:t>s</w:t>
      </w:r>
      <w:r w:rsidRPr="005D234A">
        <w:t xml:space="preserve"> and </w:t>
      </w:r>
      <w:r w:rsidRPr="005D234A">
        <w:rPr>
          <w:rStyle w:val="Literal"/>
        </w:rPr>
        <w:t>x</w:t>
      </w:r>
      <w:r w:rsidRPr="00E26562">
        <w:rPr>
          <w:lang w:eastAsia="en-GB"/>
        </w:rPr>
        <w:t xml:space="preserve"> to see where you can use them and where</w:t>
      </w:r>
      <w:r w:rsidR="00367A2E">
        <w:rPr>
          <w:lang w:eastAsia="en-GB"/>
        </w:rPr>
        <w:t xml:space="preserve"> </w:t>
      </w:r>
      <w:r w:rsidRPr="00E26562">
        <w:rPr>
          <w:lang w:eastAsia="en-GB"/>
        </w:rPr>
        <w:t>the ownership rules prevent you from doing so.</w:t>
      </w:r>
      <w:r w:rsidR="007B385B" w:rsidRPr="007B385B">
        <w:rPr>
          <w:lang w:eastAsia="en-GB"/>
        </w:rPr>
        <w:t xml:space="preserve"> </w:t>
      </w:r>
      <w:r w:rsidR="007B385B">
        <w:rPr>
          <w:lang w:eastAsia="en-GB"/>
        </w:rPr>
        <w:fldChar w:fldCharType="begin"/>
      </w:r>
      <w:r w:rsidR="007B385B">
        <w:instrText xml:space="preserve"> XE "moving ownership:with function calls end</w:instrText>
      </w:r>
      <w:r w:rsidR="007B385B" w:rsidRPr="00AC00B2">
        <w:instrText>Range</w:instrText>
      </w:r>
      <w:r w:rsidR="007B385B">
        <w:instrText xml:space="preserve">" </w:instrText>
      </w:r>
      <w:r w:rsidR="007B385B">
        <w:rPr>
          <w:lang w:eastAsia="en-GB"/>
        </w:rPr>
        <w:fldChar w:fldCharType="end"/>
      </w:r>
    </w:p>
    <w:bookmarkStart w:id="34" w:name="return-values-and-scope"/>
    <w:bookmarkStart w:id="35" w:name="_Toc107220604"/>
    <w:bookmarkEnd w:id="34"/>
    <w:p w14:paraId="4B815890" w14:textId="223BD9C5" w:rsidR="00E26562" w:rsidRPr="00E26562" w:rsidRDefault="00E5137F" w:rsidP="005D234A">
      <w:pPr>
        <w:pStyle w:val="HeadB"/>
        <w:rPr>
          <w:lang w:eastAsia="en-GB"/>
        </w:rPr>
      </w:pPr>
      <w:r>
        <w:rPr>
          <w:lang w:eastAsia="en-GB"/>
        </w:rPr>
        <w:fldChar w:fldCharType="begin"/>
      </w:r>
      <w:r>
        <w:instrText xml:space="preserve"> XE "moving ownership:with function return values start</w:instrText>
      </w:r>
      <w:r w:rsidRPr="00AC00B2">
        <w:instrText>Range</w:instrText>
      </w:r>
      <w:r>
        <w:instrText xml:space="preserve">" </w:instrText>
      </w:r>
      <w:r>
        <w:rPr>
          <w:lang w:eastAsia="en-GB"/>
        </w:rPr>
        <w:fldChar w:fldCharType="end"/>
      </w:r>
      <w:r w:rsidR="00E26562" w:rsidRPr="00E26562">
        <w:rPr>
          <w:lang w:eastAsia="en-GB"/>
        </w:rPr>
        <w:t>Return Values and Scope</w:t>
      </w:r>
      <w:bookmarkEnd w:id="35"/>
    </w:p>
    <w:p w14:paraId="3C2F6973" w14:textId="76840936" w:rsidR="00E26562" w:rsidRPr="00E26562" w:rsidRDefault="00E26562" w:rsidP="005D234A">
      <w:pPr>
        <w:pStyle w:val="Body"/>
        <w:rPr>
          <w:lang w:eastAsia="en-GB"/>
        </w:rPr>
      </w:pPr>
      <w:r w:rsidRPr="00E26562">
        <w:rPr>
          <w:lang w:eastAsia="en-GB"/>
        </w:rPr>
        <w:t>Returning values can also transfer ownership. Listing 4-4 shows an example</w:t>
      </w:r>
      <w:r w:rsidR="00367A2E">
        <w:rPr>
          <w:lang w:eastAsia="en-GB"/>
        </w:rPr>
        <w:t xml:space="preserve"> </w:t>
      </w:r>
      <w:r w:rsidRPr="00E26562">
        <w:rPr>
          <w:lang w:eastAsia="en-GB"/>
        </w:rPr>
        <w:t>of a function that returns some value, with similar annotations as those in</w:t>
      </w:r>
      <w:r w:rsidR="00367A2E">
        <w:rPr>
          <w:lang w:eastAsia="en-GB"/>
        </w:rPr>
        <w:t xml:space="preserve"> </w:t>
      </w:r>
      <w:r w:rsidRPr="00E26562">
        <w:rPr>
          <w:lang w:eastAsia="en-GB"/>
        </w:rPr>
        <w:t>Listing 4-3.</w:t>
      </w:r>
    </w:p>
    <w:p w14:paraId="01ED3227" w14:textId="159757D6" w:rsidR="00E26562" w:rsidRPr="00E26562" w:rsidDel="000F5C23" w:rsidRDefault="00E26562" w:rsidP="00EC69AE">
      <w:pPr>
        <w:pStyle w:val="CodeLabel"/>
        <w:rPr>
          <w:del w:id="36" w:author="Carol Nichols" w:date="2022-08-24T09:17:00Z"/>
          <w:lang w:eastAsia="en-GB"/>
        </w:rPr>
      </w:pPr>
      <w:commentRangeStart w:id="37"/>
      <w:commentRangeStart w:id="38"/>
      <w:del w:id="39" w:author="Carol Nichols" w:date="2022-08-24T09:17:00Z">
        <w:r w:rsidRPr="00E26562" w:rsidDel="000F5C23">
          <w:rPr>
            <w:lang w:eastAsia="en-GB"/>
          </w:rPr>
          <w:delText>src/main.rs</w:delText>
        </w:r>
        <w:commentRangeEnd w:id="37"/>
        <w:r w:rsidR="00733B90" w:rsidDel="000F5C23">
          <w:rPr>
            <w:rStyle w:val="CommentReference"/>
            <w:rFonts w:ascii="Times New Roman" w:hAnsi="Times New Roman" w:cs="Times New Roman"/>
            <w:i w:val="0"/>
            <w:color w:val="auto"/>
            <w:lang w:val="en-CA"/>
          </w:rPr>
          <w:commentReference w:id="37"/>
        </w:r>
      </w:del>
      <w:commentRangeEnd w:id="38"/>
      <w:r w:rsidR="0047668C">
        <w:rPr>
          <w:rStyle w:val="CommentReference"/>
          <w:rFonts w:ascii="Times New Roman" w:hAnsi="Times New Roman" w:cs="Times New Roman"/>
          <w:color w:val="auto"/>
          <w:lang w:val="en-CA"/>
        </w:rPr>
        <w:commentReference w:id="38"/>
      </w:r>
    </w:p>
    <w:p w14:paraId="5F2060D1" w14:textId="01BD32FD" w:rsidR="000F5C23" w:rsidRDefault="000F5C23" w:rsidP="00CC18E0">
      <w:pPr>
        <w:pStyle w:val="CodeWide"/>
        <w:rPr>
          <w:ins w:id="40" w:author="Carol Nichols" w:date="2022-08-24T09:17:00Z"/>
          <w:lang w:eastAsia="en-GB"/>
        </w:rPr>
      </w:pPr>
      <w:ins w:id="41" w:author="Carol Nichols" w:date="2022-08-24T09:17:00Z">
        <w:r>
          <w:rPr>
            <w:lang w:eastAsia="en-GB"/>
          </w:rPr>
          <w:t>// src/main.rs</w:t>
        </w:r>
      </w:ins>
    </w:p>
    <w:p w14:paraId="03A9BFB0" w14:textId="7F223A38" w:rsidR="00E26562" w:rsidRPr="00E26562" w:rsidRDefault="00E26562" w:rsidP="00CC18E0">
      <w:pPr>
        <w:pStyle w:val="CodeWide"/>
        <w:rPr>
          <w:lang w:eastAsia="en-GB"/>
        </w:rPr>
      </w:pPr>
      <w:r w:rsidRPr="00E26562">
        <w:rPr>
          <w:lang w:eastAsia="en-GB"/>
        </w:rPr>
        <w:t>fn main() {</w:t>
      </w:r>
    </w:p>
    <w:p w14:paraId="222B7B4A" w14:textId="77777777" w:rsidR="00E26562" w:rsidRPr="00E26562" w:rsidRDefault="00E26562" w:rsidP="00CC18E0">
      <w:pPr>
        <w:pStyle w:val="CodeWide"/>
        <w:rPr>
          <w:lang w:eastAsia="en-GB"/>
        </w:rPr>
      </w:pPr>
      <w:r w:rsidRPr="00E26562">
        <w:rPr>
          <w:lang w:eastAsia="en-GB"/>
        </w:rPr>
        <w:t xml:space="preserve">    let s1 = gives_ownership();         // gives_ownership moves its return</w:t>
      </w:r>
    </w:p>
    <w:p w14:paraId="792580C4" w14:textId="77777777" w:rsidR="00E26562" w:rsidRPr="00E26562" w:rsidRDefault="00E26562" w:rsidP="00CC18E0">
      <w:pPr>
        <w:pStyle w:val="CodeWide"/>
        <w:rPr>
          <w:lang w:eastAsia="en-GB"/>
        </w:rPr>
      </w:pPr>
      <w:r w:rsidRPr="00E26562">
        <w:rPr>
          <w:lang w:eastAsia="en-GB"/>
        </w:rPr>
        <w:t xml:space="preserve">                                        // value into s1</w:t>
      </w:r>
    </w:p>
    <w:p w14:paraId="2EC9C751" w14:textId="77777777" w:rsidR="00E26562" w:rsidRPr="00E26562" w:rsidRDefault="00E26562" w:rsidP="00CC18E0">
      <w:pPr>
        <w:pStyle w:val="CodeWide"/>
        <w:rPr>
          <w:lang w:eastAsia="en-GB"/>
        </w:rPr>
      </w:pPr>
    </w:p>
    <w:p w14:paraId="0DF04412" w14:textId="77777777" w:rsidR="00E26562" w:rsidRPr="00E26562" w:rsidRDefault="00E26562" w:rsidP="00CC18E0">
      <w:pPr>
        <w:pStyle w:val="CodeWide"/>
        <w:rPr>
          <w:lang w:eastAsia="en-GB"/>
        </w:rPr>
      </w:pPr>
      <w:r w:rsidRPr="00E26562">
        <w:rPr>
          <w:lang w:eastAsia="en-GB"/>
        </w:rPr>
        <w:t xml:space="preserve">    let s2 = String::from("hello");     // s2 comes into scope</w:t>
      </w:r>
    </w:p>
    <w:p w14:paraId="5570319E" w14:textId="77777777" w:rsidR="00E26562" w:rsidRPr="00E26562" w:rsidRDefault="00E26562" w:rsidP="00CC18E0">
      <w:pPr>
        <w:pStyle w:val="CodeWide"/>
        <w:rPr>
          <w:lang w:eastAsia="en-GB"/>
        </w:rPr>
      </w:pPr>
    </w:p>
    <w:p w14:paraId="4C2C5463" w14:textId="77777777" w:rsidR="00E26562" w:rsidRPr="00E26562" w:rsidRDefault="00E26562" w:rsidP="00CC18E0">
      <w:pPr>
        <w:pStyle w:val="CodeWide"/>
        <w:rPr>
          <w:lang w:eastAsia="en-GB"/>
        </w:rPr>
      </w:pPr>
      <w:r w:rsidRPr="00E26562">
        <w:rPr>
          <w:lang w:eastAsia="en-GB"/>
        </w:rPr>
        <w:t xml:space="preserve">    let s3 = takes_and_gives_back(s2);  // s2 is moved into</w:t>
      </w:r>
    </w:p>
    <w:p w14:paraId="5BAE3992" w14:textId="77777777" w:rsidR="00E26562" w:rsidRPr="00E26562" w:rsidRDefault="00E26562" w:rsidP="00CC18E0">
      <w:pPr>
        <w:pStyle w:val="CodeWide"/>
        <w:rPr>
          <w:lang w:eastAsia="en-GB"/>
        </w:rPr>
      </w:pPr>
      <w:r w:rsidRPr="00E26562">
        <w:rPr>
          <w:lang w:eastAsia="en-GB"/>
        </w:rPr>
        <w:t xml:space="preserve">                                        // takes_and_gives_back, which also</w:t>
      </w:r>
    </w:p>
    <w:p w14:paraId="45E38D8D" w14:textId="77777777" w:rsidR="00E26562" w:rsidRPr="00E26562" w:rsidRDefault="00E26562" w:rsidP="00CC18E0">
      <w:pPr>
        <w:pStyle w:val="CodeWide"/>
        <w:rPr>
          <w:lang w:eastAsia="en-GB"/>
        </w:rPr>
      </w:pPr>
      <w:r w:rsidRPr="00E26562">
        <w:rPr>
          <w:lang w:eastAsia="en-GB"/>
        </w:rPr>
        <w:t xml:space="preserve">                                        // moves its return value into s3</w:t>
      </w:r>
    </w:p>
    <w:p w14:paraId="45BA2932" w14:textId="77777777" w:rsidR="00E26562" w:rsidRPr="00E26562" w:rsidRDefault="00E26562" w:rsidP="00CC18E0">
      <w:pPr>
        <w:pStyle w:val="CodeWide"/>
        <w:rPr>
          <w:lang w:eastAsia="en-GB"/>
        </w:rPr>
      </w:pPr>
      <w:r w:rsidRPr="00E26562">
        <w:rPr>
          <w:lang w:eastAsia="en-GB"/>
        </w:rPr>
        <w:t>} // Here, s3 goes out of scope and is dropped. s2 was moved, so nothing</w:t>
      </w:r>
    </w:p>
    <w:p w14:paraId="11CB4E3D" w14:textId="53AC0BD9" w:rsidR="00E26562" w:rsidRPr="00E26562" w:rsidRDefault="00E26562" w:rsidP="00CC18E0">
      <w:pPr>
        <w:pStyle w:val="CodeWide"/>
        <w:rPr>
          <w:lang w:eastAsia="en-GB"/>
        </w:rPr>
      </w:pPr>
      <w:r w:rsidRPr="00E26562">
        <w:rPr>
          <w:lang w:eastAsia="en-GB"/>
        </w:rPr>
        <w:lastRenderedPageBreak/>
        <w:t xml:space="preserve">  // happens. s1 goes out of scope and is dropped</w:t>
      </w:r>
    </w:p>
    <w:p w14:paraId="3F85434A" w14:textId="77777777" w:rsidR="00E26562" w:rsidRPr="00E26562" w:rsidRDefault="00E26562" w:rsidP="00CC18E0">
      <w:pPr>
        <w:pStyle w:val="CodeWide"/>
        <w:rPr>
          <w:lang w:eastAsia="en-GB"/>
        </w:rPr>
      </w:pPr>
    </w:p>
    <w:p w14:paraId="76735282" w14:textId="77777777" w:rsidR="00E26562" w:rsidRPr="00E26562" w:rsidRDefault="00E26562" w:rsidP="00CC18E0">
      <w:pPr>
        <w:pStyle w:val="CodeWide"/>
        <w:rPr>
          <w:lang w:eastAsia="en-GB"/>
        </w:rPr>
      </w:pPr>
      <w:r w:rsidRPr="00E26562">
        <w:rPr>
          <w:lang w:eastAsia="en-GB"/>
        </w:rPr>
        <w:t>fn gives_ownership() -&gt; String {             // gives_ownership will move its</w:t>
      </w:r>
    </w:p>
    <w:p w14:paraId="41314342" w14:textId="77777777" w:rsidR="00E26562" w:rsidRPr="00E26562" w:rsidRDefault="00E26562" w:rsidP="00CC18E0">
      <w:pPr>
        <w:pStyle w:val="CodeWide"/>
        <w:rPr>
          <w:lang w:eastAsia="en-GB"/>
        </w:rPr>
      </w:pPr>
      <w:r w:rsidRPr="00E26562">
        <w:rPr>
          <w:lang w:eastAsia="en-GB"/>
        </w:rPr>
        <w:t xml:space="preserve">                                             // return value into the function</w:t>
      </w:r>
    </w:p>
    <w:p w14:paraId="19EE0289" w14:textId="77777777" w:rsidR="00E26562" w:rsidRPr="00E26562" w:rsidRDefault="00E26562" w:rsidP="00CC18E0">
      <w:pPr>
        <w:pStyle w:val="CodeWide"/>
        <w:rPr>
          <w:lang w:eastAsia="en-GB"/>
        </w:rPr>
      </w:pPr>
      <w:r w:rsidRPr="00E26562">
        <w:rPr>
          <w:lang w:eastAsia="en-GB"/>
        </w:rPr>
        <w:t xml:space="preserve">                                             // that calls it</w:t>
      </w:r>
    </w:p>
    <w:p w14:paraId="5AE40727" w14:textId="77777777" w:rsidR="00E26562" w:rsidRPr="00E26562" w:rsidRDefault="00E26562" w:rsidP="00CC18E0">
      <w:pPr>
        <w:pStyle w:val="CodeWide"/>
        <w:rPr>
          <w:lang w:eastAsia="en-GB"/>
        </w:rPr>
      </w:pPr>
    </w:p>
    <w:p w14:paraId="78F344A6" w14:textId="77777777" w:rsidR="00E26562" w:rsidRPr="00E26562" w:rsidRDefault="00E26562" w:rsidP="00CC18E0">
      <w:pPr>
        <w:pStyle w:val="CodeWide"/>
        <w:rPr>
          <w:lang w:eastAsia="en-GB"/>
        </w:rPr>
      </w:pPr>
      <w:r w:rsidRPr="00E26562">
        <w:rPr>
          <w:lang w:eastAsia="en-GB"/>
        </w:rPr>
        <w:t xml:space="preserve">    let some_string = String::from("yours"); // some_string comes into scope</w:t>
      </w:r>
    </w:p>
    <w:p w14:paraId="279D7A35" w14:textId="77777777" w:rsidR="00E26562" w:rsidRPr="00E26562" w:rsidRDefault="00E26562" w:rsidP="00CC18E0">
      <w:pPr>
        <w:pStyle w:val="CodeWide"/>
        <w:rPr>
          <w:lang w:eastAsia="en-GB"/>
        </w:rPr>
      </w:pPr>
    </w:p>
    <w:p w14:paraId="5F661E4A" w14:textId="77777777" w:rsidR="00E26562" w:rsidRPr="00E26562" w:rsidRDefault="00E26562" w:rsidP="00CC18E0">
      <w:pPr>
        <w:pStyle w:val="CodeWide"/>
        <w:rPr>
          <w:lang w:eastAsia="en-GB"/>
        </w:rPr>
      </w:pPr>
      <w:r w:rsidRPr="00E26562">
        <w:rPr>
          <w:lang w:eastAsia="en-GB"/>
        </w:rPr>
        <w:t xml:space="preserve">    some_string                              // some_string is returned and</w:t>
      </w:r>
    </w:p>
    <w:p w14:paraId="6BA4F152" w14:textId="77777777" w:rsidR="00E26562" w:rsidRPr="00E26562" w:rsidRDefault="00E26562" w:rsidP="00CC18E0">
      <w:pPr>
        <w:pStyle w:val="CodeWide"/>
        <w:rPr>
          <w:lang w:eastAsia="en-GB"/>
        </w:rPr>
      </w:pPr>
      <w:r w:rsidRPr="00E26562">
        <w:rPr>
          <w:lang w:eastAsia="en-GB"/>
        </w:rPr>
        <w:t xml:space="preserve">                                             // moves out to the calling</w:t>
      </w:r>
    </w:p>
    <w:p w14:paraId="31CABAF8" w14:textId="77777777" w:rsidR="00E26562" w:rsidRPr="00E26562" w:rsidRDefault="00E26562" w:rsidP="00CC18E0">
      <w:pPr>
        <w:pStyle w:val="CodeWide"/>
        <w:rPr>
          <w:lang w:eastAsia="en-GB"/>
        </w:rPr>
      </w:pPr>
      <w:r w:rsidRPr="00E26562">
        <w:rPr>
          <w:lang w:eastAsia="en-GB"/>
        </w:rPr>
        <w:t xml:space="preserve">                                             // function</w:t>
      </w:r>
    </w:p>
    <w:p w14:paraId="49739063" w14:textId="77777777" w:rsidR="00E26562" w:rsidRPr="00E26562" w:rsidRDefault="00E26562" w:rsidP="00CC18E0">
      <w:pPr>
        <w:pStyle w:val="CodeWide"/>
        <w:rPr>
          <w:lang w:eastAsia="en-GB"/>
        </w:rPr>
      </w:pPr>
      <w:r w:rsidRPr="00E26562">
        <w:rPr>
          <w:lang w:eastAsia="en-GB"/>
        </w:rPr>
        <w:t>}</w:t>
      </w:r>
    </w:p>
    <w:p w14:paraId="71770D10" w14:textId="77777777" w:rsidR="00E26562" w:rsidRPr="00E26562" w:rsidRDefault="00E26562" w:rsidP="00CC18E0">
      <w:pPr>
        <w:pStyle w:val="CodeWide"/>
        <w:rPr>
          <w:lang w:eastAsia="en-GB"/>
        </w:rPr>
      </w:pPr>
    </w:p>
    <w:p w14:paraId="7F3D1C9D" w14:textId="08E89914" w:rsidR="00E26562" w:rsidRPr="00E26562" w:rsidRDefault="00E26562" w:rsidP="00CC18E0">
      <w:pPr>
        <w:pStyle w:val="CodeWide"/>
        <w:rPr>
          <w:lang w:eastAsia="en-GB"/>
        </w:rPr>
      </w:pPr>
      <w:r w:rsidRPr="00E26562">
        <w:rPr>
          <w:lang w:eastAsia="en-GB"/>
        </w:rPr>
        <w:t xml:space="preserve">// This function takes a String and returns </w:t>
      </w:r>
      <w:r w:rsidR="00C9036A">
        <w:rPr>
          <w:lang w:eastAsia="en-GB"/>
        </w:rPr>
        <w:t>a String</w:t>
      </w:r>
    </w:p>
    <w:p w14:paraId="667FB256" w14:textId="77777777" w:rsidR="00E26562" w:rsidRPr="00E26562" w:rsidRDefault="00E26562" w:rsidP="00CC18E0">
      <w:pPr>
        <w:pStyle w:val="CodeWide"/>
        <w:rPr>
          <w:lang w:eastAsia="en-GB"/>
        </w:rPr>
      </w:pPr>
      <w:r w:rsidRPr="00E26562">
        <w:rPr>
          <w:lang w:eastAsia="en-GB"/>
        </w:rPr>
        <w:t>fn takes_and_gives_back(a_string: String) -&gt; String { // a_string comes into</w:t>
      </w:r>
    </w:p>
    <w:p w14:paraId="4BE97E75" w14:textId="77777777" w:rsidR="00E26562" w:rsidRPr="00E26562" w:rsidRDefault="00E26562" w:rsidP="00CC18E0">
      <w:pPr>
        <w:pStyle w:val="CodeWide"/>
        <w:rPr>
          <w:lang w:eastAsia="en-GB"/>
        </w:rPr>
      </w:pPr>
      <w:r w:rsidRPr="00E26562">
        <w:rPr>
          <w:lang w:eastAsia="en-GB"/>
        </w:rPr>
        <w:t xml:space="preserve">                                                      // scope</w:t>
      </w:r>
    </w:p>
    <w:p w14:paraId="57A539F3" w14:textId="77777777" w:rsidR="00E26562" w:rsidRPr="00E26562" w:rsidRDefault="00E26562" w:rsidP="00CC18E0">
      <w:pPr>
        <w:pStyle w:val="CodeWide"/>
        <w:rPr>
          <w:lang w:eastAsia="en-GB"/>
        </w:rPr>
      </w:pPr>
    </w:p>
    <w:p w14:paraId="78AD0B3F" w14:textId="77777777" w:rsidR="00E26562" w:rsidRPr="00E26562" w:rsidRDefault="00E26562" w:rsidP="00CC18E0">
      <w:pPr>
        <w:pStyle w:val="CodeWide"/>
        <w:rPr>
          <w:lang w:eastAsia="en-GB"/>
        </w:rPr>
      </w:pPr>
      <w:r w:rsidRPr="00E26562">
        <w:rPr>
          <w:lang w:eastAsia="en-GB"/>
        </w:rPr>
        <w:t xml:space="preserve">    a_string  // a_string is returned and moves out to the calling function</w:t>
      </w:r>
    </w:p>
    <w:p w14:paraId="21956647" w14:textId="77777777" w:rsidR="00E26562" w:rsidRPr="00E26562" w:rsidRDefault="00E26562" w:rsidP="00CC18E0">
      <w:pPr>
        <w:pStyle w:val="CodeWide"/>
        <w:rPr>
          <w:lang w:eastAsia="en-GB"/>
        </w:rPr>
      </w:pPr>
      <w:r w:rsidRPr="00E26562">
        <w:rPr>
          <w:lang w:eastAsia="en-GB"/>
        </w:rPr>
        <w:t>}</w:t>
      </w:r>
    </w:p>
    <w:p w14:paraId="7B8164F7" w14:textId="0D960BFB" w:rsidR="00E26562" w:rsidRPr="00E26562" w:rsidRDefault="00E26562" w:rsidP="00EC69AE">
      <w:pPr>
        <w:pStyle w:val="CodeListingCaption"/>
        <w:rPr>
          <w:lang w:eastAsia="en-GB"/>
        </w:rPr>
      </w:pPr>
      <w:r w:rsidRPr="00E26562">
        <w:rPr>
          <w:lang w:eastAsia="en-GB"/>
        </w:rPr>
        <w:t>Transferring ownership of return values</w:t>
      </w:r>
    </w:p>
    <w:p w14:paraId="2E0B5A42" w14:textId="3DD1AA5C" w:rsidR="00E26562" w:rsidRPr="00E26562" w:rsidRDefault="00E26562" w:rsidP="005D234A">
      <w:pPr>
        <w:pStyle w:val="Body"/>
        <w:rPr>
          <w:lang w:eastAsia="en-GB"/>
        </w:rPr>
      </w:pPr>
      <w:r w:rsidRPr="005D234A">
        <w:t>The ownership of a variable follows the same pattern every time: assigning a</w:t>
      </w:r>
      <w:r w:rsidR="00367A2E">
        <w:t xml:space="preserve"> </w:t>
      </w:r>
      <w:r w:rsidRPr="005D234A">
        <w:t>value to another variable moves it. When a variable that includes data on the</w:t>
      </w:r>
      <w:r w:rsidR="00367A2E">
        <w:t xml:space="preserve"> </w:t>
      </w:r>
      <w:r w:rsidRPr="005D234A">
        <w:t xml:space="preserve">heap goes out of scope, the value will be cleaned up by </w:t>
      </w:r>
      <w:r w:rsidRPr="005D234A">
        <w:rPr>
          <w:rStyle w:val="Literal"/>
        </w:rPr>
        <w:t>drop</w:t>
      </w:r>
      <w:r w:rsidRPr="00E26562">
        <w:rPr>
          <w:lang w:eastAsia="en-GB"/>
        </w:rPr>
        <w:t xml:space="preserve"> unless ownership</w:t>
      </w:r>
      <w:r w:rsidR="00367A2E">
        <w:rPr>
          <w:lang w:eastAsia="en-GB"/>
        </w:rPr>
        <w:t xml:space="preserve"> </w:t>
      </w:r>
      <w:r w:rsidRPr="00E26562">
        <w:rPr>
          <w:lang w:eastAsia="en-GB"/>
        </w:rPr>
        <w:t>of the data has been moved to another variable.</w:t>
      </w:r>
    </w:p>
    <w:p w14:paraId="049259A4" w14:textId="06431224" w:rsidR="00E26562" w:rsidRPr="00E26562" w:rsidRDefault="00E26562" w:rsidP="005D234A">
      <w:pPr>
        <w:pStyle w:val="Body"/>
        <w:rPr>
          <w:lang w:eastAsia="en-GB"/>
        </w:rPr>
      </w:pPr>
      <w:r w:rsidRPr="00E26562">
        <w:rPr>
          <w:lang w:eastAsia="en-GB"/>
        </w:rPr>
        <w:t>While this works, taking ownership and then returning ownership with every</w:t>
      </w:r>
      <w:r w:rsidR="00367A2E">
        <w:rPr>
          <w:lang w:eastAsia="en-GB"/>
        </w:rPr>
        <w:t xml:space="preserve"> </w:t>
      </w:r>
      <w:r w:rsidRPr="00E26562">
        <w:rPr>
          <w:lang w:eastAsia="en-GB"/>
        </w:rPr>
        <w:t>function is a bit tedious. What if we want to let a function use a value but</w:t>
      </w:r>
      <w:r w:rsidR="00367A2E">
        <w:rPr>
          <w:lang w:eastAsia="en-GB"/>
        </w:rPr>
        <w:t xml:space="preserve"> </w:t>
      </w:r>
      <w:r w:rsidRPr="00E26562">
        <w:rPr>
          <w:lang w:eastAsia="en-GB"/>
        </w:rPr>
        <w:t>not take ownership? It’s quite annoying that anything we pass in also needs to</w:t>
      </w:r>
      <w:r w:rsidR="00367A2E">
        <w:rPr>
          <w:lang w:eastAsia="en-GB"/>
        </w:rPr>
        <w:t xml:space="preserve"> </w:t>
      </w:r>
      <w:r w:rsidRPr="00E26562">
        <w:rPr>
          <w:lang w:eastAsia="en-GB"/>
        </w:rPr>
        <w:t>be passed back if we want to use it again, in addition to any data resulting</w:t>
      </w:r>
      <w:r w:rsidR="00367A2E">
        <w:rPr>
          <w:lang w:eastAsia="en-GB"/>
        </w:rPr>
        <w:t xml:space="preserve"> </w:t>
      </w:r>
      <w:r w:rsidRPr="00E26562">
        <w:rPr>
          <w:lang w:eastAsia="en-GB"/>
        </w:rPr>
        <w:t>from the body of the function that we might want to return as well.</w:t>
      </w:r>
    </w:p>
    <w:p w14:paraId="7D859CE0" w14:textId="1F714ACB" w:rsidR="00E26562" w:rsidRPr="00E26562" w:rsidRDefault="00AF613D" w:rsidP="005D234A">
      <w:pPr>
        <w:pStyle w:val="Body"/>
        <w:rPr>
          <w:lang w:eastAsia="en-GB"/>
        </w:rPr>
      </w:pPr>
      <w:r>
        <w:rPr>
          <w:lang w:eastAsia="en-GB"/>
        </w:rPr>
        <w:fldChar w:fldCharType="begin"/>
      </w:r>
      <w:r>
        <w:instrText xml:space="preserve"> XE "functions:with multiple return values using a tuple start</w:instrText>
      </w:r>
      <w:r w:rsidRPr="00AC00B2">
        <w:instrText>Range</w:instrText>
      </w:r>
      <w:r>
        <w:instrText xml:space="preserve">" </w:instrText>
      </w:r>
      <w:r>
        <w:rPr>
          <w:lang w:eastAsia="en-GB"/>
        </w:rPr>
        <w:fldChar w:fldCharType="end"/>
      </w:r>
      <w:r>
        <w:rPr>
          <w:lang w:eastAsia="en-GB"/>
        </w:rPr>
        <w:fldChar w:fldCharType="begin"/>
      </w:r>
      <w:r>
        <w:instrText xml:space="preserve"> XE "return values:multiple using a tuple start</w:instrText>
      </w:r>
      <w:r w:rsidRPr="00AC00B2">
        <w:instrText>Range</w:instrText>
      </w:r>
      <w:r>
        <w:instrText xml:space="preserve">" </w:instrText>
      </w:r>
      <w:r>
        <w:rPr>
          <w:lang w:eastAsia="en-GB"/>
        </w:rPr>
        <w:fldChar w:fldCharType="end"/>
      </w:r>
      <w:r w:rsidR="00E26562" w:rsidRPr="00E26562">
        <w:rPr>
          <w:lang w:eastAsia="en-GB"/>
        </w:rPr>
        <w:t>Rust does let us return multiple values using a tuple, as shown in Listing 4-5.</w:t>
      </w:r>
    </w:p>
    <w:p w14:paraId="09E03557" w14:textId="0176A53E" w:rsidR="00E26562" w:rsidRPr="00E26562" w:rsidRDefault="00E26562" w:rsidP="00EC69AE">
      <w:pPr>
        <w:pStyle w:val="CodeLabel"/>
        <w:rPr>
          <w:lang w:eastAsia="en-GB"/>
        </w:rPr>
      </w:pPr>
      <w:r w:rsidRPr="00E26562">
        <w:rPr>
          <w:lang w:eastAsia="en-GB"/>
        </w:rPr>
        <w:t>src/main.rs</w:t>
      </w:r>
    </w:p>
    <w:p w14:paraId="796AF6BC" w14:textId="77777777" w:rsidR="00E26562" w:rsidRPr="00E26562" w:rsidRDefault="00E26562" w:rsidP="005D234A">
      <w:pPr>
        <w:pStyle w:val="Code"/>
        <w:rPr>
          <w:lang w:eastAsia="en-GB"/>
        </w:rPr>
      </w:pPr>
      <w:r w:rsidRPr="00E26562">
        <w:rPr>
          <w:lang w:eastAsia="en-GB"/>
        </w:rPr>
        <w:t>fn main() {</w:t>
      </w:r>
    </w:p>
    <w:p w14:paraId="178889FA" w14:textId="77777777" w:rsidR="00E26562" w:rsidRPr="00E26562" w:rsidRDefault="00E26562" w:rsidP="005D234A">
      <w:pPr>
        <w:pStyle w:val="Code"/>
        <w:rPr>
          <w:lang w:eastAsia="en-GB"/>
        </w:rPr>
      </w:pPr>
      <w:r w:rsidRPr="00E26562">
        <w:rPr>
          <w:lang w:eastAsia="en-GB"/>
        </w:rPr>
        <w:t xml:space="preserve">    let s1 = String::from("hello");</w:t>
      </w:r>
    </w:p>
    <w:p w14:paraId="6C220313" w14:textId="77777777" w:rsidR="00E26562" w:rsidRPr="00E26562" w:rsidRDefault="00E26562" w:rsidP="005D234A">
      <w:pPr>
        <w:pStyle w:val="Code"/>
        <w:rPr>
          <w:lang w:eastAsia="en-GB"/>
        </w:rPr>
      </w:pPr>
    </w:p>
    <w:p w14:paraId="6FDCE623" w14:textId="77777777" w:rsidR="00E26562" w:rsidRPr="00E26562" w:rsidRDefault="00E26562" w:rsidP="005D234A">
      <w:pPr>
        <w:pStyle w:val="Code"/>
        <w:rPr>
          <w:lang w:eastAsia="en-GB"/>
        </w:rPr>
      </w:pPr>
      <w:r w:rsidRPr="00E26562">
        <w:rPr>
          <w:lang w:eastAsia="en-GB"/>
        </w:rPr>
        <w:t xml:space="preserve">    let (s2, len) = calculate_length(s1);</w:t>
      </w:r>
    </w:p>
    <w:p w14:paraId="0875BED6" w14:textId="77777777" w:rsidR="00E26562" w:rsidRPr="00E26562" w:rsidRDefault="00E26562" w:rsidP="005D234A">
      <w:pPr>
        <w:pStyle w:val="Code"/>
        <w:rPr>
          <w:lang w:eastAsia="en-GB"/>
        </w:rPr>
      </w:pPr>
    </w:p>
    <w:p w14:paraId="2826BD6F" w14:textId="36BB2922" w:rsidR="00E26562" w:rsidRPr="00E26562" w:rsidRDefault="00E26562" w:rsidP="005D234A">
      <w:pPr>
        <w:pStyle w:val="Code"/>
        <w:rPr>
          <w:lang w:eastAsia="en-GB"/>
        </w:rPr>
      </w:pPr>
      <w:r w:rsidRPr="00E26562">
        <w:rPr>
          <w:lang w:eastAsia="en-GB"/>
        </w:rPr>
        <w:t xml:space="preserve">    println!("The length of '{</w:t>
      </w:r>
      <w:r w:rsidR="0079346C">
        <w:rPr>
          <w:lang w:eastAsia="en-GB"/>
        </w:rPr>
        <w:t>s2</w:t>
      </w:r>
      <w:r w:rsidRPr="00E26562">
        <w:rPr>
          <w:lang w:eastAsia="en-GB"/>
        </w:rPr>
        <w:t>}' is {</w:t>
      </w:r>
      <w:r w:rsidR="0079346C">
        <w:rPr>
          <w:lang w:eastAsia="en-GB"/>
        </w:rPr>
        <w:t>len</w:t>
      </w:r>
      <w:r w:rsidRPr="00E26562">
        <w:rPr>
          <w:lang w:eastAsia="en-GB"/>
        </w:rPr>
        <w:t>}.");</w:t>
      </w:r>
    </w:p>
    <w:p w14:paraId="713E0CCF" w14:textId="77777777" w:rsidR="00E26562" w:rsidRPr="00E26562" w:rsidRDefault="00E26562" w:rsidP="005D234A">
      <w:pPr>
        <w:pStyle w:val="Code"/>
        <w:rPr>
          <w:lang w:eastAsia="en-GB"/>
        </w:rPr>
      </w:pPr>
      <w:r w:rsidRPr="00E26562">
        <w:rPr>
          <w:lang w:eastAsia="en-GB"/>
        </w:rPr>
        <w:t>}</w:t>
      </w:r>
    </w:p>
    <w:p w14:paraId="747E57F5" w14:textId="77777777" w:rsidR="00E26562" w:rsidRPr="00E26562" w:rsidRDefault="00E26562" w:rsidP="005D234A">
      <w:pPr>
        <w:pStyle w:val="Code"/>
        <w:rPr>
          <w:lang w:eastAsia="en-GB"/>
        </w:rPr>
      </w:pPr>
    </w:p>
    <w:p w14:paraId="2E014E76" w14:textId="77777777" w:rsidR="00E26562" w:rsidRPr="00E26562" w:rsidRDefault="00E26562" w:rsidP="005D234A">
      <w:pPr>
        <w:pStyle w:val="Code"/>
        <w:rPr>
          <w:lang w:eastAsia="en-GB"/>
        </w:rPr>
      </w:pPr>
      <w:r w:rsidRPr="00E26562">
        <w:rPr>
          <w:lang w:eastAsia="en-GB"/>
        </w:rPr>
        <w:t>fn calculate_length(s: String) -&gt; (String, usize) {</w:t>
      </w:r>
    </w:p>
    <w:p w14:paraId="032BD379" w14:textId="77777777" w:rsidR="00E26562" w:rsidRPr="00E26562" w:rsidRDefault="00E26562" w:rsidP="005D234A">
      <w:pPr>
        <w:pStyle w:val="Code"/>
        <w:rPr>
          <w:lang w:eastAsia="en-GB"/>
        </w:rPr>
      </w:pPr>
      <w:r w:rsidRPr="00E26562">
        <w:rPr>
          <w:lang w:eastAsia="en-GB"/>
        </w:rPr>
        <w:t xml:space="preserve">    let length = s.len(); // len() returns the length of a String</w:t>
      </w:r>
    </w:p>
    <w:p w14:paraId="435C6AD3" w14:textId="77777777" w:rsidR="00E26562" w:rsidRPr="00E26562" w:rsidRDefault="00E26562" w:rsidP="005D234A">
      <w:pPr>
        <w:pStyle w:val="Code"/>
        <w:rPr>
          <w:lang w:eastAsia="en-GB"/>
        </w:rPr>
      </w:pPr>
    </w:p>
    <w:p w14:paraId="4B7AFE64" w14:textId="77777777" w:rsidR="00E26562" w:rsidRPr="00E26562" w:rsidRDefault="00E26562" w:rsidP="005D234A">
      <w:pPr>
        <w:pStyle w:val="Code"/>
        <w:rPr>
          <w:lang w:eastAsia="en-GB"/>
        </w:rPr>
      </w:pPr>
      <w:r w:rsidRPr="00E26562">
        <w:rPr>
          <w:lang w:eastAsia="en-GB"/>
        </w:rPr>
        <w:t xml:space="preserve">    (s, length)</w:t>
      </w:r>
    </w:p>
    <w:p w14:paraId="487E15B9" w14:textId="77777777" w:rsidR="00E26562" w:rsidRPr="00E26562" w:rsidRDefault="00E26562" w:rsidP="005D234A">
      <w:pPr>
        <w:pStyle w:val="Code"/>
        <w:rPr>
          <w:lang w:eastAsia="en-GB"/>
        </w:rPr>
      </w:pPr>
      <w:r w:rsidRPr="00E26562">
        <w:rPr>
          <w:lang w:eastAsia="en-GB"/>
        </w:rPr>
        <w:t>}</w:t>
      </w:r>
    </w:p>
    <w:p w14:paraId="28143A6B" w14:textId="40FD6E3E" w:rsidR="00E26562" w:rsidRPr="00E26562" w:rsidRDefault="00E26562" w:rsidP="00DF3679">
      <w:pPr>
        <w:pStyle w:val="CodeListingCaption"/>
        <w:rPr>
          <w:lang w:eastAsia="en-GB"/>
        </w:rPr>
      </w:pPr>
      <w:r w:rsidRPr="00E26562">
        <w:rPr>
          <w:lang w:eastAsia="en-GB"/>
        </w:rPr>
        <w:t>Returning ownership of parameters</w:t>
      </w:r>
      <w:r w:rsidR="00AF613D">
        <w:rPr>
          <w:lang w:eastAsia="en-GB"/>
        </w:rPr>
        <w:fldChar w:fldCharType="begin"/>
      </w:r>
      <w:r w:rsidR="00AF613D">
        <w:instrText xml:space="preserve"> XE "functions:with multiple return values using a tuple end</w:instrText>
      </w:r>
      <w:r w:rsidR="00AF613D" w:rsidRPr="00AC00B2">
        <w:instrText>Range</w:instrText>
      </w:r>
      <w:r w:rsidR="00AF613D">
        <w:instrText xml:space="preserve">" </w:instrText>
      </w:r>
      <w:r w:rsidR="00AF613D">
        <w:rPr>
          <w:lang w:eastAsia="en-GB"/>
        </w:rPr>
        <w:fldChar w:fldCharType="end"/>
      </w:r>
      <w:r w:rsidR="00AF613D">
        <w:rPr>
          <w:lang w:eastAsia="en-GB"/>
        </w:rPr>
        <w:fldChar w:fldCharType="begin"/>
      </w:r>
      <w:r w:rsidR="00AF613D">
        <w:instrText xml:space="preserve"> XE "return values:multiple using a tuple end</w:instrText>
      </w:r>
      <w:r w:rsidR="00AF613D" w:rsidRPr="00AC00B2">
        <w:instrText>Range</w:instrText>
      </w:r>
      <w:r w:rsidR="00AF613D">
        <w:instrText xml:space="preserve">" </w:instrText>
      </w:r>
      <w:r w:rsidR="00AF613D">
        <w:rPr>
          <w:lang w:eastAsia="en-GB"/>
        </w:rPr>
        <w:fldChar w:fldCharType="end"/>
      </w:r>
    </w:p>
    <w:p w14:paraId="2B11D70A" w14:textId="7433BB20" w:rsidR="00E26562" w:rsidRPr="00E26562" w:rsidRDefault="00E26562" w:rsidP="005D234A">
      <w:pPr>
        <w:pStyle w:val="Body"/>
        <w:rPr>
          <w:lang w:eastAsia="en-GB"/>
        </w:rPr>
      </w:pPr>
      <w:r w:rsidRPr="005D234A">
        <w:lastRenderedPageBreak/>
        <w:t>But this is too much ceremony and a lot of work for a concept that should be</w:t>
      </w:r>
      <w:r w:rsidR="00367A2E">
        <w:t xml:space="preserve"> </w:t>
      </w:r>
      <w:r w:rsidRPr="005D234A">
        <w:t>common.</w:t>
      </w:r>
      <w:r w:rsidR="00F7213A">
        <w:rPr>
          <w:lang w:eastAsia="en-GB"/>
        </w:rPr>
        <w:fldChar w:fldCharType="begin"/>
      </w:r>
      <w:r w:rsidR="00F7213A">
        <w:instrText xml:space="preserve"> XE "moving ownership:with function return values end</w:instrText>
      </w:r>
      <w:r w:rsidR="00F7213A" w:rsidRPr="00AC00B2">
        <w:instrText>Range</w:instrText>
      </w:r>
      <w:r w:rsidR="00F7213A">
        <w:instrText xml:space="preserve">" </w:instrText>
      </w:r>
      <w:r w:rsidR="00F7213A">
        <w:rPr>
          <w:lang w:eastAsia="en-GB"/>
        </w:rPr>
        <w:fldChar w:fldCharType="end"/>
      </w:r>
      <w:r w:rsidR="00B12867">
        <w:rPr>
          <w:lang w:eastAsia="en-GB"/>
        </w:rPr>
        <w:fldChar w:fldCharType="begin"/>
      </w:r>
      <w:r w:rsidR="00B12867">
        <w:instrText xml:space="preserve"> XE "ownership:and functions end</w:instrText>
      </w:r>
      <w:r w:rsidR="00B12867" w:rsidRPr="00AC00B2">
        <w:instrText>Range</w:instrText>
      </w:r>
      <w:r w:rsidR="00B12867">
        <w:instrText xml:space="preserve">" </w:instrText>
      </w:r>
      <w:r w:rsidR="00B12867">
        <w:rPr>
          <w:lang w:eastAsia="en-GB"/>
        </w:rPr>
        <w:fldChar w:fldCharType="end"/>
      </w:r>
      <w:r w:rsidRPr="005D234A">
        <w:t xml:space="preserve"> Luckily for us, Rust has a feature for using a value without</w:t>
      </w:r>
      <w:r w:rsidR="00367A2E">
        <w:t xml:space="preserve"> </w:t>
      </w:r>
      <w:r w:rsidRPr="005D234A">
        <w:t xml:space="preserve">transferring ownership, called </w:t>
      </w:r>
      <w:r w:rsidRPr="005D234A">
        <w:rPr>
          <w:rStyle w:val="Italic"/>
        </w:rPr>
        <w:t>references</w:t>
      </w:r>
      <w:r w:rsidRPr="00E26562">
        <w:rPr>
          <w:lang w:eastAsia="en-GB"/>
        </w:rPr>
        <w:t>.</w:t>
      </w:r>
    </w:p>
    <w:bookmarkStart w:id="42" w:name="references-and-borrowing"/>
    <w:bookmarkStart w:id="43" w:name="_Toc107220605"/>
    <w:bookmarkEnd w:id="42"/>
    <w:p w14:paraId="66736F00" w14:textId="4862699F" w:rsidR="00E26562" w:rsidRPr="00E26562" w:rsidRDefault="005B083E" w:rsidP="005D234A">
      <w:pPr>
        <w:pStyle w:val="HeadA"/>
        <w:rPr>
          <w:lang w:eastAsia="en-GB"/>
        </w:rPr>
      </w:pPr>
      <w:r>
        <w:rPr>
          <w:lang w:eastAsia="en-GB"/>
        </w:rPr>
        <w:fldChar w:fldCharType="begin"/>
      </w:r>
      <w:r>
        <w:instrText xml:space="preserve"> XE "borrowing start</w:instrText>
      </w:r>
      <w:r w:rsidRPr="00AC00B2">
        <w:instrText>Range</w:instrText>
      </w:r>
      <w:r>
        <w:instrText xml:space="preserve">" </w:instrText>
      </w:r>
      <w:r>
        <w:rPr>
          <w:lang w:eastAsia="en-GB"/>
        </w:rPr>
        <w:fldChar w:fldCharType="end"/>
      </w:r>
      <w:r w:rsidR="004043DC">
        <w:rPr>
          <w:lang w:eastAsia="en-GB"/>
        </w:rPr>
        <w:fldChar w:fldCharType="begin"/>
      </w:r>
      <w:r w:rsidR="004043DC">
        <w:instrText xml:space="preserve"> XE "references:and borrowing start</w:instrText>
      </w:r>
      <w:r w:rsidR="004043DC" w:rsidRPr="00AC00B2">
        <w:instrText>Range</w:instrText>
      </w:r>
      <w:r w:rsidR="004043DC">
        <w:instrText xml:space="preserve">" </w:instrText>
      </w:r>
      <w:r w:rsidR="004043DC">
        <w:rPr>
          <w:lang w:eastAsia="en-GB"/>
        </w:rPr>
        <w:fldChar w:fldCharType="end"/>
      </w:r>
      <w:r w:rsidR="00E26562" w:rsidRPr="00E26562">
        <w:rPr>
          <w:lang w:eastAsia="en-GB"/>
        </w:rPr>
        <w:t>References and Borrowing</w:t>
      </w:r>
      <w:bookmarkEnd w:id="43"/>
    </w:p>
    <w:p w14:paraId="75764111" w14:textId="716F6CD0" w:rsidR="00E26562" w:rsidRPr="00E26562" w:rsidRDefault="00F71A6B" w:rsidP="005D234A">
      <w:pPr>
        <w:pStyle w:val="Body"/>
        <w:rPr>
          <w:lang w:eastAsia="en-GB"/>
        </w:rPr>
      </w:pPr>
      <w:r>
        <w:rPr>
          <w:lang w:eastAsia="en-GB"/>
        </w:rPr>
        <w:fldChar w:fldCharType="begin"/>
      </w:r>
      <w:r>
        <w:instrText xml:space="preserve"> XE "moving ownership:vs. borrowing start</w:instrText>
      </w:r>
      <w:r w:rsidRPr="00AC00B2">
        <w:instrText>Range</w:instrText>
      </w:r>
      <w:r>
        <w:instrText xml:space="preserve">" </w:instrText>
      </w:r>
      <w:r>
        <w:rPr>
          <w:lang w:eastAsia="en-GB"/>
        </w:rPr>
        <w:fldChar w:fldCharType="end"/>
      </w:r>
      <w:r w:rsidR="00E26562" w:rsidRPr="005D234A">
        <w:t>The issue with the tuple code in Listing 4-5 is that we have to return the</w:t>
      </w:r>
      <w:r w:rsidR="00367A2E">
        <w:t xml:space="preserve"> </w:t>
      </w:r>
      <w:r w:rsidR="00E26562" w:rsidRPr="005D234A">
        <w:rPr>
          <w:rStyle w:val="Literal"/>
        </w:rPr>
        <w:t>String</w:t>
      </w:r>
      <w:r w:rsidR="00E26562" w:rsidRPr="005D234A">
        <w:t xml:space="preserve"> to the calling function so we can still use the </w:t>
      </w:r>
      <w:r w:rsidR="00E26562" w:rsidRPr="005D234A">
        <w:rPr>
          <w:rStyle w:val="Literal"/>
        </w:rPr>
        <w:t>String</w:t>
      </w:r>
      <w:r w:rsidR="00E26562" w:rsidRPr="005D234A">
        <w:t xml:space="preserve"> after the</w:t>
      </w:r>
      <w:r w:rsidR="00367A2E">
        <w:t xml:space="preserve"> </w:t>
      </w:r>
      <w:r w:rsidR="00E26562" w:rsidRPr="005D234A">
        <w:t xml:space="preserve">call to </w:t>
      </w:r>
      <w:r w:rsidR="00E26562" w:rsidRPr="005D234A">
        <w:rPr>
          <w:rStyle w:val="Literal"/>
        </w:rPr>
        <w:t>calculate_length</w:t>
      </w:r>
      <w:r w:rsidR="00E26562" w:rsidRPr="005D234A">
        <w:t xml:space="preserve">, because the </w:t>
      </w:r>
      <w:r w:rsidR="00E26562" w:rsidRPr="005D234A">
        <w:rPr>
          <w:rStyle w:val="Literal"/>
        </w:rPr>
        <w:t>String</w:t>
      </w:r>
      <w:r w:rsidR="00E26562" w:rsidRPr="005D234A">
        <w:t xml:space="preserve"> was moved into</w:t>
      </w:r>
      <w:r w:rsidR="00367A2E">
        <w:t xml:space="preserve"> </w:t>
      </w:r>
      <w:r w:rsidR="00E26562" w:rsidRPr="005D234A">
        <w:rPr>
          <w:rStyle w:val="Literal"/>
        </w:rPr>
        <w:t>calculate_length</w:t>
      </w:r>
      <w:r w:rsidR="00E26562" w:rsidRPr="005D234A">
        <w:t xml:space="preserve">. Instead, we can provide a reference to the </w:t>
      </w:r>
      <w:r w:rsidR="00E26562" w:rsidRPr="005D234A">
        <w:rPr>
          <w:rStyle w:val="Literal"/>
        </w:rPr>
        <w:t>String</w:t>
      </w:r>
      <w:r w:rsidR="00E26562" w:rsidRPr="005D234A">
        <w:t xml:space="preserve"> value.</w:t>
      </w:r>
      <w:r w:rsidR="00367A2E">
        <w:t xml:space="preserve"> </w:t>
      </w:r>
      <w:r w:rsidR="00E26562" w:rsidRPr="005D234A">
        <w:t xml:space="preserve">A </w:t>
      </w:r>
      <w:r w:rsidR="00E26562" w:rsidRPr="005D234A">
        <w:rPr>
          <w:rStyle w:val="Italic"/>
        </w:rPr>
        <w:t>reference</w:t>
      </w:r>
      <w:r w:rsidR="00E26562" w:rsidRPr="00E26562">
        <w:rPr>
          <w:lang w:eastAsia="en-GB"/>
        </w:rPr>
        <w:t xml:space="preserve"> is like a pointer in that it’s an address we can follow to access</w:t>
      </w:r>
      <w:r w:rsidR="00367A2E">
        <w:rPr>
          <w:lang w:eastAsia="en-GB"/>
        </w:rPr>
        <w:t xml:space="preserve"> </w:t>
      </w:r>
      <w:r w:rsidR="00E26562" w:rsidRPr="00E26562">
        <w:rPr>
          <w:lang w:eastAsia="en-GB"/>
        </w:rPr>
        <w:t>the data stored at that address; that data is owned by some other variable.</w:t>
      </w:r>
      <w:r w:rsidR="00367A2E">
        <w:rPr>
          <w:lang w:eastAsia="en-GB"/>
        </w:rPr>
        <w:t xml:space="preserve"> </w:t>
      </w:r>
      <w:r w:rsidR="00E26562" w:rsidRPr="00E26562">
        <w:rPr>
          <w:lang w:eastAsia="en-GB"/>
        </w:rPr>
        <w:t>Unlike a pointer, a reference is guaranteed to point to a valid value of a</w:t>
      </w:r>
      <w:r w:rsidR="00367A2E">
        <w:rPr>
          <w:lang w:eastAsia="en-GB"/>
        </w:rPr>
        <w:t xml:space="preserve"> </w:t>
      </w:r>
      <w:r w:rsidR="00E26562" w:rsidRPr="00E26562">
        <w:rPr>
          <w:lang w:eastAsia="en-GB"/>
        </w:rPr>
        <w:t>particular type for the life of that reference.</w:t>
      </w:r>
    </w:p>
    <w:p w14:paraId="44652B29" w14:textId="1BC78088" w:rsidR="00E26562" w:rsidRPr="00E26562" w:rsidRDefault="00E26562" w:rsidP="005D234A">
      <w:pPr>
        <w:pStyle w:val="Body"/>
        <w:rPr>
          <w:lang w:eastAsia="en-GB"/>
        </w:rPr>
      </w:pPr>
      <w:r w:rsidRPr="005D234A">
        <w:t xml:space="preserve">Here is how you would define and use a </w:t>
      </w:r>
      <w:r w:rsidRPr="005D234A">
        <w:rPr>
          <w:rStyle w:val="Literal"/>
        </w:rPr>
        <w:t>calculate_length</w:t>
      </w:r>
      <w:r w:rsidRPr="00E26562">
        <w:rPr>
          <w:lang w:eastAsia="en-GB"/>
        </w:rPr>
        <w:t xml:space="preserve"> function that has a</w:t>
      </w:r>
      <w:r w:rsidR="00367A2E">
        <w:rPr>
          <w:lang w:eastAsia="en-GB"/>
        </w:rPr>
        <w:t xml:space="preserve"> </w:t>
      </w:r>
      <w:r w:rsidRPr="00E26562">
        <w:rPr>
          <w:lang w:eastAsia="en-GB"/>
        </w:rPr>
        <w:t>reference to an object as a parameter instead of taking ownership of the value:</w:t>
      </w:r>
    </w:p>
    <w:p w14:paraId="7835AA8B" w14:textId="3FADF37F" w:rsidR="00E26562" w:rsidRPr="00E26562" w:rsidRDefault="00E26562" w:rsidP="00EC69AE">
      <w:pPr>
        <w:pStyle w:val="CodeLabel"/>
        <w:rPr>
          <w:lang w:eastAsia="en-GB"/>
        </w:rPr>
      </w:pPr>
      <w:r w:rsidRPr="00E26562">
        <w:rPr>
          <w:lang w:eastAsia="en-GB"/>
        </w:rPr>
        <w:t>src/main.rs</w:t>
      </w:r>
    </w:p>
    <w:p w14:paraId="3DDC90DB" w14:textId="77777777" w:rsidR="00E26562" w:rsidRPr="00E26562" w:rsidRDefault="00E26562" w:rsidP="005D234A">
      <w:pPr>
        <w:pStyle w:val="Code"/>
        <w:rPr>
          <w:lang w:eastAsia="en-GB"/>
        </w:rPr>
      </w:pPr>
      <w:r w:rsidRPr="00E26562">
        <w:rPr>
          <w:lang w:eastAsia="en-GB"/>
        </w:rPr>
        <w:t>fn main() {</w:t>
      </w:r>
    </w:p>
    <w:p w14:paraId="51ADECDC" w14:textId="77777777" w:rsidR="00E26562" w:rsidRPr="00E26562" w:rsidRDefault="00E26562" w:rsidP="005D234A">
      <w:pPr>
        <w:pStyle w:val="Code"/>
        <w:rPr>
          <w:lang w:eastAsia="en-GB"/>
        </w:rPr>
      </w:pPr>
      <w:r w:rsidRPr="00E26562">
        <w:rPr>
          <w:lang w:eastAsia="en-GB"/>
        </w:rPr>
        <w:t xml:space="preserve">    let s1 = String::from("hello");</w:t>
      </w:r>
    </w:p>
    <w:p w14:paraId="1864A2D2" w14:textId="77777777" w:rsidR="00E26562" w:rsidRPr="00E26562" w:rsidRDefault="00E26562" w:rsidP="005D234A">
      <w:pPr>
        <w:pStyle w:val="Code"/>
        <w:rPr>
          <w:lang w:eastAsia="en-GB"/>
        </w:rPr>
      </w:pPr>
    </w:p>
    <w:p w14:paraId="67C6FF2B" w14:textId="77777777" w:rsidR="00E26562" w:rsidRPr="00E26562" w:rsidRDefault="00E26562" w:rsidP="005D234A">
      <w:pPr>
        <w:pStyle w:val="Code"/>
        <w:rPr>
          <w:lang w:eastAsia="en-GB"/>
        </w:rPr>
      </w:pPr>
      <w:r w:rsidRPr="00E26562">
        <w:rPr>
          <w:lang w:eastAsia="en-GB"/>
        </w:rPr>
        <w:t xml:space="preserve">    let len = calculate_length(&amp;s1);</w:t>
      </w:r>
    </w:p>
    <w:p w14:paraId="58380D41" w14:textId="77777777" w:rsidR="00E26562" w:rsidRPr="00E26562" w:rsidRDefault="00E26562" w:rsidP="005D234A">
      <w:pPr>
        <w:pStyle w:val="Code"/>
        <w:rPr>
          <w:lang w:eastAsia="en-GB"/>
        </w:rPr>
      </w:pPr>
    </w:p>
    <w:p w14:paraId="79616162" w14:textId="6A7FDCC4" w:rsidR="00E26562" w:rsidRPr="00E26562" w:rsidRDefault="00E26562" w:rsidP="005D234A">
      <w:pPr>
        <w:pStyle w:val="Code"/>
        <w:rPr>
          <w:lang w:eastAsia="en-GB"/>
        </w:rPr>
      </w:pPr>
      <w:r w:rsidRPr="00E26562">
        <w:rPr>
          <w:lang w:eastAsia="en-GB"/>
        </w:rPr>
        <w:t xml:space="preserve">    println!("The length of '{</w:t>
      </w:r>
      <w:r w:rsidR="00995F1D">
        <w:rPr>
          <w:lang w:eastAsia="en-GB"/>
        </w:rPr>
        <w:t>s1</w:t>
      </w:r>
      <w:r w:rsidRPr="00E26562">
        <w:rPr>
          <w:lang w:eastAsia="en-GB"/>
        </w:rPr>
        <w:t>}' is {</w:t>
      </w:r>
      <w:r w:rsidR="00995F1D">
        <w:rPr>
          <w:lang w:eastAsia="en-GB"/>
        </w:rPr>
        <w:t>len</w:t>
      </w:r>
      <w:r w:rsidRPr="00E26562">
        <w:rPr>
          <w:lang w:eastAsia="en-GB"/>
        </w:rPr>
        <w:t>}.");</w:t>
      </w:r>
    </w:p>
    <w:p w14:paraId="27E1E696" w14:textId="77777777" w:rsidR="00E26562" w:rsidRPr="00E26562" w:rsidRDefault="00E26562" w:rsidP="005D234A">
      <w:pPr>
        <w:pStyle w:val="Code"/>
        <w:rPr>
          <w:lang w:eastAsia="en-GB"/>
        </w:rPr>
      </w:pPr>
      <w:r w:rsidRPr="00E26562">
        <w:rPr>
          <w:lang w:eastAsia="en-GB"/>
        </w:rPr>
        <w:t>}</w:t>
      </w:r>
    </w:p>
    <w:p w14:paraId="2057D73E" w14:textId="77777777" w:rsidR="00E26562" w:rsidRPr="00E26562" w:rsidRDefault="00E26562" w:rsidP="005D234A">
      <w:pPr>
        <w:pStyle w:val="Code"/>
        <w:rPr>
          <w:lang w:eastAsia="en-GB"/>
        </w:rPr>
      </w:pPr>
    </w:p>
    <w:p w14:paraId="64E93BB0" w14:textId="77777777" w:rsidR="00E26562" w:rsidRPr="00E26562" w:rsidRDefault="00E26562" w:rsidP="005D234A">
      <w:pPr>
        <w:pStyle w:val="Code"/>
        <w:rPr>
          <w:lang w:eastAsia="en-GB"/>
        </w:rPr>
      </w:pPr>
      <w:r w:rsidRPr="00E26562">
        <w:rPr>
          <w:lang w:eastAsia="en-GB"/>
        </w:rPr>
        <w:t>fn calculate_length(s: &amp;String) -&gt; usize {</w:t>
      </w:r>
    </w:p>
    <w:p w14:paraId="62A3CACB" w14:textId="77777777" w:rsidR="00E26562" w:rsidRPr="00E26562" w:rsidRDefault="00E26562" w:rsidP="005D234A">
      <w:pPr>
        <w:pStyle w:val="Code"/>
        <w:rPr>
          <w:lang w:eastAsia="en-GB"/>
        </w:rPr>
      </w:pPr>
      <w:r w:rsidRPr="00E26562">
        <w:rPr>
          <w:lang w:eastAsia="en-GB"/>
        </w:rPr>
        <w:t xml:space="preserve">    s.len()</w:t>
      </w:r>
    </w:p>
    <w:p w14:paraId="40A7B140" w14:textId="77777777" w:rsidR="00E26562" w:rsidRPr="00E26562" w:rsidRDefault="00E26562" w:rsidP="005D234A">
      <w:pPr>
        <w:pStyle w:val="Code"/>
        <w:rPr>
          <w:lang w:eastAsia="en-GB"/>
        </w:rPr>
      </w:pPr>
      <w:r w:rsidRPr="00E26562">
        <w:rPr>
          <w:lang w:eastAsia="en-GB"/>
        </w:rPr>
        <w:t>}</w:t>
      </w:r>
    </w:p>
    <w:p w14:paraId="7C47C67A" w14:textId="72859C44" w:rsidR="00E26562" w:rsidRDefault="00E26562" w:rsidP="005D234A">
      <w:pPr>
        <w:pStyle w:val="Body"/>
        <w:rPr>
          <w:lang w:eastAsia="en-GB"/>
        </w:rPr>
      </w:pPr>
      <w:r w:rsidRPr="005D234A">
        <w:t>First, notice that all the tuple code in the variable declaration and the</w:t>
      </w:r>
      <w:r w:rsidR="00367A2E">
        <w:t xml:space="preserve"> </w:t>
      </w:r>
      <w:r w:rsidRPr="005D234A">
        <w:t xml:space="preserve">function return value is gone. Second, note that we pass </w:t>
      </w:r>
      <w:r w:rsidRPr="005D234A">
        <w:rPr>
          <w:rStyle w:val="Literal"/>
        </w:rPr>
        <w:t>&amp;s1</w:t>
      </w:r>
      <w:r w:rsidRPr="005D234A">
        <w:t xml:space="preserve"> into</w:t>
      </w:r>
      <w:r w:rsidR="00367A2E">
        <w:t xml:space="preserve"> </w:t>
      </w:r>
      <w:r w:rsidRPr="005D234A">
        <w:rPr>
          <w:rStyle w:val="Literal"/>
        </w:rPr>
        <w:t>calculate_length</w:t>
      </w:r>
      <w:r w:rsidRPr="005D234A">
        <w:t xml:space="preserve"> and, in its definition, we take </w:t>
      </w:r>
      <w:r w:rsidRPr="005D234A">
        <w:rPr>
          <w:rStyle w:val="Literal"/>
        </w:rPr>
        <w:t>&amp;String</w:t>
      </w:r>
      <w:r w:rsidRPr="005D234A">
        <w:t xml:space="preserve"> rather than</w:t>
      </w:r>
      <w:r w:rsidR="00367A2E">
        <w:t xml:space="preserve"> </w:t>
      </w:r>
      <w:r w:rsidRPr="005D234A">
        <w:rPr>
          <w:rStyle w:val="Literal"/>
        </w:rPr>
        <w:t>String</w:t>
      </w:r>
      <w:r w:rsidRPr="005D234A">
        <w:t xml:space="preserve">. These ampersands represent </w:t>
      </w:r>
      <w:r w:rsidRPr="005D234A">
        <w:rPr>
          <w:rStyle w:val="Italic"/>
        </w:rPr>
        <w:t>references</w:t>
      </w:r>
      <w:r w:rsidRPr="00E26562">
        <w:rPr>
          <w:lang w:eastAsia="en-GB"/>
        </w:rPr>
        <w:t>, and they allow you to refer</w:t>
      </w:r>
      <w:r w:rsidR="00367A2E">
        <w:rPr>
          <w:lang w:eastAsia="en-GB"/>
        </w:rPr>
        <w:t xml:space="preserve"> </w:t>
      </w:r>
      <w:r w:rsidRPr="00E26562">
        <w:rPr>
          <w:lang w:eastAsia="en-GB"/>
        </w:rPr>
        <w:t>to some value without taking ownership of it. Figure 4-5 depicts this concept.</w:t>
      </w:r>
    </w:p>
    <w:p w14:paraId="0AC8CFA6" w14:textId="6909F1D4" w:rsidR="00402BF4" w:rsidRPr="00E26562" w:rsidRDefault="00402BF4" w:rsidP="00402BF4">
      <w:pPr>
        <w:pStyle w:val="GraphicSlug"/>
        <w:rPr>
          <w:lang w:eastAsia="en-GB"/>
        </w:rPr>
      </w:pPr>
      <w:r>
        <w:rPr>
          <w:lang w:eastAsia="en-GB"/>
        </w:rPr>
        <w:t>[f01005.</w:t>
      </w:r>
      <w:r w:rsidR="004531E0">
        <w:rPr>
          <w:lang w:eastAsia="en-GB"/>
        </w:rPr>
        <w:t>eps</w:t>
      </w:r>
      <w:r>
        <w:rPr>
          <w:lang w:eastAsia="en-GB"/>
        </w:rPr>
        <w:t>]</w:t>
      </w:r>
      <w:r w:rsidR="00512352" w:rsidRPr="00CC18E0">
        <w:rPr>
          <w:rStyle w:val="AltText"/>
        </w:rPr>
        <w:t>&lt;&lt;</w:t>
      </w:r>
      <w:r w:rsidR="00512352">
        <w:rPr>
          <w:rStyle w:val="AltText"/>
        </w:rPr>
        <w:t>Three tables: the table for s contains only a pointer to the table for s1. The table for s1 contains the stack data for s1 and points to the string data on the heap.</w:t>
      </w:r>
      <w:r w:rsidR="00512352" w:rsidRPr="00CC18E0">
        <w:rPr>
          <w:rStyle w:val="AltText"/>
        </w:rPr>
        <w:t>&gt;&gt;</w:t>
      </w:r>
    </w:p>
    <w:p w14:paraId="66771BD6" w14:textId="62CDB707" w:rsidR="00E26562" w:rsidRPr="00E26562" w:rsidRDefault="00E26562" w:rsidP="00EC69AE">
      <w:pPr>
        <w:pStyle w:val="CaptionLine"/>
        <w:rPr>
          <w:lang w:eastAsia="en-GB"/>
        </w:rPr>
      </w:pPr>
      <w:r w:rsidRPr="005D234A">
        <w:t xml:space="preserve">A diagram of </w:t>
      </w:r>
      <w:r w:rsidRPr="005D234A">
        <w:rPr>
          <w:rStyle w:val="Literal"/>
        </w:rPr>
        <w:t>&amp;String s</w:t>
      </w:r>
      <w:r w:rsidRPr="005D234A">
        <w:t xml:space="preserve"> pointing at </w:t>
      </w:r>
      <w:r w:rsidRPr="005D234A">
        <w:rPr>
          <w:rStyle w:val="Literal"/>
        </w:rPr>
        <w:t>String s1</w:t>
      </w:r>
    </w:p>
    <w:p w14:paraId="0273C081" w14:textId="5BE475AB" w:rsidR="00E26562" w:rsidRPr="00E26562" w:rsidRDefault="00E26562" w:rsidP="00402BF4">
      <w:pPr>
        <w:pStyle w:val="Note"/>
        <w:rPr>
          <w:lang w:eastAsia="en-GB"/>
        </w:rPr>
      </w:pPr>
      <w:r w:rsidRPr="00402BF4">
        <w:rPr>
          <w:rStyle w:val="NoteHead"/>
        </w:rPr>
        <w:t>Note</w:t>
      </w:r>
      <w:r w:rsidR="00EB08CF">
        <w:rPr>
          <w:lang w:eastAsia="en-GB"/>
        </w:rPr>
        <w:tab/>
      </w:r>
      <w:r w:rsidR="001424B5">
        <w:rPr>
          <w:lang w:eastAsia="en-GB"/>
        </w:rPr>
        <w:fldChar w:fldCharType="begin"/>
      </w:r>
      <w:r w:rsidR="001424B5">
        <w:instrText xml:space="preserve"> XE "references:dereferencing start</w:instrText>
      </w:r>
      <w:r w:rsidR="001424B5" w:rsidRPr="00AC00B2">
        <w:instrText>Range</w:instrText>
      </w:r>
      <w:r w:rsidR="001424B5">
        <w:instrText xml:space="preserve">" </w:instrText>
      </w:r>
      <w:r w:rsidR="001424B5">
        <w:rPr>
          <w:lang w:eastAsia="en-GB"/>
        </w:rPr>
        <w:fldChar w:fldCharType="end"/>
      </w:r>
      <w:r w:rsidR="004C30DB">
        <w:rPr>
          <w:lang w:eastAsia="en-GB"/>
        </w:rPr>
        <w:fldChar w:fldCharType="begin"/>
      </w:r>
      <w:r w:rsidR="004C30DB">
        <w:instrText xml:space="preserve"> XE "dereferencing start</w:instrText>
      </w:r>
      <w:r w:rsidR="004C30DB" w:rsidRPr="00AC00B2">
        <w:instrText>Range</w:instrText>
      </w:r>
      <w:r w:rsidR="004C30DB">
        <w:instrText xml:space="preserve">" </w:instrText>
      </w:r>
      <w:r w:rsidR="004C30DB">
        <w:rPr>
          <w:lang w:eastAsia="en-GB"/>
        </w:rPr>
        <w:fldChar w:fldCharType="end"/>
      </w:r>
      <w:r w:rsidRPr="00E26562">
        <w:rPr>
          <w:lang w:eastAsia="en-GB"/>
        </w:rPr>
        <w:t xml:space="preserve">The opposite of referencing by using </w:t>
      </w:r>
      <w:r w:rsidRPr="005D234A">
        <w:rPr>
          <w:rStyle w:val="Literal"/>
        </w:rPr>
        <w:t>&amp;</w:t>
      </w:r>
      <w:r w:rsidRPr="005D234A">
        <w:t xml:space="preserve"> is </w:t>
      </w:r>
      <w:r w:rsidRPr="005D234A">
        <w:rPr>
          <w:rStyle w:val="Italic"/>
        </w:rPr>
        <w:t>dereferencing</w:t>
      </w:r>
      <w:r w:rsidRPr="005D234A">
        <w:t>, which is</w:t>
      </w:r>
      <w:r w:rsidR="00367A2E">
        <w:t xml:space="preserve"> </w:t>
      </w:r>
      <w:r w:rsidRPr="005D234A">
        <w:t xml:space="preserve">accomplished with the dereference operator, </w:t>
      </w:r>
      <w:r w:rsidRPr="005D234A">
        <w:rPr>
          <w:rStyle w:val="Literal"/>
        </w:rPr>
        <w:t>*</w:t>
      </w:r>
      <w:r w:rsidR="00C5231B">
        <w:rPr>
          <w:lang w:eastAsia="en-GB"/>
        </w:rPr>
        <w:fldChar w:fldCharType="begin"/>
      </w:r>
      <w:r w:rsidR="00C5231B">
        <w:instrText xml:space="preserve"> XE "* (asterisk):dereference operator" </w:instrText>
      </w:r>
      <w:r w:rsidR="00C5231B">
        <w:rPr>
          <w:lang w:eastAsia="en-GB"/>
        </w:rPr>
        <w:fldChar w:fldCharType="end"/>
      </w:r>
      <w:r w:rsidR="00C5231B">
        <w:rPr>
          <w:lang w:eastAsia="en-GB"/>
        </w:rPr>
        <w:fldChar w:fldCharType="begin"/>
      </w:r>
      <w:r w:rsidR="00C5231B">
        <w:instrText xml:space="preserve"> XE "</w:instrText>
      </w:r>
      <w:r w:rsidR="00515029">
        <w:instrText>asterisk (*):dereference operator</w:instrText>
      </w:r>
      <w:r w:rsidR="00C5231B">
        <w:instrText xml:space="preserve">" </w:instrText>
      </w:r>
      <w:r w:rsidR="00C5231B">
        <w:rPr>
          <w:lang w:eastAsia="en-GB"/>
        </w:rPr>
        <w:fldChar w:fldCharType="end"/>
      </w:r>
      <w:r w:rsidRPr="00E26562">
        <w:rPr>
          <w:lang w:eastAsia="en-GB"/>
        </w:rPr>
        <w:t>. We’ll see some uses of the</w:t>
      </w:r>
      <w:r w:rsidR="00367A2E">
        <w:rPr>
          <w:lang w:eastAsia="en-GB"/>
        </w:rPr>
        <w:t xml:space="preserve"> </w:t>
      </w:r>
      <w:r w:rsidRPr="00E26562">
        <w:rPr>
          <w:lang w:eastAsia="en-GB"/>
        </w:rPr>
        <w:t xml:space="preserve">dereference operator in </w:t>
      </w:r>
      <w:r w:rsidR="00DE39C6" w:rsidRPr="00DE39C6">
        <w:rPr>
          <w:rStyle w:val="Xref"/>
        </w:rPr>
        <w:t>Chapter</w:t>
      </w:r>
      <w:r w:rsidRPr="00402BF4">
        <w:rPr>
          <w:rStyle w:val="Xref"/>
        </w:rPr>
        <w:t xml:space="preserve"> 8</w:t>
      </w:r>
      <w:r w:rsidRPr="00E26562">
        <w:rPr>
          <w:lang w:eastAsia="en-GB"/>
        </w:rPr>
        <w:t xml:space="preserve"> and discuss details of dereferencing in</w:t>
      </w:r>
      <w:r w:rsidR="00367A2E">
        <w:rPr>
          <w:lang w:eastAsia="en-GB"/>
        </w:rPr>
        <w:t xml:space="preserve"> </w:t>
      </w:r>
      <w:r w:rsidR="00DE39C6" w:rsidRPr="00DE39C6">
        <w:rPr>
          <w:rStyle w:val="Xref"/>
        </w:rPr>
        <w:t>Chapter</w:t>
      </w:r>
      <w:r w:rsidRPr="00402BF4">
        <w:rPr>
          <w:rStyle w:val="Xref"/>
        </w:rPr>
        <w:t xml:space="preserve"> 15</w:t>
      </w:r>
      <w:r w:rsidRPr="00E26562">
        <w:rPr>
          <w:lang w:eastAsia="en-GB"/>
        </w:rPr>
        <w:t>.</w:t>
      </w:r>
      <w:r w:rsidR="004C30DB">
        <w:rPr>
          <w:lang w:eastAsia="en-GB"/>
        </w:rPr>
        <w:fldChar w:fldCharType="begin"/>
      </w:r>
      <w:r w:rsidR="004C30DB">
        <w:instrText xml:space="preserve"> XE </w:instrText>
      </w:r>
      <w:r w:rsidR="004C30DB">
        <w:lastRenderedPageBreak/>
        <w:instrText>"references:dereferencing end</w:instrText>
      </w:r>
      <w:r w:rsidR="004C30DB" w:rsidRPr="00AC00B2">
        <w:instrText>Range</w:instrText>
      </w:r>
      <w:r w:rsidR="004C30DB">
        <w:instrText xml:space="preserve">" </w:instrText>
      </w:r>
      <w:r w:rsidR="004C30DB">
        <w:rPr>
          <w:lang w:eastAsia="en-GB"/>
        </w:rPr>
        <w:fldChar w:fldCharType="end"/>
      </w:r>
      <w:r w:rsidR="004C30DB">
        <w:rPr>
          <w:lang w:eastAsia="en-GB"/>
        </w:rPr>
        <w:fldChar w:fldCharType="begin"/>
      </w:r>
      <w:r w:rsidR="004C30DB">
        <w:instrText xml:space="preserve"> XE "dereferencing end</w:instrText>
      </w:r>
      <w:r w:rsidR="004C30DB" w:rsidRPr="00AC00B2">
        <w:instrText>Range</w:instrText>
      </w:r>
      <w:r w:rsidR="004C30DB">
        <w:instrText xml:space="preserve">" </w:instrText>
      </w:r>
      <w:r w:rsidR="004C30DB">
        <w:rPr>
          <w:lang w:eastAsia="en-GB"/>
        </w:rPr>
        <w:fldChar w:fldCharType="end"/>
      </w:r>
    </w:p>
    <w:p w14:paraId="2DACCD96" w14:textId="77777777" w:rsidR="00E26562" w:rsidRPr="00E26562" w:rsidRDefault="00E26562" w:rsidP="005D234A">
      <w:pPr>
        <w:pStyle w:val="Body"/>
        <w:rPr>
          <w:lang w:eastAsia="en-GB"/>
        </w:rPr>
      </w:pPr>
      <w:r w:rsidRPr="00E26562">
        <w:rPr>
          <w:lang w:eastAsia="en-GB"/>
        </w:rPr>
        <w:t>Let’s take a closer look at the function call here:</w:t>
      </w:r>
    </w:p>
    <w:p w14:paraId="5957BA3A" w14:textId="77777777" w:rsidR="00E26562" w:rsidRPr="00E26562" w:rsidRDefault="00E26562" w:rsidP="005D234A">
      <w:pPr>
        <w:pStyle w:val="Code"/>
        <w:rPr>
          <w:lang w:eastAsia="en-GB"/>
        </w:rPr>
      </w:pPr>
      <w:r w:rsidRPr="00E26562">
        <w:rPr>
          <w:lang w:eastAsia="en-GB"/>
        </w:rPr>
        <w:t>let s1 = String::from("hello");</w:t>
      </w:r>
    </w:p>
    <w:p w14:paraId="15901F89" w14:textId="77777777" w:rsidR="00E26562" w:rsidRPr="00E26562" w:rsidRDefault="00E26562" w:rsidP="005D234A">
      <w:pPr>
        <w:pStyle w:val="Code"/>
        <w:rPr>
          <w:lang w:eastAsia="en-GB"/>
        </w:rPr>
      </w:pPr>
    </w:p>
    <w:p w14:paraId="551683CA" w14:textId="77777777" w:rsidR="00E26562" w:rsidRPr="00E26562" w:rsidRDefault="00E26562" w:rsidP="005D234A">
      <w:pPr>
        <w:pStyle w:val="Code"/>
        <w:rPr>
          <w:lang w:eastAsia="en-GB"/>
        </w:rPr>
      </w:pPr>
      <w:r w:rsidRPr="00E26562">
        <w:rPr>
          <w:lang w:eastAsia="en-GB"/>
        </w:rPr>
        <w:t>let len = calculate_length(&amp;s1);</w:t>
      </w:r>
    </w:p>
    <w:p w14:paraId="5BCABEFD" w14:textId="7B291A46" w:rsidR="00E26562" w:rsidRPr="00E26562" w:rsidRDefault="00E26562" w:rsidP="005D234A">
      <w:pPr>
        <w:pStyle w:val="Body"/>
        <w:rPr>
          <w:lang w:eastAsia="en-GB"/>
        </w:rPr>
      </w:pPr>
      <w:r w:rsidRPr="005D234A">
        <w:t xml:space="preserve">The </w:t>
      </w:r>
      <w:r w:rsidRPr="005D234A">
        <w:rPr>
          <w:rStyle w:val="Literal"/>
        </w:rPr>
        <w:t>&amp;s1</w:t>
      </w:r>
      <w:r w:rsidRPr="005D234A">
        <w:t xml:space="preserve"> syntax lets us create a reference that </w:t>
      </w:r>
      <w:r w:rsidRPr="005D234A">
        <w:rPr>
          <w:rStyle w:val="Italic"/>
        </w:rPr>
        <w:t>refers</w:t>
      </w:r>
      <w:r w:rsidRPr="005D234A">
        <w:t xml:space="preserve"> to the value of </w:t>
      </w:r>
      <w:r w:rsidRPr="005D234A">
        <w:rPr>
          <w:rStyle w:val="Literal"/>
        </w:rPr>
        <w:t>s1</w:t>
      </w:r>
      <w:r w:rsidR="00367A2E">
        <w:rPr>
          <w:lang w:eastAsia="en-GB"/>
        </w:rPr>
        <w:t xml:space="preserve"> </w:t>
      </w:r>
      <w:r w:rsidRPr="00E26562">
        <w:rPr>
          <w:lang w:eastAsia="en-GB"/>
        </w:rPr>
        <w:t>but does not own it. Because it does not own it, the value it points to will</w:t>
      </w:r>
      <w:r w:rsidR="00367A2E">
        <w:rPr>
          <w:lang w:eastAsia="en-GB"/>
        </w:rPr>
        <w:t xml:space="preserve"> </w:t>
      </w:r>
      <w:r w:rsidRPr="00E26562">
        <w:rPr>
          <w:lang w:eastAsia="en-GB"/>
        </w:rPr>
        <w:t>not be dropped when the reference stops being used.</w:t>
      </w:r>
    </w:p>
    <w:p w14:paraId="0C0DCB40" w14:textId="61904190" w:rsidR="00E26562" w:rsidRPr="00E26562" w:rsidRDefault="00E26562" w:rsidP="005D234A">
      <w:pPr>
        <w:pStyle w:val="Body"/>
        <w:rPr>
          <w:lang w:eastAsia="en-GB"/>
        </w:rPr>
      </w:pPr>
      <w:r w:rsidRPr="00E26562">
        <w:rPr>
          <w:lang w:eastAsia="en-GB"/>
        </w:rPr>
        <w:t xml:space="preserve">Likewise, the signature of the function uses </w:t>
      </w:r>
      <w:r w:rsidRPr="005D234A">
        <w:rPr>
          <w:rStyle w:val="Literal"/>
        </w:rPr>
        <w:t>&amp;</w:t>
      </w:r>
      <w:r w:rsidRPr="005D234A">
        <w:t xml:space="preserve"> to indicate that the type of</w:t>
      </w:r>
      <w:r w:rsidR="00367A2E">
        <w:t xml:space="preserve"> </w:t>
      </w:r>
      <w:r w:rsidRPr="005D234A">
        <w:t xml:space="preserve">the parameter </w:t>
      </w:r>
      <w:r w:rsidRPr="005D234A">
        <w:rPr>
          <w:rStyle w:val="Literal"/>
        </w:rPr>
        <w:t>s</w:t>
      </w:r>
      <w:r w:rsidRPr="00E26562">
        <w:rPr>
          <w:lang w:eastAsia="en-GB"/>
        </w:rPr>
        <w:t xml:space="preserve"> is a reference. Let’s add some explanatory annotations:</w:t>
      </w:r>
    </w:p>
    <w:p w14:paraId="083B19D7" w14:textId="77777777" w:rsidR="00E26562" w:rsidRPr="00E26562" w:rsidRDefault="00E26562" w:rsidP="00CC18E0">
      <w:pPr>
        <w:pStyle w:val="CodeWide"/>
        <w:rPr>
          <w:lang w:eastAsia="en-GB"/>
        </w:rPr>
      </w:pPr>
      <w:r w:rsidRPr="00E26562">
        <w:rPr>
          <w:lang w:eastAsia="en-GB"/>
        </w:rPr>
        <w:t>fn calculate_length(s: &amp;String) -&gt; usize { // s is a reference to a String</w:t>
      </w:r>
    </w:p>
    <w:p w14:paraId="5E5AFA70" w14:textId="77777777" w:rsidR="00E26562" w:rsidRPr="00E26562" w:rsidRDefault="00E26562" w:rsidP="00CC18E0">
      <w:pPr>
        <w:pStyle w:val="CodeWide"/>
        <w:rPr>
          <w:lang w:eastAsia="en-GB"/>
        </w:rPr>
      </w:pPr>
      <w:r w:rsidRPr="00E26562">
        <w:rPr>
          <w:lang w:eastAsia="en-GB"/>
        </w:rPr>
        <w:t xml:space="preserve">    s.len()</w:t>
      </w:r>
    </w:p>
    <w:p w14:paraId="63467067" w14:textId="77777777" w:rsidR="00E26562" w:rsidRPr="00E26562" w:rsidRDefault="00E26562" w:rsidP="00CC18E0">
      <w:pPr>
        <w:pStyle w:val="CodeWide"/>
        <w:rPr>
          <w:lang w:eastAsia="en-GB"/>
        </w:rPr>
      </w:pPr>
      <w:r w:rsidRPr="00E26562">
        <w:rPr>
          <w:lang w:eastAsia="en-GB"/>
        </w:rPr>
        <w:t>} // Here, s goes out of scope. But because it does not have ownership of what</w:t>
      </w:r>
    </w:p>
    <w:p w14:paraId="205317D4" w14:textId="46454736" w:rsidR="00E26562" w:rsidRPr="00E26562" w:rsidRDefault="00E26562" w:rsidP="00CC18E0">
      <w:pPr>
        <w:pStyle w:val="CodeWide"/>
        <w:rPr>
          <w:lang w:eastAsia="en-GB"/>
        </w:rPr>
      </w:pPr>
      <w:r w:rsidRPr="00E26562">
        <w:rPr>
          <w:lang w:eastAsia="en-GB"/>
        </w:rPr>
        <w:t xml:space="preserve">  // it refers to, </w:t>
      </w:r>
      <w:r w:rsidR="002E3177">
        <w:rPr>
          <w:lang w:eastAsia="en-GB"/>
        </w:rPr>
        <w:t>the String</w:t>
      </w:r>
      <w:r w:rsidRPr="00E26562">
        <w:rPr>
          <w:lang w:eastAsia="en-GB"/>
        </w:rPr>
        <w:t xml:space="preserve"> is not dropped</w:t>
      </w:r>
    </w:p>
    <w:p w14:paraId="2EC5F5E3" w14:textId="136444F5" w:rsidR="00E26562" w:rsidRPr="00E26562" w:rsidRDefault="00E26562" w:rsidP="005D234A">
      <w:pPr>
        <w:pStyle w:val="Body"/>
        <w:rPr>
          <w:lang w:eastAsia="en-GB"/>
        </w:rPr>
      </w:pPr>
      <w:r w:rsidRPr="005D234A">
        <w:t xml:space="preserve">The scope in which the variable </w:t>
      </w:r>
      <w:r w:rsidRPr="005D234A">
        <w:rPr>
          <w:rStyle w:val="Literal"/>
        </w:rPr>
        <w:t>s</w:t>
      </w:r>
      <w:r w:rsidRPr="005D234A">
        <w:t xml:space="preserve"> is valid is the same as any function</w:t>
      </w:r>
      <w:r w:rsidR="00367A2E">
        <w:t xml:space="preserve"> </w:t>
      </w:r>
      <w:r w:rsidRPr="005D234A">
        <w:t>parameter’s scope, but the value pointed to by the reference is not dropped</w:t>
      </w:r>
      <w:r w:rsidR="00367A2E">
        <w:t xml:space="preserve"> </w:t>
      </w:r>
      <w:r w:rsidRPr="005D234A">
        <w:t xml:space="preserve">when </w:t>
      </w:r>
      <w:r w:rsidRPr="005D234A">
        <w:rPr>
          <w:rStyle w:val="Literal"/>
        </w:rPr>
        <w:t>s</w:t>
      </w:r>
      <w:r w:rsidRPr="005D234A">
        <w:t xml:space="preserve"> stops being used</w:t>
      </w:r>
      <w:r w:rsidR="007C6691">
        <w:t>,</w:t>
      </w:r>
      <w:r w:rsidRPr="005D234A">
        <w:t xml:space="preserve"> because </w:t>
      </w:r>
      <w:r w:rsidRPr="005D234A">
        <w:rPr>
          <w:rStyle w:val="Literal"/>
        </w:rPr>
        <w:t>s</w:t>
      </w:r>
      <w:r w:rsidRPr="00E26562">
        <w:rPr>
          <w:lang w:eastAsia="en-GB"/>
        </w:rPr>
        <w:t xml:space="preserve"> doesn’t have ownership. When functions</w:t>
      </w:r>
      <w:r w:rsidR="00367A2E">
        <w:rPr>
          <w:lang w:eastAsia="en-GB"/>
        </w:rPr>
        <w:t xml:space="preserve"> </w:t>
      </w:r>
      <w:r w:rsidRPr="00E26562">
        <w:rPr>
          <w:lang w:eastAsia="en-GB"/>
        </w:rPr>
        <w:t>have references as parameters instead of the actual values, we won’t need to</w:t>
      </w:r>
      <w:r w:rsidR="00367A2E">
        <w:rPr>
          <w:lang w:eastAsia="en-GB"/>
        </w:rPr>
        <w:t xml:space="preserve"> </w:t>
      </w:r>
      <w:r w:rsidRPr="00E26562">
        <w:rPr>
          <w:lang w:eastAsia="en-GB"/>
        </w:rPr>
        <w:t>return the values in order to give back ownership, because we never had</w:t>
      </w:r>
      <w:r w:rsidR="00367A2E">
        <w:rPr>
          <w:lang w:eastAsia="en-GB"/>
        </w:rPr>
        <w:t xml:space="preserve"> </w:t>
      </w:r>
      <w:r w:rsidRPr="00E26562">
        <w:rPr>
          <w:lang w:eastAsia="en-GB"/>
        </w:rPr>
        <w:t>ownership.</w:t>
      </w:r>
    </w:p>
    <w:p w14:paraId="7B76BF15" w14:textId="4ED20BE8" w:rsidR="00E26562" w:rsidRPr="00E26562" w:rsidRDefault="00E26562" w:rsidP="005D234A">
      <w:pPr>
        <w:pStyle w:val="Body"/>
        <w:rPr>
          <w:lang w:eastAsia="en-GB"/>
        </w:rPr>
      </w:pPr>
      <w:r w:rsidRPr="00E26562">
        <w:rPr>
          <w:lang w:eastAsia="en-GB"/>
        </w:rPr>
        <w:t xml:space="preserve">We call the action of creating a reference </w:t>
      </w:r>
      <w:r w:rsidRPr="005D234A">
        <w:rPr>
          <w:rStyle w:val="Italic"/>
        </w:rPr>
        <w:t>borrowing</w:t>
      </w:r>
      <w:r w:rsidRPr="00E26562">
        <w:rPr>
          <w:lang w:eastAsia="en-GB"/>
        </w:rPr>
        <w:t>. As in real life, if a</w:t>
      </w:r>
      <w:r w:rsidR="00367A2E">
        <w:rPr>
          <w:lang w:eastAsia="en-GB"/>
        </w:rPr>
        <w:t xml:space="preserve"> </w:t>
      </w:r>
      <w:r w:rsidRPr="00E26562">
        <w:rPr>
          <w:lang w:eastAsia="en-GB"/>
        </w:rPr>
        <w:t>person owns something, you can borrow it from them. When you’re done, you have</w:t>
      </w:r>
      <w:r w:rsidR="00367A2E">
        <w:rPr>
          <w:lang w:eastAsia="en-GB"/>
        </w:rPr>
        <w:t xml:space="preserve"> </w:t>
      </w:r>
      <w:r w:rsidRPr="00E26562">
        <w:rPr>
          <w:lang w:eastAsia="en-GB"/>
        </w:rPr>
        <w:t>to give it back. You don’t own it.</w:t>
      </w:r>
      <w:r w:rsidR="00F71A6B">
        <w:rPr>
          <w:lang w:eastAsia="en-GB"/>
        </w:rPr>
        <w:fldChar w:fldCharType="begin"/>
      </w:r>
      <w:r w:rsidR="00F71A6B">
        <w:instrText xml:space="preserve"> XE "moving ownership:vs. borrowing end</w:instrText>
      </w:r>
      <w:r w:rsidR="00F71A6B" w:rsidRPr="00AC00B2">
        <w:instrText>Range</w:instrText>
      </w:r>
      <w:r w:rsidR="00F71A6B">
        <w:instrText xml:space="preserve">" </w:instrText>
      </w:r>
      <w:r w:rsidR="00F71A6B">
        <w:rPr>
          <w:lang w:eastAsia="en-GB"/>
        </w:rPr>
        <w:fldChar w:fldCharType="end"/>
      </w:r>
    </w:p>
    <w:p w14:paraId="158D7C9F" w14:textId="4CEDC737" w:rsidR="00E26562" w:rsidRPr="00E26562" w:rsidRDefault="00E26562" w:rsidP="005D234A">
      <w:pPr>
        <w:pStyle w:val="Body"/>
        <w:rPr>
          <w:lang w:eastAsia="en-GB"/>
        </w:rPr>
      </w:pPr>
      <w:r w:rsidRPr="00E26562">
        <w:rPr>
          <w:lang w:eastAsia="en-GB"/>
        </w:rPr>
        <w:t>So</w:t>
      </w:r>
      <w:r w:rsidR="005F3012">
        <w:rPr>
          <w:lang w:eastAsia="en-GB"/>
        </w:rPr>
        <w:t>,</w:t>
      </w:r>
      <w:r w:rsidRPr="00E26562">
        <w:rPr>
          <w:lang w:eastAsia="en-GB"/>
        </w:rPr>
        <w:t xml:space="preserve"> what happens if we try to modify something we’re borrowing? Try the code in</w:t>
      </w:r>
      <w:r w:rsidR="00367A2E">
        <w:rPr>
          <w:lang w:eastAsia="en-GB"/>
        </w:rPr>
        <w:t xml:space="preserve"> </w:t>
      </w:r>
      <w:r w:rsidRPr="00E26562">
        <w:rPr>
          <w:lang w:eastAsia="en-GB"/>
        </w:rPr>
        <w:t>Listing 4-6. Spoiler alert: it doesn’t work!</w:t>
      </w:r>
    </w:p>
    <w:p w14:paraId="6FF29A21" w14:textId="0F631CEB" w:rsidR="00E26562" w:rsidRPr="00E26562" w:rsidRDefault="00E26562" w:rsidP="00EC69AE">
      <w:pPr>
        <w:pStyle w:val="CodeLabel"/>
        <w:rPr>
          <w:lang w:eastAsia="en-GB"/>
        </w:rPr>
      </w:pPr>
      <w:r w:rsidRPr="00E26562">
        <w:rPr>
          <w:lang w:eastAsia="en-GB"/>
        </w:rPr>
        <w:t>src/main.rs</w:t>
      </w:r>
    </w:p>
    <w:p w14:paraId="490FD0EF" w14:textId="77777777" w:rsidR="00E26562" w:rsidRPr="00E26562" w:rsidRDefault="00E26562" w:rsidP="005D234A">
      <w:pPr>
        <w:pStyle w:val="Code"/>
        <w:rPr>
          <w:lang w:eastAsia="en-GB"/>
        </w:rPr>
      </w:pPr>
      <w:r w:rsidRPr="00E26562">
        <w:rPr>
          <w:lang w:eastAsia="en-GB"/>
        </w:rPr>
        <w:t>fn main() {</w:t>
      </w:r>
    </w:p>
    <w:p w14:paraId="7ECF3EDB" w14:textId="77777777" w:rsidR="00E26562" w:rsidRPr="00E26562" w:rsidRDefault="00E26562" w:rsidP="005D234A">
      <w:pPr>
        <w:pStyle w:val="Code"/>
        <w:rPr>
          <w:lang w:eastAsia="en-GB"/>
        </w:rPr>
      </w:pPr>
      <w:r w:rsidRPr="00E26562">
        <w:rPr>
          <w:lang w:eastAsia="en-GB"/>
        </w:rPr>
        <w:t xml:space="preserve">    let s = String::from("hello");</w:t>
      </w:r>
    </w:p>
    <w:p w14:paraId="6FAB562F" w14:textId="77777777" w:rsidR="00E26562" w:rsidRPr="00E26562" w:rsidRDefault="00E26562" w:rsidP="005D234A">
      <w:pPr>
        <w:pStyle w:val="Code"/>
        <w:rPr>
          <w:lang w:eastAsia="en-GB"/>
        </w:rPr>
      </w:pPr>
    </w:p>
    <w:p w14:paraId="1B164861" w14:textId="77777777" w:rsidR="00E26562" w:rsidRPr="00E26562" w:rsidRDefault="00E26562" w:rsidP="005D234A">
      <w:pPr>
        <w:pStyle w:val="Code"/>
        <w:rPr>
          <w:lang w:eastAsia="en-GB"/>
        </w:rPr>
      </w:pPr>
      <w:r w:rsidRPr="00E26562">
        <w:rPr>
          <w:lang w:eastAsia="en-GB"/>
        </w:rPr>
        <w:t xml:space="preserve">    change(&amp;s);</w:t>
      </w:r>
    </w:p>
    <w:p w14:paraId="40E37C18" w14:textId="77777777" w:rsidR="00E26562" w:rsidRPr="00E26562" w:rsidRDefault="00E26562" w:rsidP="005D234A">
      <w:pPr>
        <w:pStyle w:val="Code"/>
        <w:rPr>
          <w:lang w:eastAsia="en-GB"/>
        </w:rPr>
      </w:pPr>
      <w:r w:rsidRPr="00E26562">
        <w:rPr>
          <w:lang w:eastAsia="en-GB"/>
        </w:rPr>
        <w:t>}</w:t>
      </w:r>
    </w:p>
    <w:p w14:paraId="721C69CD" w14:textId="77777777" w:rsidR="00E26562" w:rsidRPr="00E26562" w:rsidRDefault="00E26562" w:rsidP="005D234A">
      <w:pPr>
        <w:pStyle w:val="Code"/>
        <w:rPr>
          <w:lang w:eastAsia="en-GB"/>
        </w:rPr>
      </w:pPr>
    </w:p>
    <w:p w14:paraId="4713C972" w14:textId="77777777" w:rsidR="00E26562" w:rsidRPr="00E26562" w:rsidRDefault="00E26562" w:rsidP="005D234A">
      <w:pPr>
        <w:pStyle w:val="Code"/>
        <w:rPr>
          <w:lang w:eastAsia="en-GB"/>
        </w:rPr>
      </w:pPr>
      <w:r w:rsidRPr="00E26562">
        <w:rPr>
          <w:lang w:eastAsia="en-GB"/>
        </w:rPr>
        <w:t>fn change(some_string: &amp;String) {</w:t>
      </w:r>
    </w:p>
    <w:p w14:paraId="5D23EA83" w14:textId="77777777" w:rsidR="00E26562" w:rsidRPr="00E26562" w:rsidRDefault="00E26562" w:rsidP="005D234A">
      <w:pPr>
        <w:pStyle w:val="Code"/>
        <w:rPr>
          <w:lang w:eastAsia="en-GB"/>
        </w:rPr>
      </w:pPr>
      <w:r w:rsidRPr="00E26562">
        <w:rPr>
          <w:lang w:eastAsia="en-GB"/>
        </w:rPr>
        <w:t xml:space="preserve">    some_string.push_str(", world");</w:t>
      </w:r>
    </w:p>
    <w:p w14:paraId="45E88419" w14:textId="77777777" w:rsidR="00E26562" w:rsidRPr="00E26562" w:rsidRDefault="00E26562" w:rsidP="005D234A">
      <w:pPr>
        <w:pStyle w:val="Code"/>
        <w:rPr>
          <w:lang w:eastAsia="en-GB"/>
        </w:rPr>
      </w:pPr>
      <w:r w:rsidRPr="00E26562">
        <w:rPr>
          <w:lang w:eastAsia="en-GB"/>
        </w:rPr>
        <w:t>}</w:t>
      </w:r>
    </w:p>
    <w:p w14:paraId="04208B20" w14:textId="66F85F27" w:rsidR="00E26562" w:rsidRPr="00E26562" w:rsidRDefault="00E26562" w:rsidP="00EC69AE">
      <w:pPr>
        <w:pStyle w:val="CodeListingCaption"/>
        <w:rPr>
          <w:lang w:eastAsia="en-GB"/>
        </w:rPr>
      </w:pPr>
      <w:r w:rsidRPr="00E26562">
        <w:rPr>
          <w:lang w:eastAsia="en-GB"/>
        </w:rPr>
        <w:t>Attempting to modify a borrowed value</w:t>
      </w:r>
    </w:p>
    <w:p w14:paraId="6F860E82" w14:textId="77777777" w:rsidR="00E26562" w:rsidRPr="00E26562" w:rsidRDefault="00E26562" w:rsidP="005D234A">
      <w:pPr>
        <w:pStyle w:val="Body"/>
        <w:rPr>
          <w:lang w:eastAsia="en-GB"/>
        </w:rPr>
      </w:pPr>
      <w:r w:rsidRPr="00E26562">
        <w:rPr>
          <w:lang w:eastAsia="en-GB"/>
        </w:rPr>
        <w:t>Here’s the error:</w:t>
      </w:r>
    </w:p>
    <w:p w14:paraId="04E780CC" w14:textId="77777777" w:rsidR="00E26562" w:rsidRPr="00E26562" w:rsidRDefault="00E26562" w:rsidP="00EB08CF">
      <w:pPr>
        <w:pStyle w:val="CodeWide"/>
        <w:rPr>
          <w:lang w:eastAsia="en-GB"/>
        </w:rPr>
      </w:pPr>
      <w:r w:rsidRPr="00E26562">
        <w:rPr>
          <w:lang w:eastAsia="en-GB"/>
        </w:rPr>
        <w:t>error[E0596]: cannot borrow `*some_string` as mutable, as it is behind a `&amp;` reference</w:t>
      </w:r>
    </w:p>
    <w:p w14:paraId="4044D76B" w14:textId="77777777" w:rsidR="00E26562" w:rsidRPr="00E26562" w:rsidRDefault="00E26562" w:rsidP="00EB08CF">
      <w:pPr>
        <w:pStyle w:val="CodeWide"/>
        <w:rPr>
          <w:lang w:eastAsia="en-GB"/>
        </w:rPr>
      </w:pPr>
      <w:r w:rsidRPr="00E26562">
        <w:rPr>
          <w:lang w:eastAsia="en-GB"/>
        </w:rPr>
        <w:t xml:space="preserve"> --&gt; src/main.rs:8:5</w:t>
      </w:r>
    </w:p>
    <w:p w14:paraId="2C08FE63" w14:textId="77777777" w:rsidR="00E26562" w:rsidRPr="00E26562" w:rsidRDefault="00E26562" w:rsidP="00EB08CF">
      <w:pPr>
        <w:pStyle w:val="CodeWide"/>
        <w:rPr>
          <w:lang w:eastAsia="en-GB"/>
        </w:rPr>
      </w:pPr>
      <w:r w:rsidRPr="00E26562">
        <w:rPr>
          <w:lang w:eastAsia="en-GB"/>
        </w:rPr>
        <w:t xml:space="preserve">  |</w:t>
      </w:r>
    </w:p>
    <w:p w14:paraId="7013DF9F" w14:textId="77777777" w:rsidR="00E26562" w:rsidRPr="00E26562" w:rsidRDefault="00E26562" w:rsidP="00EB08CF">
      <w:pPr>
        <w:pStyle w:val="CodeWide"/>
        <w:rPr>
          <w:lang w:eastAsia="en-GB"/>
        </w:rPr>
      </w:pPr>
      <w:r w:rsidRPr="00E26562">
        <w:rPr>
          <w:lang w:eastAsia="en-GB"/>
        </w:rPr>
        <w:t>7 | fn change(some_string: &amp;String) {</w:t>
      </w:r>
    </w:p>
    <w:p w14:paraId="4D29DDAD" w14:textId="77777777" w:rsidR="00250C4F" w:rsidRDefault="00E26562" w:rsidP="00EB08CF">
      <w:pPr>
        <w:pStyle w:val="CodeWide"/>
        <w:rPr>
          <w:lang w:eastAsia="en-GB"/>
        </w:rPr>
      </w:pPr>
      <w:r w:rsidRPr="00E26562">
        <w:rPr>
          <w:lang w:eastAsia="en-GB"/>
        </w:rPr>
        <w:t xml:space="preserve">  </w:t>
      </w:r>
      <w:r w:rsidRPr="00250C4F">
        <w:rPr>
          <w:lang w:eastAsia="en-GB"/>
        </w:rPr>
        <w:t>|                        ------- help: consider changing this to be a mutable</w:t>
      </w:r>
    </w:p>
    <w:p w14:paraId="4576D7CA" w14:textId="6AC9ADB1" w:rsidR="00E26562" w:rsidRPr="00E26562" w:rsidRDefault="00E26562" w:rsidP="00EB08CF">
      <w:pPr>
        <w:pStyle w:val="CodeWide"/>
        <w:rPr>
          <w:lang w:eastAsia="en-GB"/>
        </w:rPr>
      </w:pPr>
      <w:r w:rsidRPr="00250C4F">
        <w:rPr>
          <w:lang w:eastAsia="en-GB"/>
        </w:rPr>
        <w:lastRenderedPageBreak/>
        <w:t>reference: `&amp;mut String`</w:t>
      </w:r>
    </w:p>
    <w:p w14:paraId="7B413220" w14:textId="77777777" w:rsidR="00E26562" w:rsidRPr="00E26562" w:rsidRDefault="00E26562" w:rsidP="00EB08CF">
      <w:pPr>
        <w:pStyle w:val="CodeWide"/>
        <w:rPr>
          <w:lang w:eastAsia="en-GB"/>
        </w:rPr>
      </w:pPr>
      <w:r w:rsidRPr="00E26562">
        <w:rPr>
          <w:lang w:eastAsia="en-GB"/>
        </w:rPr>
        <w:t>8 |     some_string.push_str(", world");</w:t>
      </w:r>
    </w:p>
    <w:p w14:paraId="60DB0558" w14:textId="77777777" w:rsidR="00250C4F" w:rsidRDefault="00E26562" w:rsidP="00EB08CF">
      <w:pPr>
        <w:pStyle w:val="CodeWide"/>
        <w:rPr>
          <w:lang w:eastAsia="en-GB"/>
        </w:rPr>
      </w:pPr>
      <w:r w:rsidRPr="00E26562">
        <w:rPr>
          <w:lang w:eastAsia="en-GB"/>
        </w:rPr>
        <w:t xml:space="preserve">  </w:t>
      </w:r>
      <w:r w:rsidRPr="00250C4F">
        <w:rPr>
          <w:lang w:eastAsia="en-GB"/>
        </w:rPr>
        <w:t>|     ^^^^^^^^^^^^^^^^^^^^^^^^^^^^^^^ `some_string` is a `&amp;` reference, so</w:t>
      </w:r>
    </w:p>
    <w:p w14:paraId="0F2CFC59" w14:textId="56195FA7" w:rsidR="00E26562" w:rsidRPr="00E26562" w:rsidRDefault="00E26562" w:rsidP="00EB08CF">
      <w:pPr>
        <w:pStyle w:val="CodeWide"/>
        <w:rPr>
          <w:lang w:eastAsia="en-GB"/>
        </w:rPr>
      </w:pPr>
      <w:r w:rsidRPr="00250C4F">
        <w:rPr>
          <w:lang w:eastAsia="en-GB"/>
        </w:rPr>
        <w:t>the data it refers to cannot be borrowed as mutable</w:t>
      </w:r>
    </w:p>
    <w:p w14:paraId="4BD9AC96" w14:textId="6AA810A3" w:rsidR="00E26562" w:rsidRPr="00E26562" w:rsidRDefault="00E26562" w:rsidP="005D234A">
      <w:pPr>
        <w:pStyle w:val="Body"/>
        <w:rPr>
          <w:lang w:eastAsia="en-GB"/>
        </w:rPr>
      </w:pPr>
      <w:r w:rsidRPr="00E26562">
        <w:rPr>
          <w:lang w:eastAsia="en-GB"/>
        </w:rPr>
        <w:t>Just as variables are immutable by default, so are references. We’re not</w:t>
      </w:r>
      <w:r w:rsidR="00367A2E">
        <w:rPr>
          <w:lang w:eastAsia="en-GB"/>
        </w:rPr>
        <w:t xml:space="preserve"> </w:t>
      </w:r>
      <w:r w:rsidRPr="00E26562">
        <w:rPr>
          <w:lang w:eastAsia="en-GB"/>
        </w:rPr>
        <w:t>allowed to modify something we have a reference to.</w:t>
      </w:r>
    </w:p>
    <w:bookmarkStart w:id="44" w:name="mutable-references"/>
    <w:bookmarkStart w:id="45" w:name="_Toc107220606"/>
    <w:bookmarkEnd w:id="44"/>
    <w:p w14:paraId="78BED08E" w14:textId="26BA173E" w:rsidR="00E26562" w:rsidRPr="00E26562" w:rsidRDefault="00D619C4" w:rsidP="005D234A">
      <w:pPr>
        <w:pStyle w:val="HeadB"/>
        <w:rPr>
          <w:lang w:eastAsia="en-GB"/>
        </w:rPr>
      </w:pPr>
      <w:r>
        <w:rPr>
          <w:lang w:eastAsia="en-GB"/>
        </w:rPr>
        <w:fldChar w:fldCharType="begin"/>
      </w:r>
      <w:r>
        <w:instrText xml:space="preserve"> XE "references:mutability of start</w:instrText>
      </w:r>
      <w:r w:rsidRPr="00AC00B2">
        <w:instrText>Range</w:instrText>
      </w:r>
      <w:r>
        <w:instrText xml:space="preserve">" </w:instrText>
      </w:r>
      <w:r>
        <w:rPr>
          <w:lang w:eastAsia="en-GB"/>
        </w:rPr>
        <w:fldChar w:fldCharType="end"/>
      </w:r>
      <w:r>
        <w:rPr>
          <w:lang w:eastAsia="en-GB"/>
        </w:rPr>
        <w:fldChar w:fldCharType="begin"/>
      </w:r>
      <w:r>
        <w:instrText xml:space="preserve"> XE "</w:instrText>
      </w:r>
      <w:r w:rsidR="00175BF4">
        <w:instrText xml:space="preserve">mutability:of </w:instrText>
      </w:r>
      <w:r>
        <w:instrText>referenc</w:instrText>
      </w:r>
      <w:r w:rsidR="00175BF4">
        <w:instrText>es</w:instrText>
      </w:r>
      <w:r>
        <w:instrText xml:space="preserve"> start</w:instrText>
      </w:r>
      <w:r w:rsidRPr="00AC00B2">
        <w:instrText>Range</w:instrText>
      </w:r>
      <w:r>
        <w:instrText xml:space="preserve">" </w:instrText>
      </w:r>
      <w:r>
        <w:rPr>
          <w:lang w:eastAsia="en-GB"/>
        </w:rPr>
        <w:fldChar w:fldCharType="end"/>
      </w:r>
      <w:r w:rsidR="00175BF4">
        <w:rPr>
          <w:lang w:eastAsia="en-GB"/>
        </w:rPr>
        <w:fldChar w:fldCharType="begin"/>
      </w:r>
      <w:r w:rsidR="00175BF4">
        <w:instrText xml:space="preserve"> XE "mut keyword:making a reference mutable with start</w:instrText>
      </w:r>
      <w:r w:rsidR="00175BF4" w:rsidRPr="00AC00B2">
        <w:instrText>Range</w:instrText>
      </w:r>
      <w:r w:rsidR="00175BF4">
        <w:instrText xml:space="preserve">" </w:instrText>
      </w:r>
      <w:r w:rsidR="00175BF4">
        <w:rPr>
          <w:lang w:eastAsia="en-GB"/>
        </w:rPr>
        <w:fldChar w:fldCharType="end"/>
      </w:r>
      <w:r w:rsidR="00E26562" w:rsidRPr="00E26562">
        <w:rPr>
          <w:lang w:eastAsia="en-GB"/>
        </w:rPr>
        <w:t>Mutable References</w:t>
      </w:r>
      <w:bookmarkEnd w:id="45"/>
    </w:p>
    <w:p w14:paraId="4B53BE2A" w14:textId="448047E2" w:rsidR="00E26562" w:rsidRPr="00E26562" w:rsidRDefault="00E26562" w:rsidP="005D234A">
      <w:pPr>
        <w:pStyle w:val="Body"/>
        <w:rPr>
          <w:lang w:eastAsia="en-GB"/>
        </w:rPr>
      </w:pPr>
      <w:r w:rsidRPr="005D234A">
        <w:t>We can fix the code from Listing 4-6 to allow us to modify a borrowed value</w:t>
      </w:r>
      <w:r w:rsidR="00367A2E">
        <w:t xml:space="preserve"> </w:t>
      </w:r>
      <w:r w:rsidRPr="005D234A">
        <w:t xml:space="preserve">with just a few small tweaks that use, instead, a </w:t>
      </w:r>
      <w:r w:rsidRPr="005D234A">
        <w:rPr>
          <w:rStyle w:val="Italic"/>
        </w:rPr>
        <w:t>mutable reference</w:t>
      </w:r>
      <w:r w:rsidRPr="00E26562">
        <w:rPr>
          <w:lang w:eastAsia="en-GB"/>
        </w:rPr>
        <w:t>:</w:t>
      </w:r>
    </w:p>
    <w:p w14:paraId="66B31E5B" w14:textId="685910C7" w:rsidR="00E26562" w:rsidRPr="00E26562" w:rsidRDefault="00E26562" w:rsidP="00EC69AE">
      <w:pPr>
        <w:pStyle w:val="CodeLabel"/>
        <w:rPr>
          <w:lang w:eastAsia="en-GB"/>
        </w:rPr>
      </w:pPr>
      <w:r w:rsidRPr="00E26562">
        <w:rPr>
          <w:lang w:eastAsia="en-GB"/>
        </w:rPr>
        <w:t>src/main.rs</w:t>
      </w:r>
    </w:p>
    <w:p w14:paraId="00A085BE" w14:textId="77777777" w:rsidR="00E26562" w:rsidRPr="00CC18E0" w:rsidRDefault="00E26562" w:rsidP="005D234A">
      <w:pPr>
        <w:pStyle w:val="Code"/>
        <w:rPr>
          <w:rStyle w:val="LiteralGray"/>
        </w:rPr>
      </w:pPr>
      <w:r w:rsidRPr="00CC18E0">
        <w:rPr>
          <w:rStyle w:val="LiteralGray"/>
        </w:rPr>
        <w:t>fn main() {</w:t>
      </w:r>
    </w:p>
    <w:p w14:paraId="29378717" w14:textId="77777777" w:rsidR="00E26562" w:rsidRPr="00E26562" w:rsidRDefault="00E26562" w:rsidP="005D234A">
      <w:pPr>
        <w:pStyle w:val="Code"/>
        <w:rPr>
          <w:lang w:eastAsia="en-GB"/>
        </w:rPr>
      </w:pPr>
      <w:r w:rsidRPr="00E26562">
        <w:rPr>
          <w:lang w:eastAsia="en-GB"/>
        </w:rPr>
        <w:t xml:space="preserve">    </w:t>
      </w:r>
      <w:r w:rsidRPr="00CC18E0">
        <w:rPr>
          <w:rStyle w:val="LiteralGray"/>
        </w:rPr>
        <w:t>let</w:t>
      </w:r>
      <w:r w:rsidRPr="00E26562">
        <w:rPr>
          <w:lang w:eastAsia="en-GB"/>
        </w:rPr>
        <w:t xml:space="preserve"> mut </w:t>
      </w:r>
      <w:r w:rsidRPr="00CC18E0">
        <w:rPr>
          <w:rStyle w:val="LiteralGray"/>
        </w:rPr>
        <w:t>s = String::from("hello");</w:t>
      </w:r>
    </w:p>
    <w:p w14:paraId="5246589E" w14:textId="77777777" w:rsidR="00E26562" w:rsidRPr="00E26562" w:rsidRDefault="00E26562" w:rsidP="005D234A">
      <w:pPr>
        <w:pStyle w:val="Code"/>
        <w:rPr>
          <w:lang w:eastAsia="en-GB"/>
        </w:rPr>
      </w:pPr>
    </w:p>
    <w:p w14:paraId="6FC293E1" w14:textId="77777777" w:rsidR="00E26562" w:rsidRPr="00CC18E0" w:rsidRDefault="00E26562" w:rsidP="005D234A">
      <w:pPr>
        <w:pStyle w:val="Code"/>
        <w:rPr>
          <w:rStyle w:val="LiteralGray"/>
        </w:rPr>
      </w:pPr>
      <w:r w:rsidRPr="00E26562">
        <w:rPr>
          <w:lang w:eastAsia="en-GB"/>
        </w:rPr>
        <w:t xml:space="preserve">    </w:t>
      </w:r>
      <w:r w:rsidRPr="00CC18E0">
        <w:rPr>
          <w:rStyle w:val="LiteralGray"/>
        </w:rPr>
        <w:t>change(</w:t>
      </w:r>
      <w:r w:rsidRPr="00E26562">
        <w:rPr>
          <w:lang w:eastAsia="en-GB"/>
        </w:rPr>
        <w:t xml:space="preserve">&amp;mut </w:t>
      </w:r>
      <w:r w:rsidRPr="00CC18E0">
        <w:rPr>
          <w:rStyle w:val="LiteralGray"/>
        </w:rPr>
        <w:t>s);</w:t>
      </w:r>
    </w:p>
    <w:p w14:paraId="16B0053E" w14:textId="77777777" w:rsidR="00E26562" w:rsidRPr="00CC18E0" w:rsidRDefault="00E26562" w:rsidP="005D234A">
      <w:pPr>
        <w:pStyle w:val="Code"/>
        <w:rPr>
          <w:rStyle w:val="LiteralGray"/>
        </w:rPr>
      </w:pPr>
      <w:r w:rsidRPr="00CC18E0">
        <w:rPr>
          <w:rStyle w:val="LiteralGray"/>
        </w:rPr>
        <w:t>}</w:t>
      </w:r>
    </w:p>
    <w:p w14:paraId="79C5E194" w14:textId="77777777" w:rsidR="00E26562" w:rsidRPr="00CC18E0" w:rsidRDefault="00E26562" w:rsidP="005D234A">
      <w:pPr>
        <w:pStyle w:val="Code"/>
        <w:rPr>
          <w:rStyle w:val="LiteralGray"/>
        </w:rPr>
      </w:pPr>
    </w:p>
    <w:p w14:paraId="376BE49A" w14:textId="77777777" w:rsidR="00E26562" w:rsidRPr="00CC18E0" w:rsidRDefault="00E26562" w:rsidP="005D234A">
      <w:pPr>
        <w:pStyle w:val="Code"/>
        <w:rPr>
          <w:rStyle w:val="LiteralGray"/>
        </w:rPr>
      </w:pPr>
      <w:r w:rsidRPr="00CC18E0">
        <w:rPr>
          <w:rStyle w:val="LiteralGray"/>
        </w:rPr>
        <w:t>fn change(some_string:</w:t>
      </w:r>
      <w:r w:rsidRPr="00E26562">
        <w:rPr>
          <w:lang w:eastAsia="en-GB"/>
        </w:rPr>
        <w:t xml:space="preserve"> &amp;mut </w:t>
      </w:r>
      <w:r w:rsidRPr="00CC18E0">
        <w:rPr>
          <w:rStyle w:val="LiteralGray"/>
        </w:rPr>
        <w:t>String) {</w:t>
      </w:r>
    </w:p>
    <w:p w14:paraId="412DA8E9" w14:textId="77777777" w:rsidR="00E26562" w:rsidRPr="00CC18E0" w:rsidRDefault="00E26562" w:rsidP="005D234A">
      <w:pPr>
        <w:pStyle w:val="Code"/>
        <w:rPr>
          <w:rStyle w:val="LiteralGray"/>
        </w:rPr>
      </w:pPr>
      <w:r w:rsidRPr="00CC18E0">
        <w:rPr>
          <w:rStyle w:val="LiteralGray"/>
        </w:rPr>
        <w:t xml:space="preserve">    some_string.push_str(", world");</w:t>
      </w:r>
    </w:p>
    <w:p w14:paraId="0FB5B8A1" w14:textId="77777777" w:rsidR="00E26562" w:rsidRPr="00CC18E0" w:rsidRDefault="00E26562" w:rsidP="005D234A">
      <w:pPr>
        <w:pStyle w:val="Code"/>
        <w:rPr>
          <w:rStyle w:val="LiteralGray"/>
        </w:rPr>
      </w:pPr>
      <w:r w:rsidRPr="00CC18E0">
        <w:rPr>
          <w:rStyle w:val="LiteralGray"/>
        </w:rPr>
        <w:t>}</w:t>
      </w:r>
    </w:p>
    <w:p w14:paraId="4978C4FD" w14:textId="7717789C" w:rsidR="00E26562" w:rsidRPr="00E26562" w:rsidRDefault="00E26562" w:rsidP="005D234A">
      <w:pPr>
        <w:pStyle w:val="Body"/>
        <w:rPr>
          <w:lang w:eastAsia="en-GB"/>
        </w:rPr>
      </w:pPr>
      <w:r w:rsidRPr="005D234A">
        <w:t xml:space="preserve">First we change </w:t>
      </w:r>
      <w:r w:rsidRPr="005D234A">
        <w:rPr>
          <w:rStyle w:val="Literal"/>
        </w:rPr>
        <w:t>s</w:t>
      </w:r>
      <w:r w:rsidRPr="005D234A">
        <w:t xml:space="preserve"> to be </w:t>
      </w:r>
      <w:r w:rsidRPr="005D234A">
        <w:rPr>
          <w:rStyle w:val="Literal"/>
        </w:rPr>
        <w:t>mut</w:t>
      </w:r>
      <w:r w:rsidRPr="005D234A">
        <w:t xml:space="preserve">. Then we create a mutable reference with </w:t>
      </w:r>
      <w:r w:rsidRPr="005D234A">
        <w:rPr>
          <w:rStyle w:val="Literal"/>
        </w:rPr>
        <w:t>&amp;mut s</w:t>
      </w:r>
      <w:r w:rsidRPr="005D234A">
        <w:t xml:space="preserve"> where we call the </w:t>
      </w:r>
      <w:r w:rsidRPr="005D234A">
        <w:rPr>
          <w:rStyle w:val="Literal"/>
        </w:rPr>
        <w:t>change</w:t>
      </w:r>
      <w:r w:rsidRPr="005D234A">
        <w:t xml:space="preserve"> function, and update the function signature to</w:t>
      </w:r>
      <w:r w:rsidR="00367A2E">
        <w:t xml:space="preserve"> </w:t>
      </w:r>
      <w:r w:rsidRPr="005D234A">
        <w:t xml:space="preserve">accept a mutable reference with </w:t>
      </w:r>
      <w:r w:rsidRPr="005D234A">
        <w:rPr>
          <w:rStyle w:val="Literal"/>
        </w:rPr>
        <w:t>some_string: &amp;mut String</w:t>
      </w:r>
      <w:r w:rsidRPr="005D234A">
        <w:t>. This makes it very</w:t>
      </w:r>
      <w:r w:rsidR="00367A2E">
        <w:t xml:space="preserve"> </w:t>
      </w:r>
      <w:r w:rsidRPr="005D234A">
        <w:t xml:space="preserve">clear that the </w:t>
      </w:r>
      <w:r w:rsidRPr="005D234A">
        <w:rPr>
          <w:rStyle w:val="Literal"/>
        </w:rPr>
        <w:t>change</w:t>
      </w:r>
      <w:r w:rsidRPr="00E26562">
        <w:rPr>
          <w:lang w:eastAsia="en-GB"/>
        </w:rPr>
        <w:t xml:space="preserve"> function will mutate the value it borrows.</w:t>
      </w:r>
    </w:p>
    <w:p w14:paraId="392A0935" w14:textId="29106855" w:rsidR="00E26562" w:rsidRPr="00E26562" w:rsidRDefault="00E26562" w:rsidP="005D234A">
      <w:pPr>
        <w:pStyle w:val="Body"/>
        <w:rPr>
          <w:lang w:eastAsia="en-GB"/>
        </w:rPr>
      </w:pPr>
      <w:r w:rsidRPr="00E26562">
        <w:rPr>
          <w:lang w:eastAsia="en-GB"/>
        </w:rPr>
        <w:t>Mutable references have one big restriction: if you have a mutable reference to</w:t>
      </w:r>
      <w:r w:rsidR="00367A2E">
        <w:rPr>
          <w:lang w:eastAsia="en-GB"/>
        </w:rPr>
        <w:t xml:space="preserve"> </w:t>
      </w:r>
      <w:r w:rsidRPr="00E26562">
        <w:rPr>
          <w:lang w:eastAsia="en-GB"/>
        </w:rPr>
        <w:t>a value, you can have no other references to that value. This code that</w:t>
      </w:r>
      <w:r w:rsidR="00367A2E">
        <w:rPr>
          <w:lang w:eastAsia="en-GB"/>
        </w:rPr>
        <w:t xml:space="preserve"> </w:t>
      </w:r>
      <w:r w:rsidRPr="00E26562">
        <w:rPr>
          <w:lang w:eastAsia="en-GB"/>
        </w:rPr>
        <w:t xml:space="preserve">attempts to create two mutable references to </w:t>
      </w:r>
      <w:r w:rsidRPr="005D234A">
        <w:rPr>
          <w:rStyle w:val="Literal"/>
        </w:rPr>
        <w:t>s</w:t>
      </w:r>
      <w:r w:rsidRPr="00E26562">
        <w:rPr>
          <w:lang w:eastAsia="en-GB"/>
        </w:rPr>
        <w:t xml:space="preserve"> will fail:</w:t>
      </w:r>
    </w:p>
    <w:p w14:paraId="2A073326" w14:textId="3BE57EFB" w:rsidR="00E26562" w:rsidRPr="00E26562" w:rsidRDefault="00E26562" w:rsidP="00EC69AE">
      <w:pPr>
        <w:pStyle w:val="CodeLabel"/>
        <w:rPr>
          <w:lang w:eastAsia="en-GB"/>
        </w:rPr>
      </w:pPr>
      <w:r w:rsidRPr="00E26562">
        <w:rPr>
          <w:lang w:eastAsia="en-GB"/>
        </w:rPr>
        <w:t>src/main.rs</w:t>
      </w:r>
    </w:p>
    <w:p w14:paraId="71421198" w14:textId="77777777" w:rsidR="00E26562" w:rsidRPr="00E26562" w:rsidRDefault="00E26562" w:rsidP="005D234A">
      <w:pPr>
        <w:pStyle w:val="Code"/>
        <w:rPr>
          <w:lang w:eastAsia="en-GB"/>
        </w:rPr>
      </w:pPr>
      <w:del w:id="46" w:author="Carol Nichols" w:date="2022-08-24T09:14:00Z">
        <w:r w:rsidRPr="00E26562" w:rsidDel="008215EC">
          <w:rPr>
            <w:lang w:eastAsia="en-GB"/>
          </w:rPr>
          <w:delText xml:space="preserve">    </w:delText>
        </w:r>
      </w:del>
      <w:r w:rsidRPr="00E26562">
        <w:rPr>
          <w:lang w:eastAsia="en-GB"/>
        </w:rPr>
        <w:t>let mut s = String::from("hello");</w:t>
      </w:r>
    </w:p>
    <w:p w14:paraId="0EA9D76D" w14:textId="77777777" w:rsidR="00E26562" w:rsidRPr="00E26562" w:rsidRDefault="00E26562" w:rsidP="005D234A">
      <w:pPr>
        <w:pStyle w:val="Code"/>
        <w:rPr>
          <w:lang w:eastAsia="en-GB"/>
        </w:rPr>
      </w:pPr>
    </w:p>
    <w:p w14:paraId="24BA36F5" w14:textId="77777777" w:rsidR="00E26562" w:rsidRPr="00E26562" w:rsidRDefault="00E26562" w:rsidP="005D234A">
      <w:pPr>
        <w:pStyle w:val="Code"/>
        <w:rPr>
          <w:lang w:eastAsia="en-GB"/>
        </w:rPr>
      </w:pPr>
      <w:del w:id="47" w:author="Carol Nichols" w:date="2022-08-24T09:14:00Z">
        <w:r w:rsidRPr="00E26562" w:rsidDel="008215EC">
          <w:rPr>
            <w:lang w:eastAsia="en-GB"/>
          </w:rPr>
          <w:delText xml:space="preserve">    </w:delText>
        </w:r>
      </w:del>
      <w:r w:rsidRPr="00E26562">
        <w:rPr>
          <w:lang w:eastAsia="en-GB"/>
        </w:rPr>
        <w:t>let r1 = &amp;mut s;</w:t>
      </w:r>
    </w:p>
    <w:p w14:paraId="16DB1DFD" w14:textId="77777777" w:rsidR="00E26562" w:rsidRPr="00E26562" w:rsidRDefault="00E26562" w:rsidP="005D234A">
      <w:pPr>
        <w:pStyle w:val="Code"/>
        <w:rPr>
          <w:lang w:eastAsia="en-GB"/>
        </w:rPr>
      </w:pPr>
      <w:del w:id="48" w:author="Carol Nichols" w:date="2022-08-24T09:14:00Z">
        <w:r w:rsidRPr="00E26562" w:rsidDel="008215EC">
          <w:rPr>
            <w:lang w:eastAsia="en-GB"/>
          </w:rPr>
          <w:delText xml:space="preserve">    </w:delText>
        </w:r>
      </w:del>
      <w:r w:rsidRPr="00E26562">
        <w:rPr>
          <w:lang w:eastAsia="en-GB"/>
        </w:rPr>
        <w:t>let r2 = &amp;mut s;</w:t>
      </w:r>
    </w:p>
    <w:p w14:paraId="6F1A233D" w14:textId="77777777" w:rsidR="00E26562" w:rsidRPr="00E26562" w:rsidRDefault="00E26562" w:rsidP="005D234A">
      <w:pPr>
        <w:pStyle w:val="Code"/>
        <w:rPr>
          <w:lang w:eastAsia="en-GB"/>
        </w:rPr>
      </w:pPr>
    </w:p>
    <w:p w14:paraId="58C6BB11" w14:textId="5A7AEF22" w:rsidR="00E26562" w:rsidRPr="00E26562" w:rsidRDefault="00E26562" w:rsidP="005D234A">
      <w:pPr>
        <w:pStyle w:val="Code"/>
        <w:rPr>
          <w:lang w:eastAsia="en-GB"/>
        </w:rPr>
      </w:pPr>
      <w:del w:id="49" w:author="Carol Nichols" w:date="2022-08-24T09:14:00Z">
        <w:r w:rsidRPr="00E26562" w:rsidDel="008215EC">
          <w:rPr>
            <w:lang w:eastAsia="en-GB"/>
          </w:rPr>
          <w:delText xml:space="preserve">    </w:delText>
        </w:r>
      </w:del>
      <w:r w:rsidRPr="00E26562">
        <w:rPr>
          <w:lang w:eastAsia="en-GB"/>
        </w:rPr>
        <w:t>println!("{</w:t>
      </w:r>
      <w:r w:rsidR="00107727">
        <w:rPr>
          <w:lang w:eastAsia="en-GB"/>
        </w:rPr>
        <w:t>r1</w:t>
      </w:r>
      <w:r w:rsidRPr="00E26562">
        <w:rPr>
          <w:lang w:eastAsia="en-GB"/>
        </w:rPr>
        <w:t>}, {</w:t>
      </w:r>
      <w:r w:rsidR="00107727">
        <w:rPr>
          <w:lang w:eastAsia="en-GB"/>
        </w:rPr>
        <w:t>r2</w:t>
      </w:r>
      <w:r w:rsidRPr="00E26562">
        <w:rPr>
          <w:lang w:eastAsia="en-GB"/>
        </w:rPr>
        <w:t>}");</w:t>
      </w:r>
    </w:p>
    <w:p w14:paraId="5B036832" w14:textId="77777777" w:rsidR="00E26562" w:rsidRPr="00E26562" w:rsidRDefault="00E26562" w:rsidP="005D234A">
      <w:pPr>
        <w:pStyle w:val="Body"/>
        <w:rPr>
          <w:lang w:eastAsia="en-GB"/>
        </w:rPr>
      </w:pPr>
      <w:r w:rsidRPr="00E26562">
        <w:rPr>
          <w:lang w:eastAsia="en-GB"/>
        </w:rPr>
        <w:t>Here’s the error:</w:t>
      </w:r>
    </w:p>
    <w:p w14:paraId="2CC12B05" w14:textId="77777777" w:rsidR="00E26562" w:rsidRPr="00E26562" w:rsidRDefault="00E26562" w:rsidP="00CC18E0">
      <w:pPr>
        <w:pStyle w:val="CodeWide"/>
        <w:rPr>
          <w:lang w:eastAsia="en-GB"/>
        </w:rPr>
      </w:pPr>
      <w:r w:rsidRPr="00E26562">
        <w:rPr>
          <w:lang w:eastAsia="en-GB"/>
        </w:rPr>
        <w:t>error[E0499]: cannot borrow `s` as mutable more than once at a time</w:t>
      </w:r>
    </w:p>
    <w:p w14:paraId="099C2507" w14:textId="77777777" w:rsidR="00E26562" w:rsidRPr="00E26562" w:rsidRDefault="00E26562" w:rsidP="00CC18E0">
      <w:pPr>
        <w:pStyle w:val="CodeWide"/>
        <w:rPr>
          <w:lang w:eastAsia="en-GB"/>
        </w:rPr>
      </w:pPr>
      <w:r w:rsidRPr="00E26562">
        <w:rPr>
          <w:lang w:eastAsia="en-GB"/>
        </w:rPr>
        <w:t xml:space="preserve"> --&gt; src/main.rs:5:14</w:t>
      </w:r>
    </w:p>
    <w:p w14:paraId="46453896" w14:textId="77777777" w:rsidR="00E26562" w:rsidRPr="00E26562" w:rsidRDefault="00E26562" w:rsidP="00CC18E0">
      <w:pPr>
        <w:pStyle w:val="CodeWide"/>
        <w:rPr>
          <w:lang w:eastAsia="en-GB"/>
        </w:rPr>
      </w:pPr>
      <w:r w:rsidRPr="00E26562">
        <w:rPr>
          <w:lang w:eastAsia="en-GB"/>
        </w:rPr>
        <w:t xml:space="preserve">  |</w:t>
      </w:r>
    </w:p>
    <w:p w14:paraId="6898B16D" w14:textId="77777777" w:rsidR="00E26562" w:rsidRPr="00E26562" w:rsidRDefault="00E26562" w:rsidP="00CC18E0">
      <w:pPr>
        <w:pStyle w:val="CodeWide"/>
        <w:rPr>
          <w:lang w:eastAsia="en-GB"/>
        </w:rPr>
      </w:pPr>
      <w:r w:rsidRPr="00E26562">
        <w:rPr>
          <w:lang w:eastAsia="en-GB"/>
        </w:rPr>
        <w:t>4 |     let r1 = &amp;mut s;</w:t>
      </w:r>
    </w:p>
    <w:p w14:paraId="44DB81C2" w14:textId="77777777" w:rsidR="00E26562" w:rsidRPr="00E26562" w:rsidRDefault="00E26562" w:rsidP="00CC18E0">
      <w:pPr>
        <w:pStyle w:val="CodeWide"/>
        <w:rPr>
          <w:lang w:eastAsia="en-GB"/>
        </w:rPr>
      </w:pPr>
      <w:r w:rsidRPr="00E26562">
        <w:rPr>
          <w:lang w:eastAsia="en-GB"/>
        </w:rPr>
        <w:t xml:space="preserve">  |              ------ first mutable borrow occurs here</w:t>
      </w:r>
    </w:p>
    <w:p w14:paraId="340DBD2E" w14:textId="77777777" w:rsidR="00E26562" w:rsidRPr="00E26562" w:rsidRDefault="00E26562" w:rsidP="00CC18E0">
      <w:pPr>
        <w:pStyle w:val="CodeWide"/>
        <w:rPr>
          <w:lang w:eastAsia="en-GB"/>
        </w:rPr>
      </w:pPr>
      <w:r w:rsidRPr="00E26562">
        <w:rPr>
          <w:lang w:eastAsia="en-GB"/>
        </w:rPr>
        <w:t>5 |     let r2 = &amp;mut s;</w:t>
      </w:r>
    </w:p>
    <w:p w14:paraId="0E1F4F0D" w14:textId="77777777" w:rsidR="00E26562" w:rsidRPr="00E26562" w:rsidRDefault="00E26562" w:rsidP="00CC18E0">
      <w:pPr>
        <w:pStyle w:val="CodeWide"/>
        <w:rPr>
          <w:lang w:eastAsia="en-GB"/>
        </w:rPr>
      </w:pPr>
      <w:r w:rsidRPr="00E26562">
        <w:rPr>
          <w:lang w:eastAsia="en-GB"/>
        </w:rPr>
        <w:t xml:space="preserve">  |              ^^^^^^ second mutable borrow occurs here</w:t>
      </w:r>
    </w:p>
    <w:p w14:paraId="6228682F" w14:textId="77777777" w:rsidR="00E26562" w:rsidRPr="00E26562" w:rsidRDefault="00E26562" w:rsidP="00CC18E0">
      <w:pPr>
        <w:pStyle w:val="CodeWide"/>
        <w:rPr>
          <w:lang w:eastAsia="en-GB"/>
        </w:rPr>
      </w:pPr>
      <w:r w:rsidRPr="00E26562">
        <w:rPr>
          <w:lang w:eastAsia="en-GB"/>
        </w:rPr>
        <w:lastRenderedPageBreak/>
        <w:t>6 |</w:t>
      </w:r>
    </w:p>
    <w:p w14:paraId="4331B156" w14:textId="3934CBEF" w:rsidR="00E26562" w:rsidRPr="00E26562" w:rsidRDefault="00E26562" w:rsidP="00CC18E0">
      <w:pPr>
        <w:pStyle w:val="CodeWide"/>
        <w:rPr>
          <w:lang w:eastAsia="en-GB"/>
        </w:rPr>
      </w:pPr>
      <w:r w:rsidRPr="00E26562">
        <w:rPr>
          <w:lang w:eastAsia="en-GB"/>
        </w:rPr>
        <w:t>7 |     println!("{</w:t>
      </w:r>
      <w:r w:rsidR="00107727">
        <w:rPr>
          <w:lang w:eastAsia="en-GB"/>
        </w:rPr>
        <w:t>r1</w:t>
      </w:r>
      <w:r w:rsidRPr="00E26562">
        <w:rPr>
          <w:lang w:eastAsia="en-GB"/>
        </w:rPr>
        <w:t>}, {</w:t>
      </w:r>
      <w:r w:rsidR="00107727">
        <w:rPr>
          <w:lang w:eastAsia="en-GB"/>
        </w:rPr>
        <w:t>r2</w:t>
      </w:r>
      <w:r w:rsidRPr="00E26562">
        <w:rPr>
          <w:lang w:eastAsia="en-GB"/>
        </w:rPr>
        <w:t>}");</w:t>
      </w:r>
    </w:p>
    <w:p w14:paraId="646CF70C" w14:textId="39806ED6" w:rsidR="00E26562" w:rsidRPr="00E26562" w:rsidRDefault="00E26562" w:rsidP="00CC18E0">
      <w:pPr>
        <w:pStyle w:val="CodeWide"/>
        <w:rPr>
          <w:lang w:eastAsia="en-GB"/>
        </w:rPr>
      </w:pPr>
      <w:r w:rsidRPr="00E26562">
        <w:rPr>
          <w:lang w:eastAsia="en-GB"/>
        </w:rPr>
        <w:t xml:space="preserve">  |                -- first borrow later used here</w:t>
      </w:r>
    </w:p>
    <w:p w14:paraId="434E7A26" w14:textId="6F286F53" w:rsidR="00E26562" w:rsidRPr="00E26562" w:rsidRDefault="00E26562" w:rsidP="005D234A">
      <w:pPr>
        <w:pStyle w:val="Body"/>
        <w:rPr>
          <w:lang w:eastAsia="en-GB"/>
        </w:rPr>
      </w:pPr>
      <w:r w:rsidRPr="005D234A">
        <w:t xml:space="preserve">This error says that this code is invalid because we cannot borrow </w:t>
      </w:r>
      <w:r w:rsidRPr="005D234A">
        <w:rPr>
          <w:rStyle w:val="Literal"/>
        </w:rPr>
        <w:t>s</w:t>
      </w:r>
      <w:r w:rsidRPr="005D234A">
        <w:t xml:space="preserve"> as</w:t>
      </w:r>
      <w:r w:rsidR="00367A2E">
        <w:t xml:space="preserve"> </w:t>
      </w:r>
      <w:r w:rsidRPr="005D234A">
        <w:t xml:space="preserve">mutable more than once at a time. The first mutable borrow is in </w:t>
      </w:r>
      <w:r w:rsidRPr="005D234A">
        <w:rPr>
          <w:rStyle w:val="Literal"/>
        </w:rPr>
        <w:t>r1</w:t>
      </w:r>
      <w:r w:rsidRPr="005D234A">
        <w:t xml:space="preserve"> and must</w:t>
      </w:r>
      <w:r w:rsidR="00367A2E">
        <w:t xml:space="preserve"> </w:t>
      </w:r>
      <w:r w:rsidRPr="005D234A">
        <w:t xml:space="preserve">last until it’s used in the </w:t>
      </w:r>
      <w:r w:rsidRPr="005D234A">
        <w:rPr>
          <w:rStyle w:val="Literal"/>
        </w:rPr>
        <w:t>println!</w:t>
      </w:r>
      <w:r w:rsidRPr="005D234A">
        <w:t>, but between the creation of that</w:t>
      </w:r>
      <w:r w:rsidR="00367A2E">
        <w:t xml:space="preserve"> </w:t>
      </w:r>
      <w:r w:rsidRPr="005D234A">
        <w:t>mutable reference and its usage, we tried to create another mutable reference</w:t>
      </w:r>
      <w:r w:rsidR="00367A2E">
        <w:t xml:space="preserve"> </w:t>
      </w:r>
      <w:r w:rsidRPr="005D234A">
        <w:t xml:space="preserve">in </w:t>
      </w:r>
      <w:r w:rsidRPr="005D234A">
        <w:rPr>
          <w:rStyle w:val="Literal"/>
        </w:rPr>
        <w:t>r2</w:t>
      </w:r>
      <w:r w:rsidRPr="005D234A">
        <w:t xml:space="preserve"> that borrows the same data as </w:t>
      </w:r>
      <w:r w:rsidRPr="005D234A">
        <w:rPr>
          <w:rStyle w:val="Literal"/>
        </w:rPr>
        <w:t>r1</w:t>
      </w:r>
      <w:r w:rsidRPr="00E26562">
        <w:rPr>
          <w:lang w:eastAsia="en-GB"/>
        </w:rPr>
        <w:t>.</w:t>
      </w:r>
    </w:p>
    <w:p w14:paraId="34B0E822" w14:textId="0F28C782" w:rsidR="00E26562" w:rsidRPr="00E26562" w:rsidRDefault="00E26562" w:rsidP="005D234A">
      <w:pPr>
        <w:pStyle w:val="Body"/>
        <w:rPr>
          <w:lang w:eastAsia="en-GB"/>
        </w:rPr>
      </w:pPr>
      <w:r w:rsidRPr="00E26562">
        <w:rPr>
          <w:lang w:eastAsia="en-GB"/>
        </w:rPr>
        <w:t>The restriction preventing multiple mutable references to the same data at the</w:t>
      </w:r>
      <w:r w:rsidR="00367A2E">
        <w:rPr>
          <w:lang w:eastAsia="en-GB"/>
        </w:rPr>
        <w:t xml:space="preserve"> </w:t>
      </w:r>
      <w:r w:rsidRPr="00E26562">
        <w:rPr>
          <w:lang w:eastAsia="en-GB"/>
        </w:rPr>
        <w:t>same time allows for mutation but in a very controlled fashion. It’s something</w:t>
      </w:r>
      <w:r w:rsidR="00367A2E">
        <w:rPr>
          <w:lang w:eastAsia="en-GB"/>
        </w:rPr>
        <w:t xml:space="preserve"> </w:t>
      </w:r>
      <w:r w:rsidRPr="00E26562">
        <w:rPr>
          <w:lang w:eastAsia="en-GB"/>
        </w:rPr>
        <w:t>that new Rustaceans struggle with because most languages let you mutate</w:t>
      </w:r>
      <w:r w:rsidR="00367A2E">
        <w:rPr>
          <w:lang w:eastAsia="en-GB"/>
        </w:rPr>
        <w:t xml:space="preserve"> </w:t>
      </w:r>
      <w:r w:rsidRPr="00E26562">
        <w:rPr>
          <w:lang w:eastAsia="en-GB"/>
        </w:rPr>
        <w:t xml:space="preserve">whenever you’d like. </w:t>
      </w:r>
      <w:r w:rsidR="00124881">
        <w:rPr>
          <w:lang w:eastAsia="en-GB"/>
        </w:rPr>
        <w:fldChar w:fldCharType="begin"/>
      </w:r>
      <w:r w:rsidR="00124881">
        <w:instrText xml:space="preserve"> XE "race conditions start</w:instrText>
      </w:r>
      <w:r w:rsidR="00124881" w:rsidRPr="00AC00B2">
        <w:instrText>Range</w:instrText>
      </w:r>
      <w:r w:rsidR="00124881">
        <w:instrText xml:space="preserve">" </w:instrText>
      </w:r>
      <w:r w:rsidR="00124881">
        <w:rPr>
          <w:lang w:eastAsia="en-GB"/>
        </w:rPr>
        <w:fldChar w:fldCharType="end"/>
      </w:r>
      <w:r w:rsidR="00AF4541">
        <w:rPr>
          <w:lang w:eastAsia="en-GB"/>
        </w:rPr>
        <w:fldChar w:fldCharType="begin"/>
      </w:r>
      <w:r w:rsidR="00AF4541">
        <w:instrText xml:space="preserve"> XE "data race start</w:instrText>
      </w:r>
      <w:r w:rsidR="00AF4541" w:rsidRPr="00AC00B2">
        <w:instrText>Range</w:instrText>
      </w:r>
      <w:r w:rsidR="00AF4541">
        <w:instrText xml:space="preserve">" </w:instrText>
      </w:r>
      <w:r w:rsidR="00AF4541">
        <w:rPr>
          <w:lang w:eastAsia="en-GB"/>
        </w:rPr>
        <w:fldChar w:fldCharType="end"/>
      </w:r>
      <w:r w:rsidRPr="00E26562">
        <w:rPr>
          <w:lang w:eastAsia="en-GB"/>
        </w:rPr>
        <w:t>The benefit of having this restriction is that Rust can</w:t>
      </w:r>
      <w:r w:rsidR="00367A2E">
        <w:rPr>
          <w:lang w:eastAsia="en-GB"/>
        </w:rPr>
        <w:t xml:space="preserve"> </w:t>
      </w:r>
      <w:r w:rsidRPr="00E26562">
        <w:rPr>
          <w:lang w:eastAsia="en-GB"/>
        </w:rPr>
        <w:t xml:space="preserve">prevent data races at compile time. A </w:t>
      </w:r>
      <w:r w:rsidRPr="005D234A">
        <w:rPr>
          <w:rStyle w:val="Italic"/>
        </w:rPr>
        <w:t>data race</w:t>
      </w:r>
      <w:r w:rsidRPr="00E26562">
        <w:rPr>
          <w:lang w:eastAsia="en-GB"/>
        </w:rPr>
        <w:t xml:space="preserve"> is similar to a race</w:t>
      </w:r>
      <w:r w:rsidR="00367A2E">
        <w:rPr>
          <w:lang w:eastAsia="en-GB"/>
        </w:rPr>
        <w:t xml:space="preserve"> </w:t>
      </w:r>
      <w:r w:rsidRPr="00E26562">
        <w:rPr>
          <w:lang w:eastAsia="en-GB"/>
        </w:rPr>
        <w:t>condition and happens when these three behaviors occur:</w:t>
      </w:r>
    </w:p>
    <w:p w14:paraId="01C64283" w14:textId="77777777" w:rsidR="00E26562" w:rsidRPr="00E26562" w:rsidRDefault="00E26562" w:rsidP="00402BF4">
      <w:pPr>
        <w:pStyle w:val="ListBullet"/>
        <w:rPr>
          <w:lang w:eastAsia="en-GB"/>
        </w:rPr>
      </w:pPr>
      <w:r w:rsidRPr="00E26562">
        <w:rPr>
          <w:lang w:eastAsia="en-GB"/>
        </w:rPr>
        <w:t>Two or more pointers access the same data at the same time.</w:t>
      </w:r>
    </w:p>
    <w:p w14:paraId="2DF24D1E" w14:textId="77777777" w:rsidR="00E26562" w:rsidRPr="00E26562" w:rsidRDefault="00E26562" w:rsidP="00402BF4">
      <w:pPr>
        <w:pStyle w:val="ListBullet"/>
        <w:rPr>
          <w:lang w:eastAsia="en-GB"/>
        </w:rPr>
      </w:pPr>
      <w:r w:rsidRPr="00E26562">
        <w:rPr>
          <w:lang w:eastAsia="en-GB"/>
        </w:rPr>
        <w:t>At least one of the pointers is being used to write to the data.</w:t>
      </w:r>
    </w:p>
    <w:p w14:paraId="43855436" w14:textId="77777777" w:rsidR="00E26562" w:rsidRPr="00E26562" w:rsidRDefault="00E26562" w:rsidP="00402BF4">
      <w:pPr>
        <w:pStyle w:val="ListBullet"/>
        <w:rPr>
          <w:lang w:eastAsia="en-GB"/>
        </w:rPr>
      </w:pPr>
      <w:r w:rsidRPr="00E26562">
        <w:rPr>
          <w:lang w:eastAsia="en-GB"/>
        </w:rPr>
        <w:t>There’s no mechanism being used to synchronize access to the data.</w:t>
      </w:r>
    </w:p>
    <w:p w14:paraId="6CFC8411" w14:textId="17EB8EDD" w:rsidR="00E26562" w:rsidRPr="00E26562" w:rsidRDefault="00E26562" w:rsidP="00402BF4">
      <w:pPr>
        <w:pStyle w:val="Body"/>
        <w:rPr>
          <w:lang w:eastAsia="en-GB"/>
        </w:rPr>
      </w:pPr>
      <w:r w:rsidRPr="00E26562">
        <w:rPr>
          <w:lang w:eastAsia="en-GB"/>
        </w:rPr>
        <w:t>Data races cause undefined behavior and can be difficult to diagnose and fix</w:t>
      </w:r>
      <w:r w:rsidR="00367A2E">
        <w:rPr>
          <w:lang w:eastAsia="en-GB"/>
        </w:rPr>
        <w:t xml:space="preserve"> </w:t>
      </w:r>
      <w:r w:rsidRPr="00E26562">
        <w:rPr>
          <w:lang w:eastAsia="en-GB"/>
        </w:rPr>
        <w:t>when you’re trying to track them down at runtime; Rust prevents this problem</w:t>
      </w:r>
      <w:r w:rsidR="00367A2E">
        <w:rPr>
          <w:lang w:eastAsia="en-GB"/>
        </w:rPr>
        <w:t xml:space="preserve"> </w:t>
      </w:r>
      <w:r w:rsidRPr="00E26562">
        <w:rPr>
          <w:lang w:eastAsia="en-GB"/>
        </w:rPr>
        <w:t>by refusing to compile code with data races!</w:t>
      </w:r>
      <w:r w:rsidR="00AF4541" w:rsidRPr="00AF4541">
        <w:rPr>
          <w:lang w:eastAsia="en-GB"/>
        </w:rPr>
        <w:t xml:space="preserve"> </w:t>
      </w:r>
      <w:r w:rsidR="00AF4541">
        <w:rPr>
          <w:lang w:eastAsia="en-GB"/>
        </w:rPr>
        <w:fldChar w:fldCharType="begin"/>
      </w:r>
      <w:r w:rsidR="00AF4541">
        <w:instrText xml:space="preserve"> XE "race conditions end</w:instrText>
      </w:r>
      <w:r w:rsidR="00AF4541" w:rsidRPr="00AC00B2">
        <w:instrText>Range</w:instrText>
      </w:r>
      <w:r w:rsidR="00AF4541">
        <w:instrText xml:space="preserve">" </w:instrText>
      </w:r>
      <w:r w:rsidR="00AF4541">
        <w:rPr>
          <w:lang w:eastAsia="en-GB"/>
        </w:rPr>
        <w:fldChar w:fldCharType="end"/>
      </w:r>
      <w:r w:rsidR="00AF4541">
        <w:rPr>
          <w:lang w:eastAsia="en-GB"/>
        </w:rPr>
        <w:fldChar w:fldCharType="begin"/>
      </w:r>
      <w:r w:rsidR="00AF4541">
        <w:instrText xml:space="preserve"> XE "data race end</w:instrText>
      </w:r>
      <w:r w:rsidR="00AF4541" w:rsidRPr="00AC00B2">
        <w:instrText>Range</w:instrText>
      </w:r>
      <w:r w:rsidR="00AF4541">
        <w:instrText xml:space="preserve">" </w:instrText>
      </w:r>
      <w:r w:rsidR="00AF4541">
        <w:rPr>
          <w:lang w:eastAsia="en-GB"/>
        </w:rPr>
        <w:fldChar w:fldCharType="end"/>
      </w:r>
    </w:p>
    <w:p w14:paraId="2E6361F5" w14:textId="52A8F768" w:rsidR="00E26562" w:rsidRPr="00E26562" w:rsidRDefault="005A5B12" w:rsidP="005D234A">
      <w:pPr>
        <w:pStyle w:val="Body"/>
        <w:rPr>
          <w:lang w:eastAsia="en-GB"/>
        </w:rPr>
      </w:pPr>
      <w:r>
        <w:rPr>
          <w:lang w:eastAsia="en-GB"/>
        </w:rPr>
        <w:fldChar w:fldCharType="begin"/>
      </w:r>
      <w:r>
        <w:instrText xml:space="preserve"> XE "curly brackets ({}):scope creation start</w:instrText>
      </w:r>
      <w:r w:rsidRPr="00AC00B2">
        <w:instrText>Range</w:instrText>
      </w:r>
      <w:r>
        <w:instrText xml:space="preserve">" </w:instrText>
      </w:r>
      <w:r>
        <w:rPr>
          <w:lang w:eastAsia="en-GB"/>
        </w:rPr>
        <w:fldChar w:fldCharType="end"/>
      </w:r>
      <w:r>
        <w:rPr>
          <w:lang w:eastAsia="en-GB"/>
        </w:rPr>
        <w:fldChar w:fldCharType="begin"/>
      </w:r>
      <w:r>
        <w:instrText xml:space="preserve"> XE "{} (curly brackets):scope creation start</w:instrText>
      </w:r>
      <w:r w:rsidRPr="00AC00B2">
        <w:instrText>Range</w:instrText>
      </w:r>
      <w:r>
        <w:instrText xml:space="preserve">" </w:instrText>
      </w:r>
      <w:r>
        <w:rPr>
          <w:lang w:eastAsia="en-GB"/>
        </w:rPr>
        <w:fldChar w:fldCharType="end"/>
      </w:r>
      <w:r w:rsidR="00E26562" w:rsidRPr="005D234A">
        <w:t>As always, we can use curly brackets to create a new scope,</w:t>
      </w:r>
      <w:r>
        <w:rPr>
          <w:lang w:eastAsia="en-GB"/>
        </w:rPr>
        <w:fldChar w:fldCharType="begin"/>
      </w:r>
      <w:r>
        <w:instrText xml:space="preserve"> XE "curly brackets ({}):scope creation end</w:instrText>
      </w:r>
      <w:r w:rsidRPr="00AC00B2">
        <w:instrText>Range</w:instrText>
      </w:r>
      <w:r>
        <w:instrText xml:space="preserve">" </w:instrText>
      </w:r>
      <w:r>
        <w:rPr>
          <w:lang w:eastAsia="en-GB"/>
        </w:rPr>
        <w:fldChar w:fldCharType="end"/>
      </w:r>
      <w:r>
        <w:rPr>
          <w:lang w:eastAsia="en-GB"/>
        </w:rPr>
        <w:fldChar w:fldCharType="begin"/>
      </w:r>
      <w:r>
        <w:instrText xml:space="preserve"> XE "{} (curly brackets):scope creation end</w:instrText>
      </w:r>
      <w:r w:rsidRPr="00AC00B2">
        <w:instrText>Range</w:instrText>
      </w:r>
      <w:r>
        <w:instrText xml:space="preserve">" </w:instrText>
      </w:r>
      <w:r>
        <w:rPr>
          <w:lang w:eastAsia="en-GB"/>
        </w:rPr>
        <w:fldChar w:fldCharType="end"/>
      </w:r>
      <w:r w:rsidR="00E26562" w:rsidRPr="005D234A">
        <w:t xml:space="preserve"> allowing for</w:t>
      </w:r>
      <w:r w:rsidR="00367A2E">
        <w:t xml:space="preserve"> </w:t>
      </w:r>
      <w:r w:rsidR="00E26562" w:rsidRPr="005D234A">
        <w:t xml:space="preserve">multiple mutable references, just not </w:t>
      </w:r>
      <w:r w:rsidR="00E26562" w:rsidRPr="005D234A">
        <w:rPr>
          <w:rStyle w:val="Italic"/>
        </w:rPr>
        <w:t>simultaneous</w:t>
      </w:r>
      <w:r w:rsidR="00E26562" w:rsidRPr="00E26562">
        <w:rPr>
          <w:lang w:eastAsia="en-GB"/>
        </w:rPr>
        <w:t xml:space="preserve"> ones:</w:t>
      </w:r>
    </w:p>
    <w:p w14:paraId="35B1CF7E" w14:textId="77777777" w:rsidR="00E26562" w:rsidRPr="00E26562" w:rsidRDefault="00E26562" w:rsidP="00EB08CF">
      <w:pPr>
        <w:pStyle w:val="CodeWide"/>
        <w:rPr>
          <w:lang w:eastAsia="en-GB"/>
        </w:rPr>
      </w:pPr>
      <w:r w:rsidRPr="00E26562">
        <w:rPr>
          <w:lang w:eastAsia="en-GB"/>
        </w:rPr>
        <w:t>let mut s = String::from("hello");</w:t>
      </w:r>
    </w:p>
    <w:p w14:paraId="0171E64D" w14:textId="77777777" w:rsidR="00E26562" w:rsidRPr="00E26562" w:rsidRDefault="00E26562" w:rsidP="00EB08CF">
      <w:pPr>
        <w:pStyle w:val="CodeWide"/>
        <w:rPr>
          <w:lang w:eastAsia="en-GB"/>
        </w:rPr>
      </w:pPr>
    </w:p>
    <w:p w14:paraId="099CBD11" w14:textId="77777777" w:rsidR="00E26562" w:rsidRPr="00E26562" w:rsidRDefault="00E26562" w:rsidP="00EB08CF">
      <w:pPr>
        <w:pStyle w:val="CodeWide"/>
        <w:rPr>
          <w:lang w:eastAsia="en-GB"/>
        </w:rPr>
      </w:pPr>
      <w:r w:rsidRPr="00E26562">
        <w:rPr>
          <w:lang w:eastAsia="en-GB"/>
        </w:rPr>
        <w:t>{</w:t>
      </w:r>
    </w:p>
    <w:p w14:paraId="5D0DE548" w14:textId="77777777" w:rsidR="00E26562" w:rsidRPr="00E26562" w:rsidRDefault="00E26562" w:rsidP="00EB08CF">
      <w:pPr>
        <w:pStyle w:val="CodeWide"/>
        <w:rPr>
          <w:lang w:eastAsia="en-GB"/>
        </w:rPr>
      </w:pPr>
      <w:r w:rsidRPr="00E26562">
        <w:rPr>
          <w:lang w:eastAsia="en-GB"/>
        </w:rPr>
        <w:t xml:space="preserve">    let r1 = &amp;mut s;</w:t>
      </w:r>
    </w:p>
    <w:p w14:paraId="7921D1A8" w14:textId="3D521407" w:rsidR="00E26562" w:rsidRPr="00E26562" w:rsidRDefault="00E26562" w:rsidP="00EB08CF">
      <w:pPr>
        <w:pStyle w:val="CodeWide"/>
        <w:rPr>
          <w:lang w:eastAsia="en-GB"/>
        </w:rPr>
      </w:pPr>
      <w:r w:rsidRPr="00E26562">
        <w:rPr>
          <w:lang w:eastAsia="en-GB"/>
        </w:rPr>
        <w:t>} // r1 goes out of scope here, so we can make a new reference with no problems</w:t>
      </w:r>
    </w:p>
    <w:p w14:paraId="2175221A" w14:textId="77777777" w:rsidR="00E26562" w:rsidRPr="00E26562" w:rsidRDefault="00E26562" w:rsidP="00EB08CF">
      <w:pPr>
        <w:pStyle w:val="CodeWide"/>
        <w:rPr>
          <w:lang w:eastAsia="en-GB"/>
        </w:rPr>
      </w:pPr>
    </w:p>
    <w:p w14:paraId="25AA13E4" w14:textId="77777777" w:rsidR="00E26562" w:rsidRPr="00E26562" w:rsidRDefault="00E26562" w:rsidP="00EB08CF">
      <w:pPr>
        <w:pStyle w:val="CodeWide"/>
        <w:rPr>
          <w:lang w:eastAsia="en-GB"/>
        </w:rPr>
      </w:pPr>
      <w:r w:rsidRPr="00E26562">
        <w:rPr>
          <w:lang w:eastAsia="en-GB"/>
        </w:rPr>
        <w:t>let r2 = &amp;mut s;</w:t>
      </w:r>
    </w:p>
    <w:p w14:paraId="08C9E082" w14:textId="5913206C" w:rsidR="00E26562" w:rsidRPr="00E26562" w:rsidRDefault="00E26562" w:rsidP="005D234A">
      <w:pPr>
        <w:pStyle w:val="Body"/>
        <w:rPr>
          <w:lang w:eastAsia="en-GB"/>
        </w:rPr>
      </w:pPr>
      <w:r w:rsidRPr="00E26562">
        <w:rPr>
          <w:lang w:eastAsia="en-GB"/>
        </w:rPr>
        <w:t>Rust enforces a similar rule for combining mutable and immutable references.</w:t>
      </w:r>
      <w:r w:rsidR="00367A2E">
        <w:rPr>
          <w:lang w:eastAsia="en-GB"/>
        </w:rPr>
        <w:t xml:space="preserve"> </w:t>
      </w:r>
      <w:r w:rsidRPr="00E26562">
        <w:rPr>
          <w:lang w:eastAsia="en-GB"/>
        </w:rPr>
        <w:t>This code results in an error:</w:t>
      </w:r>
    </w:p>
    <w:p w14:paraId="43B68410" w14:textId="77777777" w:rsidR="00E26562" w:rsidRPr="00E26562" w:rsidRDefault="00E26562" w:rsidP="005D234A">
      <w:pPr>
        <w:pStyle w:val="Code"/>
        <w:rPr>
          <w:lang w:eastAsia="en-GB"/>
        </w:rPr>
      </w:pPr>
      <w:r w:rsidRPr="00E26562">
        <w:rPr>
          <w:lang w:eastAsia="en-GB"/>
        </w:rPr>
        <w:t>let mut s = String::from("hello");</w:t>
      </w:r>
    </w:p>
    <w:p w14:paraId="4BF5336D" w14:textId="77777777" w:rsidR="00E26562" w:rsidRPr="00E26562" w:rsidRDefault="00E26562" w:rsidP="005D234A">
      <w:pPr>
        <w:pStyle w:val="Code"/>
        <w:rPr>
          <w:lang w:eastAsia="en-GB"/>
        </w:rPr>
      </w:pPr>
    </w:p>
    <w:p w14:paraId="18C2BFBB" w14:textId="77777777" w:rsidR="00E26562" w:rsidRPr="00E26562" w:rsidRDefault="00E26562" w:rsidP="005D234A">
      <w:pPr>
        <w:pStyle w:val="Code"/>
        <w:rPr>
          <w:lang w:eastAsia="en-GB"/>
        </w:rPr>
      </w:pPr>
      <w:r w:rsidRPr="00E26562">
        <w:rPr>
          <w:lang w:eastAsia="en-GB"/>
        </w:rPr>
        <w:t>let r1 = &amp;s; // no problem</w:t>
      </w:r>
    </w:p>
    <w:p w14:paraId="02422854" w14:textId="77777777" w:rsidR="00E26562" w:rsidRPr="00E26562" w:rsidRDefault="00E26562" w:rsidP="005D234A">
      <w:pPr>
        <w:pStyle w:val="Code"/>
        <w:rPr>
          <w:lang w:eastAsia="en-GB"/>
        </w:rPr>
      </w:pPr>
      <w:r w:rsidRPr="00E26562">
        <w:rPr>
          <w:lang w:eastAsia="en-GB"/>
        </w:rPr>
        <w:t>let r2 = &amp;s; // no problem</w:t>
      </w:r>
    </w:p>
    <w:p w14:paraId="3F11C541" w14:textId="77777777" w:rsidR="00E26562" w:rsidRPr="00E26562" w:rsidRDefault="00E26562" w:rsidP="005D234A">
      <w:pPr>
        <w:pStyle w:val="Code"/>
        <w:rPr>
          <w:lang w:eastAsia="en-GB"/>
        </w:rPr>
      </w:pPr>
      <w:r w:rsidRPr="00E26562">
        <w:rPr>
          <w:lang w:eastAsia="en-GB"/>
        </w:rPr>
        <w:t>let r3 = &amp;mut s; // BIG PROBLEM</w:t>
      </w:r>
    </w:p>
    <w:p w14:paraId="27C924EF" w14:textId="77777777" w:rsidR="00E26562" w:rsidRPr="00E26562" w:rsidRDefault="00E26562" w:rsidP="005D234A">
      <w:pPr>
        <w:pStyle w:val="Code"/>
        <w:rPr>
          <w:lang w:eastAsia="en-GB"/>
        </w:rPr>
      </w:pPr>
    </w:p>
    <w:p w14:paraId="6A9AB8E4" w14:textId="2A7A8FCF" w:rsidR="00E26562" w:rsidRPr="00E26562" w:rsidRDefault="00E26562" w:rsidP="005D234A">
      <w:pPr>
        <w:pStyle w:val="Code"/>
        <w:rPr>
          <w:lang w:eastAsia="en-GB"/>
        </w:rPr>
      </w:pPr>
      <w:r w:rsidRPr="00E26562">
        <w:rPr>
          <w:lang w:eastAsia="en-GB"/>
        </w:rPr>
        <w:t>println!("{</w:t>
      </w:r>
      <w:r w:rsidR="003E39F7">
        <w:rPr>
          <w:lang w:eastAsia="en-GB"/>
        </w:rPr>
        <w:t>r1</w:t>
      </w:r>
      <w:r w:rsidRPr="00E26562">
        <w:rPr>
          <w:lang w:eastAsia="en-GB"/>
        </w:rPr>
        <w:t>}, {</w:t>
      </w:r>
      <w:r w:rsidR="003E39F7">
        <w:rPr>
          <w:lang w:eastAsia="en-GB"/>
        </w:rPr>
        <w:t>r2</w:t>
      </w:r>
      <w:r w:rsidRPr="00E26562">
        <w:rPr>
          <w:lang w:eastAsia="en-GB"/>
        </w:rPr>
        <w:t>}, and {</w:t>
      </w:r>
      <w:r w:rsidR="003E39F7">
        <w:rPr>
          <w:lang w:eastAsia="en-GB"/>
        </w:rPr>
        <w:t>r3</w:t>
      </w:r>
      <w:r w:rsidRPr="00E26562">
        <w:rPr>
          <w:lang w:eastAsia="en-GB"/>
        </w:rPr>
        <w:t>}");</w:t>
      </w:r>
    </w:p>
    <w:p w14:paraId="4CB3FB63" w14:textId="77777777" w:rsidR="00E26562" w:rsidRPr="00E26562" w:rsidRDefault="00E26562" w:rsidP="005D234A">
      <w:pPr>
        <w:pStyle w:val="Body"/>
        <w:rPr>
          <w:lang w:eastAsia="en-GB"/>
        </w:rPr>
      </w:pPr>
      <w:r w:rsidRPr="00E26562">
        <w:rPr>
          <w:lang w:eastAsia="en-GB"/>
        </w:rPr>
        <w:lastRenderedPageBreak/>
        <w:t>Here’s the error:</w:t>
      </w:r>
    </w:p>
    <w:p w14:paraId="2FBFE8C5" w14:textId="77777777" w:rsidR="00E26562" w:rsidRPr="00E26562" w:rsidRDefault="00E26562" w:rsidP="00EB08CF">
      <w:pPr>
        <w:pStyle w:val="CodeWide"/>
        <w:rPr>
          <w:lang w:eastAsia="en-GB"/>
        </w:rPr>
      </w:pPr>
      <w:r w:rsidRPr="00E26562">
        <w:rPr>
          <w:lang w:eastAsia="en-GB"/>
        </w:rPr>
        <w:t>error[E0502]: cannot borrow `s` as mutable because it is also borrowed as immutable</w:t>
      </w:r>
    </w:p>
    <w:p w14:paraId="7051A54E" w14:textId="77777777" w:rsidR="00E26562" w:rsidRPr="00E26562" w:rsidRDefault="00E26562" w:rsidP="00EB08CF">
      <w:pPr>
        <w:pStyle w:val="CodeWide"/>
        <w:rPr>
          <w:lang w:eastAsia="en-GB"/>
        </w:rPr>
      </w:pPr>
      <w:r w:rsidRPr="00E26562">
        <w:rPr>
          <w:lang w:eastAsia="en-GB"/>
        </w:rPr>
        <w:t xml:space="preserve"> --&gt; src/main.rs:6:14</w:t>
      </w:r>
    </w:p>
    <w:p w14:paraId="073F9614" w14:textId="77777777" w:rsidR="00E26562" w:rsidRPr="00E26562" w:rsidRDefault="00E26562" w:rsidP="00EB08CF">
      <w:pPr>
        <w:pStyle w:val="CodeWide"/>
        <w:rPr>
          <w:lang w:eastAsia="en-GB"/>
        </w:rPr>
      </w:pPr>
      <w:r w:rsidRPr="00E26562">
        <w:rPr>
          <w:lang w:eastAsia="en-GB"/>
        </w:rPr>
        <w:t xml:space="preserve">  |</w:t>
      </w:r>
    </w:p>
    <w:p w14:paraId="2D6D30BE" w14:textId="77777777" w:rsidR="00E26562" w:rsidRPr="00E26562" w:rsidRDefault="00E26562" w:rsidP="00EB08CF">
      <w:pPr>
        <w:pStyle w:val="CodeWide"/>
        <w:rPr>
          <w:lang w:eastAsia="en-GB"/>
        </w:rPr>
      </w:pPr>
      <w:r w:rsidRPr="00E26562">
        <w:rPr>
          <w:lang w:eastAsia="en-GB"/>
        </w:rPr>
        <w:t>4 |     let r1 = &amp;s; // no problem</w:t>
      </w:r>
    </w:p>
    <w:p w14:paraId="50F3BAB2" w14:textId="77777777" w:rsidR="00E26562" w:rsidRPr="00E26562" w:rsidRDefault="00E26562" w:rsidP="00EB08CF">
      <w:pPr>
        <w:pStyle w:val="CodeWide"/>
        <w:rPr>
          <w:lang w:eastAsia="en-GB"/>
        </w:rPr>
      </w:pPr>
      <w:r w:rsidRPr="00E26562">
        <w:rPr>
          <w:lang w:eastAsia="en-GB"/>
        </w:rPr>
        <w:t xml:space="preserve">  |              -- immutable borrow occurs here</w:t>
      </w:r>
    </w:p>
    <w:p w14:paraId="314E180E" w14:textId="77777777" w:rsidR="00E26562" w:rsidRPr="00E26562" w:rsidRDefault="00E26562" w:rsidP="00EB08CF">
      <w:pPr>
        <w:pStyle w:val="CodeWide"/>
        <w:rPr>
          <w:lang w:eastAsia="en-GB"/>
        </w:rPr>
      </w:pPr>
      <w:r w:rsidRPr="00E26562">
        <w:rPr>
          <w:lang w:eastAsia="en-GB"/>
        </w:rPr>
        <w:t>5 |     let r2 = &amp;s; // no problem</w:t>
      </w:r>
    </w:p>
    <w:p w14:paraId="1BFD9F50" w14:textId="77777777" w:rsidR="00E26562" w:rsidRPr="00E26562" w:rsidRDefault="00E26562" w:rsidP="00EB08CF">
      <w:pPr>
        <w:pStyle w:val="CodeWide"/>
        <w:rPr>
          <w:lang w:eastAsia="en-GB"/>
        </w:rPr>
      </w:pPr>
      <w:r w:rsidRPr="00E26562">
        <w:rPr>
          <w:lang w:eastAsia="en-GB"/>
        </w:rPr>
        <w:t>6 |     let r3 = &amp;mut s; // BIG PROBLEM</w:t>
      </w:r>
    </w:p>
    <w:p w14:paraId="6BD58BD0" w14:textId="77777777" w:rsidR="00E26562" w:rsidRPr="00E26562" w:rsidRDefault="00E26562" w:rsidP="00EB08CF">
      <w:pPr>
        <w:pStyle w:val="CodeWide"/>
        <w:rPr>
          <w:lang w:eastAsia="en-GB"/>
        </w:rPr>
      </w:pPr>
      <w:r w:rsidRPr="00E26562">
        <w:rPr>
          <w:lang w:eastAsia="en-GB"/>
        </w:rPr>
        <w:t xml:space="preserve">  |              ^^^^^^ mutable borrow occurs here</w:t>
      </w:r>
    </w:p>
    <w:p w14:paraId="7A619CE6" w14:textId="77777777" w:rsidR="00E26562" w:rsidRPr="00E26562" w:rsidRDefault="00E26562" w:rsidP="00EB08CF">
      <w:pPr>
        <w:pStyle w:val="CodeWide"/>
        <w:rPr>
          <w:lang w:eastAsia="en-GB"/>
        </w:rPr>
      </w:pPr>
      <w:r w:rsidRPr="00E26562">
        <w:rPr>
          <w:lang w:eastAsia="en-GB"/>
        </w:rPr>
        <w:t>7 |</w:t>
      </w:r>
    </w:p>
    <w:p w14:paraId="0DCD2AF4" w14:textId="3AEBB9E9" w:rsidR="00E26562" w:rsidRPr="00E26562" w:rsidRDefault="00E26562" w:rsidP="00EB08CF">
      <w:pPr>
        <w:pStyle w:val="CodeWide"/>
        <w:rPr>
          <w:lang w:eastAsia="en-GB"/>
        </w:rPr>
      </w:pPr>
      <w:r w:rsidRPr="00E26562">
        <w:rPr>
          <w:lang w:eastAsia="en-GB"/>
        </w:rPr>
        <w:t>8 |     println!("{</w:t>
      </w:r>
      <w:r w:rsidR="00934960">
        <w:rPr>
          <w:lang w:eastAsia="en-GB"/>
        </w:rPr>
        <w:t>r1</w:t>
      </w:r>
      <w:r w:rsidRPr="00E26562">
        <w:rPr>
          <w:lang w:eastAsia="en-GB"/>
        </w:rPr>
        <w:t>}, {</w:t>
      </w:r>
      <w:r w:rsidR="00934960">
        <w:rPr>
          <w:lang w:eastAsia="en-GB"/>
        </w:rPr>
        <w:t>r2</w:t>
      </w:r>
      <w:r w:rsidRPr="00E26562">
        <w:rPr>
          <w:lang w:eastAsia="en-GB"/>
        </w:rPr>
        <w:t>}, and {</w:t>
      </w:r>
      <w:r w:rsidR="00934960">
        <w:rPr>
          <w:lang w:eastAsia="en-GB"/>
        </w:rPr>
        <w:t>r3</w:t>
      </w:r>
      <w:r w:rsidRPr="00E26562">
        <w:rPr>
          <w:lang w:eastAsia="en-GB"/>
        </w:rPr>
        <w:t>}");</w:t>
      </w:r>
    </w:p>
    <w:p w14:paraId="12F58ED0" w14:textId="004804F4" w:rsidR="00E26562" w:rsidRPr="00E26562" w:rsidRDefault="00E26562" w:rsidP="00EB08CF">
      <w:pPr>
        <w:pStyle w:val="CodeWide"/>
        <w:rPr>
          <w:lang w:eastAsia="en-GB"/>
        </w:rPr>
      </w:pPr>
      <w:r w:rsidRPr="00E26562">
        <w:rPr>
          <w:lang w:eastAsia="en-GB"/>
        </w:rPr>
        <w:t xml:space="preserve">  |                -- immutable borrow later used here</w:t>
      </w:r>
    </w:p>
    <w:p w14:paraId="71746F91" w14:textId="3376457D" w:rsidR="00E26562" w:rsidRPr="00E26562" w:rsidRDefault="00E26562" w:rsidP="005D234A">
      <w:pPr>
        <w:pStyle w:val="Body"/>
        <w:rPr>
          <w:lang w:eastAsia="en-GB"/>
        </w:rPr>
      </w:pPr>
      <w:r w:rsidRPr="005D234A">
        <w:t xml:space="preserve">Whew! We </w:t>
      </w:r>
      <w:r w:rsidRPr="005D234A">
        <w:rPr>
          <w:rStyle w:val="Italic"/>
        </w:rPr>
        <w:t>also</w:t>
      </w:r>
      <w:r w:rsidRPr="00E26562">
        <w:rPr>
          <w:lang w:eastAsia="en-GB"/>
        </w:rPr>
        <w:t xml:space="preserve"> cannot have a mutable reference while we have an immutable one</w:t>
      </w:r>
      <w:r w:rsidR="00367A2E">
        <w:rPr>
          <w:lang w:eastAsia="en-GB"/>
        </w:rPr>
        <w:t xml:space="preserve"> </w:t>
      </w:r>
      <w:r w:rsidRPr="00E26562">
        <w:rPr>
          <w:lang w:eastAsia="en-GB"/>
        </w:rPr>
        <w:t>to the same value.</w:t>
      </w:r>
    </w:p>
    <w:p w14:paraId="1AE8FBBF" w14:textId="2B9735A7" w:rsidR="00E26562" w:rsidRPr="00E26562" w:rsidRDefault="00E26562" w:rsidP="005D234A">
      <w:pPr>
        <w:pStyle w:val="Body"/>
        <w:rPr>
          <w:lang w:eastAsia="en-GB"/>
        </w:rPr>
      </w:pPr>
      <w:r w:rsidRPr="00E26562">
        <w:rPr>
          <w:lang w:eastAsia="en-GB"/>
        </w:rPr>
        <w:t>Users of an immutable reference don’t expect the value to suddenly change out</w:t>
      </w:r>
      <w:r w:rsidR="00367A2E">
        <w:rPr>
          <w:lang w:eastAsia="en-GB"/>
        </w:rPr>
        <w:t xml:space="preserve"> </w:t>
      </w:r>
      <w:r w:rsidRPr="00E26562">
        <w:rPr>
          <w:lang w:eastAsia="en-GB"/>
        </w:rPr>
        <w:t>from under them! However, multiple immutable references are allowed because no</w:t>
      </w:r>
      <w:r w:rsidR="00367A2E">
        <w:rPr>
          <w:lang w:eastAsia="en-GB"/>
        </w:rPr>
        <w:t xml:space="preserve"> </w:t>
      </w:r>
      <w:r w:rsidRPr="00E26562">
        <w:rPr>
          <w:lang w:eastAsia="en-GB"/>
        </w:rPr>
        <w:t>one who is just reading the data has the ability to affect anyone else’s</w:t>
      </w:r>
      <w:r w:rsidR="00367A2E">
        <w:rPr>
          <w:lang w:eastAsia="en-GB"/>
        </w:rPr>
        <w:t xml:space="preserve"> </w:t>
      </w:r>
      <w:r w:rsidRPr="00E26562">
        <w:rPr>
          <w:lang w:eastAsia="en-GB"/>
        </w:rPr>
        <w:t>reading of the data.</w:t>
      </w:r>
    </w:p>
    <w:p w14:paraId="770EA1C7" w14:textId="4CDC98F6" w:rsidR="00E26562" w:rsidRPr="00E26562" w:rsidRDefault="00E26562" w:rsidP="005D234A">
      <w:pPr>
        <w:pStyle w:val="Body"/>
        <w:rPr>
          <w:lang w:eastAsia="en-GB"/>
        </w:rPr>
      </w:pPr>
      <w:r w:rsidRPr="005D234A">
        <w:t>Note that a reference’s scope starts from where it is introduced and continues</w:t>
      </w:r>
      <w:r w:rsidR="00367A2E">
        <w:t xml:space="preserve"> </w:t>
      </w:r>
      <w:r w:rsidRPr="005D234A">
        <w:t>through the last time that reference is used. For instance, this code will</w:t>
      </w:r>
      <w:r w:rsidR="00367A2E">
        <w:t xml:space="preserve"> </w:t>
      </w:r>
      <w:r w:rsidRPr="005D234A">
        <w:t xml:space="preserve">compile because the last usage of the immutable references, the </w:t>
      </w:r>
      <w:r w:rsidRPr="005D234A">
        <w:rPr>
          <w:rStyle w:val="Literal"/>
        </w:rPr>
        <w:t>println!</w:t>
      </w:r>
      <w:r w:rsidRPr="00E26562">
        <w:rPr>
          <w:lang w:eastAsia="en-GB"/>
        </w:rPr>
        <w:t>,</w:t>
      </w:r>
      <w:r w:rsidR="00367A2E">
        <w:rPr>
          <w:lang w:eastAsia="en-GB"/>
        </w:rPr>
        <w:t xml:space="preserve"> </w:t>
      </w:r>
      <w:r w:rsidRPr="00E26562">
        <w:rPr>
          <w:lang w:eastAsia="en-GB"/>
        </w:rPr>
        <w:t>occurs before the mutable reference is introduced:</w:t>
      </w:r>
    </w:p>
    <w:p w14:paraId="076155DE" w14:textId="77777777" w:rsidR="00E26562" w:rsidRPr="00E26562" w:rsidRDefault="00E26562" w:rsidP="005D234A">
      <w:pPr>
        <w:pStyle w:val="Code"/>
        <w:rPr>
          <w:lang w:eastAsia="en-GB"/>
        </w:rPr>
      </w:pPr>
      <w:r w:rsidRPr="00E26562">
        <w:rPr>
          <w:lang w:eastAsia="en-GB"/>
        </w:rPr>
        <w:t>let mut s = String::from("hello");</w:t>
      </w:r>
    </w:p>
    <w:p w14:paraId="3C27E1D1" w14:textId="77777777" w:rsidR="00E26562" w:rsidRPr="00E26562" w:rsidRDefault="00E26562" w:rsidP="005D234A">
      <w:pPr>
        <w:pStyle w:val="Code"/>
        <w:rPr>
          <w:lang w:eastAsia="en-GB"/>
        </w:rPr>
      </w:pPr>
    </w:p>
    <w:p w14:paraId="610EE34B" w14:textId="77777777" w:rsidR="00E26562" w:rsidRPr="00E26562" w:rsidRDefault="00E26562" w:rsidP="005D234A">
      <w:pPr>
        <w:pStyle w:val="Code"/>
        <w:rPr>
          <w:lang w:eastAsia="en-GB"/>
        </w:rPr>
      </w:pPr>
      <w:r w:rsidRPr="00E26562">
        <w:rPr>
          <w:lang w:eastAsia="en-GB"/>
        </w:rPr>
        <w:t>let r1 = &amp;s; // no problem</w:t>
      </w:r>
    </w:p>
    <w:p w14:paraId="1332A252" w14:textId="77777777" w:rsidR="00E26562" w:rsidRPr="00E26562" w:rsidRDefault="00E26562" w:rsidP="005D234A">
      <w:pPr>
        <w:pStyle w:val="Code"/>
        <w:rPr>
          <w:lang w:eastAsia="en-GB"/>
        </w:rPr>
      </w:pPr>
      <w:r w:rsidRPr="00E26562">
        <w:rPr>
          <w:lang w:eastAsia="en-GB"/>
        </w:rPr>
        <w:t>let r2 = &amp;s; // no problem</w:t>
      </w:r>
    </w:p>
    <w:p w14:paraId="1889D0C0" w14:textId="65F2A7EE" w:rsidR="00E26562" w:rsidRPr="00E26562" w:rsidRDefault="00E26562" w:rsidP="005D234A">
      <w:pPr>
        <w:pStyle w:val="Code"/>
        <w:rPr>
          <w:lang w:eastAsia="en-GB"/>
        </w:rPr>
      </w:pPr>
      <w:r w:rsidRPr="00E26562">
        <w:rPr>
          <w:lang w:eastAsia="en-GB"/>
        </w:rPr>
        <w:t>println!("{</w:t>
      </w:r>
      <w:r w:rsidR="00DE13A4">
        <w:rPr>
          <w:lang w:eastAsia="en-GB"/>
        </w:rPr>
        <w:t>r1</w:t>
      </w:r>
      <w:r w:rsidRPr="00E26562">
        <w:rPr>
          <w:lang w:eastAsia="en-GB"/>
        </w:rPr>
        <w:t>} and {</w:t>
      </w:r>
      <w:r w:rsidR="00DE13A4">
        <w:rPr>
          <w:lang w:eastAsia="en-GB"/>
        </w:rPr>
        <w:t>r2</w:t>
      </w:r>
      <w:r w:rsidRPr="00E26562">
        <w:rPr>
          <w:lang w:eastAsia="en-GB"/>
        </w:rPr>
        <w:t>}");</w:t>
      </w:r>
    </w:p>
    <w:p w14:paraId="7A1A08A0" w14:textId="77777777" w:rsidR="00E26562" w:rsidRPr="00E26562" w:rsidRDefault="00E26562" w:rsidP="005D234A">
      <w:pPr>
        <w:pStyle w:val="Code"/>
        <w:rPr>
          <w:lang w:eastAsia="en-GB"/>
        </w:rPr>
      </w:pPr>
      <w:r w:rsidRPr="00E26562">
        <w:rPr>
          <w:lang w:eastAsia="en-GB"/>
        </w:rPr>
        <w:t>// variables r1 and r2 will not be used after this point</w:t>
      </w:r>
    </w:p>
    <w:p w14:paraId="53C9C8C7" w14:textId="77777777" w:rsidR="00E26562" w:rsidRPr="00E26562" w:rsidRDefault="00E26562" w:rsidP="005D234A">
      <w:pPr>
        <w:pStyle w:val="Code"/>
        <w:rPr>
          <w:lang w:eastAsia="en-GB"/>
        </w:rPr>
      </w:pPr>
    </w:p>
    <w:p w14:paraId="7F284E6F" w14:textId="77777777" w:rsidR="00E26562" w:rsidRPr="00E26562" w:rsidRDefault="00E26562" w:rsidP="005D234A">
      <w:pPr>
        <w:pStyle w:val="Code"/>
        <w:rPr>
          <w:lang w:eastAsia="en-GB"/>
        </w:rPr>
      </w:pPr>
      <w:r w:rsidRPr="00E26562">
        <w:rPr>
          <w:lang w:eastAsia="en-GB"/>
        </w:rPr>
        <w:t>let r3 = &amp;mut s; // no problem</w:t>
      </w:r>
    </w:p>
    <w:p w14:paraId="4855F7DA" w14:textId="29214482" w:rsidR="00E26562" w:rsidRPr="00E26562" w:rsidRDefault="00E26562" w:rsidP="005D234A">
      <w:pPr>
        <w:pStyle w:val="Code"/>
        <w:rPr>
          <w:lang w:eastAsia="en-GB"/>
        </w:rPr>
      </w:pPr>
      <w:r w:rsidRPr="00E26562">
        <w:rPr>
          <w:lang w:eastAsia="en-GB"/>
        </w:rPr>
        <w:t>println!("{</w:t>
      </w:r>
      <w:r w:rsidR="00DE13A4">
        <w:rPr>
          <w:lang w:eastAsia="en-GB"/>
        </w:rPr>
        <w:t>r3</w:t>
      </w:r>
      <w:r w:rsidRPr="00E26562">
        <w:rPr>
          <w:lang w:eastAsia="en-GB"/>
        </w:rPr>
        <w:t>}");</w:t>
      </w:r>
    </w:p>
    <w:p w14:paraId="25124608" w14:textId="33CC7F45" w:rsidR="00E26562" w:rsidRPr="00E26562" w:rsidRDefault="00E26562" w:rsidP="005D234A">
      <w:pPr>
        <w:pStyle w:val="Body"/>
        <w:rPr>
          <w:lang w:eastAsia="en-GB"/>
        </w:rPr>
      </w:pPr>
      <w:r w:rsidRPr="005D234A">
        <w:t xml:space="preserve">The scopes of the immutable references </w:t>
      </w:r>
      <w:r w:rsidRPr="005D234A">
        <w:rPr>
          <w:rStyle w:val="Literal"/>
        </w:rPr>
        <w:t>r1</w:t>
      </w:r>
      <w:r w:rsidRPr="005D234A">
        <w:t xml:space="preserve"> and </w:t>
      </w:r>
      <w:r w:rsidRPr="005D234A">
        <w:rPr>
          <w:rStyle w:val="Literal"/>
        </w:rPr>
        <w:t>r2</w:t>
      </w:r>
      <w:r w:rsidRPr="005D234A">
        <w:t xml:space="preserve"> end after the </w:t>
      </w:r>
      <w:r w:rsidRPr="005D234A">
        <w:rPr>
          <w:rStyle w:val="Literal"/>
        </w:rPr>
        <w:t>println!</w:t>
      </w:r>
      <w:r w:rsidR="00367A2E">
        <w:t xml:space="preserve"> </w:t>
      </w:r>
      <w:r w:rsidRPr="005D234A">
        <w:t xml:space="preserve">where they are last used, which is before the mutable reference </w:t>
      </w:r>
      <w:r w:rsidRPr="005D234A">
        <w:rPr>
          <w:rStyle w:val="Literal"/>
        </w:rPr>
        <w:t>r3</w:t>
      </w:r>
      <w:r w:rsidRPr="005D234A">
        <w:t xml:space="preserve"> is</w:t>
      </w:r>
      <w:r w:rsidR="00367A2E">
        <w:t xml:space="preserve"> </w:t>
      </w:r>
      <w:r w:rsidRPr="005D234A">
        <w:t>created. These scopes don’t overlap, so this code is allowed</w:t>
      </w:r>
      <w:r w:rsidR="008C6351">
        <w:t>:</w:t>
      </w:r>
      <w:r w:rsidR="008C6351" w:rsidRPr="005D234A">
        <w:t xml:space="preserve"> </w:t>
      </w:r>
      <w:r w:rsidRPr="005D234A">
        <w:t xml:space="preserve">the compiler </w:t>
      </w:r>
      <w:r w:rsidR="008C6351">
        <w:t>can</w:t>
      </w:r>
      <w:r w:rsidR="008C6351" w:rsidRPr="005D234A">
        <w:t xml:space="preserve"> </w:t>
      </w:r>
      <w:r w:rsidRPr="005D234A">
        <w:t xml:space="preserve">tell that </w:t>
      </w:r>
      <w:r w:rsidR="008C6351">
        <w:t>the</w:t>
      </w:r>
      <w:r w:rsidRPr="005D234A">
        <w:t xml:space="preserve"> reference is no longer being used at a point before</w:t>
      </w:r>
      <w:r w:rsidR="00367A2E">
        <w:t xml:space="preserve"> </w:t>
      </w:r>
      <w:r w:rsidRPr="005D234A">
        <w:t>the end of the scope</w:t>
      </w:r>
      <w:r w:rsidR="008C6351">
        <w:t>.</w:t>
      </w:r>
    </w:p>
    <w:p w14:paraId="49156098" w14:textId="7699EA2D" w:rsidR="00E26562" w:rsidRPr="00E26562" w:rsidRDefault="00E26562" w:rsidP="005D234A">
      <w:pPr>
        <w:pStyle w:val="Body"/>
        <w:rPr>
          <w:lang w:eastAsia="en-GB"/>
        </w:rPr>
      </w:pPr>
      <w:r w:rsidRPr="00E26562">
        <w:rPr>
          <w:lang w:eastAsia="en-GB"/>
        </w:rPr>
        <w:t>Even though borrowing errors may be frustrating at times, remember that it’s</w:t>
      </w:r>
      <w:r w:rsidR="00367A2E">
        <w:rPr>
          <w:lang w:eastAsia="en-GB"/>
        </w:rPr>
        <w:t xml:space="preserve"> </w:t>
      </w:r>
      <w:r w:rsidRPr="00E26562">
        <w:rPr>
          <w:lang w:eastAsia="en-GB"/>
        </w:rPr>
        <w:t>the Rust compiler pointing out a potential bug early (at compile time rather</w:t>
      </w:r>
      <w:r w:rsidR="00367A2E">
        <w:rPr>
          <w:lang w:eastAsia="en-GB"/>
        </w:rPr>
        <w:t xml:space="preserve"> </w:t>
      </w:r>
      <w:r w:rsidRPr="00E26562">
        <w:rPr>
          <w:lang w:eastAsia="en-GB"/>
        </w:rPr>
        <w:t>than at runtime) and showing you exactly where the problem is. Then you don’t</w:t>
      </w:r>
      <w:r w:rsidR="00367A2E">
        <w:rPr>
          <w:lang w:eastAsia="en-GB"/>
        </w:rPr>
        <w:t xml:space="preserve"> </w:t>
      </w:r>
      <w:r w:rsidRPr="00E26562">
        <w:rPr>
          <w:lang w:eastAsia="en-GB"/>
        </w:rPr>
        <w:t>have to track down why your data isn’t what you thought it was.</w:t>
      </w:r>
      <w:r w:rsidR="00023275">
        <w:rPr>
          <w:lang w:eastAsia="en-GB"/>
        </w:rPr>
        <w:fldChar w:fldCharType="begin"/>
      </w:r>
      <w:r w:rsidR="00023275">
        <w:instrText xml:space="preserve"> XE "references:mutability of end</w:instrText>
      </w:r>
      <w:r w:rsidR="00023275" w:rsidRPr="00AC00B2">
        <w:instrText>Range</w:instrText>
      </w:r>
      <w:r w:rsidR="00023275">
        <w:instrText xml:space="preserve">" </w:instrText>
      </w:r>
      <w:r w:rsidR="00023275">
        <w:rPr>
          <w:lang w:eastAsia="en-GB"/>
        </w:rPr>
        <w:fldChar w:fldCharType="end"/>
      </w:r>
      <w:r w:rsidR="00023275">
        <w:rPr>
          <w:lang w:eastAsia="en-GB"/>
        </w:rPr>
        <w:fldChar w:fldCharType="begin"/>
      </w:r>
      <w:r w:rsidR="00023275">
        <w:instrText xml:space="preserve"> XE "mutability:of references end</w:instrText>
      </w:r>
      <w:r w:rsidR="00023275" w:rsidRPr="00AC00B2">
        <w:instrText>Range</w:instrText>
      </w:r>
      <w:r w:rsidR="00023275">
        <w:instrText xml:space="preserve">" </w:instrText>
      </w:r>
      <w:r w:rsidR="00023275">
        <w:rPr>
          <w:lang w:eastAsia="en-GB"/>
        </w:rPr>
        <w:fldChar w:fldCharType="end"/>
      </w:r>
      <w:r w:rsidR="00023275">
        <w:rPr>
          <w:lang w:eastAsia="en-GB"/>
        </w:rPr>
        <w:fldChar w:fldCharType="begin"/>
      </w:r>
      <w:r w:rsidR="00023275">
        <w:instrText xml:space="preserve"> XE "mut keyword:making a reference mutable with end</w:instrText>
      </w:r>
      <w:r w:rsidR="00023275" w:rsidRPr="00AC00B2">
        <w:instrText>Range</w:instrText>
      </w:r>
      <w:r w:rsidR="00023275">
        <w:instrText xml:space="preserve">" </w:instrText>
      </w:r>
      <w:r w:rsidR="00023275">
        <w:rPr>
          <w:lang w:eastAsia="en-GB"/>
        </w:rPr>
        <w:fldChar w:fldCharType="end"/>
      </w:r>
    </w:p>
    <w:bookmarkStart w:id="50" w:name="dangling-references"/>
    <w:bookmarkStart w:id="51" w:name="_Toc107220607"/>
    <w:bookmarkEnd w:id="50"/>
    <w:p w14:paraId="54279031" w14:textId="5F2E084B" w:rsidR="00E26562" w:rsidRPr="00E26562" w:rsidRDefault="00C96F2B" w:rsidP="005D234A">
      <w:pPr>
        <w:pStyle w:val="HeadB"/>
        <w:rPr>
          <w:lang w:eastAsia="en-GB"/>
        </w:rPr>
      </w:pPr>
      <w:r>
        <w:rPr>
          <w:lang w:eastAsia="en-GB"/>
        </w:rPr>
        <w:fldChar w:fldCharType="begin"/>
      </w:r>
      <w:r>
        <w:instrText xml:space="preserve"> XE "dangling reference start</w:instrText>
      </w:r>
      <w:r w:rsidRPr="00AC00B2">
        <w:instrText>Range</w:instrText>
      </w:r>
      <w:r>
        <w:instrText xml:space="preserve">" </w:instrText>
      </w:r>
      <w:r>
        <w:rPr>
          <w:lang w:eastAsia="en-GB"/>
        </w:rPr>
        <w:fldChar w:fldCharType="end"/>
      </w:r>
      <w:r>
        <w:rPr>
          <w:lang w:eastAsia="en-GB"/>
        </w:rPr>
        <w:fldChar w:fldCharType="begin"/>
      </w:r>
      <w:r>
        <w:instrText xml:space="preserve"> XE "references:dangling start</w:instrText>
      </w:r>
      <w:r w:rsidRPr="00AC00B2">
        <w:instrText>Range</w:instrText>
      </w:r>
      <w:r>
        <w:instrText xml:space="preserve">" </w:instrText>
      </w:r>
      <w:r>
        <w:rPr>
          <w:lang w:eastAsia="en-GB"/>
        </w:rPr>
        <w:fldChar w:fldCharType="end"/>
      </w:r>
      <w:r w:rsidR="00E26562" w:rsidRPr="00E26562">
        <w:rPr>
          <w:lang w:eastAsia="en-GB"/>
        </w:rPr>
        <w:t>Dangling References</w:t>
      </w:r>
      <w:bookmarkEnd w:id="51"/>
    </w:p>
    <w:p w14:paraId="0CD39400" w14:textId="42DB7E27" w:rsidR="00E26562" w:rsidRPr="00E26562" w:rsidRDefault="00A128C8" w:rsidP="005D234A">
      <w:pPr>
        <w:pStyle w:val="Body"/>
        <w:rPr>
          <w:lang w:eastAsia="en-GB"/>
        </w:rPr>
      </w:pPr>
      <w:r>
        <w:rPr>
          <w:lang w:eastAsia="en-GB"/>
        </w:rPr>
        <w:fldChar w:fldCharType="begin"/>
      </w:r>
      <w:r>
        <w:instrText xml:space="preserve"> XE "dangling pointer start</w:instrText>
      </w:r>
      <w:r w:rsidRPr="00AC00B2">
        <w:instrText>Range</w:instrText>
      </w:r>
      <w:r>
        <w:instrText xml:space="preserve">" </w:instrText>
      </w:r>
      <w:r>
        <w:rPr>
          <w:lang w:eastAsia="en-GB"/>
        </w:rPr>
        <w:fldChar w:fldCharType="end"/>
      </w:r>
      <w:r w:rsidR="00DF5D0A">
        <w:rPr>
          <w:lang w:eastAsia="en-GB"/>
        </w:rPr>
        <w:fldChar w:fldCharType="begin"/>
      </w:r>
      <w:r w:rsidR="00DF5D0A">
        <w:instrText xml:space="preserve"> XE "pointer:dangling start</w:instrText>
      </w:r>
      <w:r w:rsidR="00DF5D0A" w:rsidRPr="00AC00B2">
        <w:instrText>Range</w:instrText>
      </w:r>
      <w:r w:rsidR="00DF5D0A">
        <w:instrText xml:space="preserve">" </w:instrText>
      </w:r>
      <w:r w:rsidR="00DF5D0A">
        <w:rPr>
          <w:lang w:eastAsia="en-GB"/>
        </w:rPr>
        <w:fldChar w:fldCharType="end"/>
      </w:r>
      <w:r w:rsidR="00E26562" w:rsidRPr="005D234A">
        <w:t xml:space="preserve">In </w:t>
      </w:r>
      <w:r w:rsidR="00E26562" w:rsidRPr="005D234A">
        <w:lastRenderedPageBreak/>
        <w:t xml:space="preserve">languages with pointers, it’s easy to erroneously create a </w:t>
      </w:r>
      <w:r w:rsidR="00E26562" w:rsidRPr="005D234A">
        <w:rPr>
          <w:rStyle w:val="Italic"/>
        </w:rPr>
        <w:t>dangling</w:t>
      </w:r>
      <w:r w:rsidR="00367A2E">
        <w:rPr>
          <w:rStyle w:val="Italic"/>
        </w:rPr>
        <w:t xml:space="preserve"> </w:t>
      </w:r>
      <w:r w:rsidR="00E26562" w:rsidRPr="005D234A">
        <w:rPr>
          <w:rStyle w:val="Italic"/>
        </w:rPr>
        <w:t>pointer</w:t>
      </w:r>
      <w:r w:rsidR="00E26562" w:rsidRPr="00E26562">
        <w:rPr>
          <w:lang w:eastAsia="en-GB"/>
        </w:rPr>
        <w:t>—a pointer that references a location in memory that may have been</w:t>
      </w:r>
      <w:r w:rsidR="00367A2E">
        <w:rPr>
          <w:lang w:eastAsia="en-GB"/>
        </w:rPr>
        <w:t xml:space="preserve"> </w:t>
      </w:r>
      <w:r w:rsidR="00E26562" w:rsidRPr="00E26562">
        <w:rPr>
          <w:lang w:eastAsia="en-GB"/>
        </w:rPr>
        <w:t>given to someone else—by freeing some memory while preserving a pointer to</w:t>
      </w:r>
      <w:r w:rsidR="00367A2E">
        <w:rPr>
          <w:lang w:eastAsia="en-GB"/>
        </w:rPr>
        <w:t xml:space="preserve"> </w:t>
      </w:r>
      <w:r w:rsidR="00E26562" w:rsidRPr="00E26562">
        <w:rPr>
          <w:lang w:eastAsia="en-GB"/>
        </w:rPr>
        <w:t>that memory.</w:t>
      </w:r>
      <w:r w:rsidR="00DF5D0A">
        <w:rPr>
          <w:lang w:eastAsia="en-GB"/>
        </w:rPr>
        <w:fldChar w:fldCharType="begin"/>
      </w:r>
      <w:r w:rsidR="00DF5D0A">
        <w:instrText xml:space="preserve"> XE "pointer:dangling start</w:instrText>
      </w:r>
      <w:r w:rsidR="00DF5D0A" w:rsidRPr="00AC00B2">
        <w:instrText>Range</w:instrText>
      </w:r>
      <w:r w:rsidR="00DF5D0A">
        <w:instrText xml:space="preserve">" </w:instrText>
      </w:r>
      <w:r w:rsidR="00DF5D0A">
        <w:rPr>
          <w:lang w:eastAsia="en-GB"/>
        </w:rPr>
        <w:fldChar w:fldCharType="end"/>
      </w:r>
      <w:r>
        <w:rPr>
          <w:lang w:eastAsia="en-GB"/>
        </w:rPr>
        <w:fldChar w:fldCharType="begin"/>
      </w:r>
      <w:r>
        <w:instrText xml:space="preserve"> XE "dangling pointer end</w:instrText>
      </w:r>
      <w:r w:rsidRPr="00AC00B2">
        <w:instrText>Range</w:instrText>
      </w:r>
      <w:r>
        <w:instrText xml:space="preserve">" </w:instrText>
      </w:r>
      <w:r>
        <w:rPr>
          <w:lang w:eastAsia="en-GB"/>
        </w:rPr>
        <w:fldChar w:fldCharType="end"/>
      </w:r>
      <w:r w:rsidR="00E26562" w:rsidRPr="00E26562">
        <w:rPr>
          <w:lang w:eastAsia="en-GB"/>
        </w:rPr>
        <w:t xml:space="preserve"> In Rust, by contrast, the compiler guarantees that references will</w:t>
      </w:r>
      <w:r w:rsidR="00367A2E">
        <w:rPr>
          <w:lang w:eastAsia="en-GB"/>
        </w:rPr>
        <w:t xml:space="preserve"> </w:t>
      </w:r>
      <w:r w:rsidR="00E26562" w:rsidRPr="00E26562">
        <w:rPr>
          <w:lang w:eastAsia="en-GB"/>
        </w:rPr>
        <w:t>never be dangling references: if you have a reference to some data, the</w:t>
      </w:r>
      <w:r w:rsidR="00367A2E">
        <w:rPr>
          <w:lang w:eastAsia="en-GB"/>
        </w:rPr>
        <w:t xml:space="preserve"> </w:t>
      </w:r>
      <w:r w:rsidR="00E26562" w:rsidRPr="00E26562">
        <w:rPr>
          <w:lang w:eastAsia="en-GB"/>
        </w:rPr>
        <w:t>compiler will ensure that the data will not go out of scope before the</w:t>
      </w:r>
      <w:r w:rsidR="00367A2E">
        <w:rPr>
          <w:lang w:eastAsia="en-GB"/>
        </w:rPr>
        <w:t xml:space="preserve"> </w:t>
      </w:r>
      <w:r w:rsidR="00E26562" w:rsidRPr="00E26562">
        <w:rPr>
          <w:lang w:eastAsia="en-GB"/>
        </w:rPr>
        <w:t>reference to the data does.</w:t>
      </w:r>
    </w:p>
    <w:p w14:paraId="2BE18291" w14:textId="17261E15" w:rsidR="00E26562" w:rsidRPr="00E26562" w:rsidRDefault="00E26562" w:rsidP="005D234A">
      <w:pPr>
        <w:pStyle w:val="Body"/>
        <w:rPr>
          <w:lang w:eastAsia="en-GB"/>
        </w:rPr>
      </w:pPr>
      <w:r w:rsidRPr="00E26562">
        <w:rPr>
          <w:lang w:eastAsia="en-GB"/>
        </w:rPr>
        <w:t>Let’s try to create a dangling reference to see how Rust prevents them with a</w:t>
      </w:r>
      <w:r w:rsidR="00367A2E">
        <w:rPr>
          <w:lang w:eastAsia="en-GB"/>
        </w:rPr>
        <w:t xml:space="preserve"> </w:t>
      </w:r>
      <w:r w:rsidRPr="00E26562">
        <w:rPr>
          <w:lang w:eastAsia="en-GB"/>
        </w:rPr>
        <w:t>compile-time error:</w:t>
      </w:r>
    </w:p>
    <w:p w14:paraId="055AC1DB" w14:textId="6E45311B" w:rsidR="00E26562" w:rsidRPr="00E26562" w:rsidRDefault="00E26562" w:rsidP="00EC69AE">
      <w:pPr>
        <w:pStyle w:val="CodeLabel"/>
        <w:rPr>
          <w:lang w:eastAsia="en-GB"/>
        </w:rPr>
      </w:pPr>
      <w:r w:rsidRPr="00E26562">
        <w:rPr>
          <w:lang w:eastAsia="en-GB"/>
        </w:rPr>
        <w:t>src/main.rs</w:t>
      </w:r>
    </w:p>
    <w:p w14:paraId="05CBA57C" w14:textId="77777777" w:rsidR="00E26562" w:rsidRPr="00E26562" w:rsidRDefault="00E26562" w:rsidP="005D234A">
      <w:pPr>
        <w:pStyle w:val="Code"/>
        <w:rPr>
          <w:lang w:eastAsia="en-GB"/>
        </w:rPr>
      </w:pPr>
      <w:r w:rsidRPr="00E26562">
        <w:rPr>
          <w:lang w:eastAsia="en-GB"/>
        </w:rPr>
        <w:t>fn main() {</w:t>
      </w:r>
    </w:p>
    <w:p w14:paraId="70983EFD" w14:textId="77777777" w:rsidR="00E26562" w:rsidRPr="00E26562" w:rsidRDefault="00E26562" w:rsidP="005D234A">
      <w:pPr>
        <w:pStyle w:val="Code"/>
        <w:rPr>
          <w:lang w:eastAsia="en-GB"/>
        </w:rPr>
      </w:pPr>
      <w:r w:rsidRPr="00E26562">
        <w:rPr>
          <w:lang w:eastAsia="en-GB"/>
        </w:rPr>
        <w:t xml:space="preserve">    let reference_to_nothing = dangle();</w:t>
      </w:r>
    </w:p>
    <w:p w14:paraId="1BB571EA" w14:textId="77777777" w:rsidR="00E26562" w:rsidRPr="00E26562" w:rsidRDefault="00E26562" w:rsidP="005D234A">
      <w:pPr>
        <w:pStyle w:val="Code"/>
        <w:rPr>
          <w:lang w:eastAsia="en-GB"/>
        </w:rPr>
      </w:pPr>
      <w:r w:rsidRPr="00E26562">
        <w:rPr>
          <w:lang w:eastAsia="en-GB"/>
        </w:rPr>
        <w:t>}</w:t>
      </w:r>
    </w:p>
    <w:p w14:paraId="1ADFD72E" w14:textId="77777777" w:rsidR="00E26562" w:rsidRPr="00E26562" w:rsidRDefault="00E26562" w:rsidP="005D234A">
      <w:pPr>
        <w:pStyle w:val="Code"/>
        <w:rPr>
          <w:lang w:eastAsia="en-GB"/>
        </w:rPr>
      </w:pPr>
    </w:p>
    <w:p w14:paraId="184EC9E5" w14:textId="77777777" w:rsidR="00E26562" w:rsidRPr="00E26562" w:rsidRDefault="00E26562" w:rsidP="005D234A">
      <w:pPr>
        <w:pStyle w:val="Code"/>
        <w:rPr>
          <w:lang w:eastAsia="en-GB"/>
        </w:rPr>
      </w:pPr>
      <w:r w:rsidRPr="00E26562">
        <w:rPr>
          <w:lang w:eastAsia="en-GB"/>
        </w:rPr>
        <w:t>fn dangle() -&gt; &amp;String {</w:t>
      </w:r>
    </w:p>
    <w:p w14:paraId="21A402ED" w14:textId="77777777" w:rsidR="00E26562" w:rsidRPr="00E26562" w:rsidRDefault="00E26562" w:rsidP="005D234A">
      <w:pPr>
        <w:pStyle w:val="Code"/>
        <w:rPr>
          <w:lang w:eastAsia="en-GB"/>
        </w:rPr>
      </w:pPr>
      <w:r w:rsidRPr="00E26562">
        <w:rPr>
          <w:lang w:eastAsia="en-GB"/>
        </w:rPr>
        <w:t xml:space="preserve">    let s = String::from("hello");</w:t>
      </w:r>
    </w:p>
    <w:p w14:paraId="2C11026F" w14:textId="77777777" w:rsidR="00E26562" w:rsidRPr="00E26562" w:rsidRDefault="00E26562" w:rsidP="005D234A">
      <w:pPr>
        <w:pStyle w:val="Code"/>
        <w:rPr>
          <w:lang w:eastAsia="en-GB"/>
        </w:rPr>
      </w:pPr>
    </w:p>
    <w:p w14:paraId="239728FA" w14:textId="77777777" w:rsidR="00E26562" w:rsidRPr="00E26562" w:rsidRDefault="00E26562" w:rsidP="005D234A">
      <w:pPr>
        <w:pStyle w:val="Code"/>
        <w:rPr>
          <w:lang w:eastAsia="en-GB"/>
        </w:rPr>
      </w:pPr>
      <w:r w:rsidRPr="00E26562">
        <w:rPr>
          <w:lang w:eastAsia="en-GB"/>
        </w:rPr>
        <w:t xml:space="preserve">    &amp;s</w:t>
      </w:r>
    </w:p>
    <w:p w14:paraId="790BD1B0" w14:textId="77777777" w:rsidR="00E26562" w:rsidRPr="00E26562" w:rsidRDefault="00E26562" w:rsidP="005D234A">
      <w:pPr>
        <w:pStyle w:val="Code"/>
        <w:rPr>
          <w:lang w:eastAsia="en-GB"/>
        </w:rPr>
      </w:pPr>
      <w:r w:rsidRPr="00E26562">
        <w:rPr>
          <w:lang w:eastAsia="en-GB"/>
        </w:rPr>
        <w:t>}</w:t>
      </w:r>
    </w:p>
    <w:p w14:paraId="55784918" w14:textId="77777777" w:rsidR="00E26562" w:rsidRPr="00E26562" w:rsidRDefault="00E26562" w:rsidP="005D234A">
      <w:pPr>
        <w:pStyle w:val="Body"/>
        <w:rPr>
          <w:lang w:eastAsia="en-GB"/>
        </w:rPr>
      </w:pPr>
      <w:r w:rsidRPr="00E26562">
        <w:rPr>
          <w:lang w:eastAsia="en-GB"/>
        </w:rPr>
        <w:t>Here’s the error:</w:t>
      </w:r>
    </w:p>
    <w:p w14:paraId="0298F6D0" w14:textId="77777777" w:rsidR="00E26562" w:rsidRPr="00E26562" w:rsidRDefault="00E26562" w:rsidP="00CC18E0">
      <w:pPr>
        <w:pStyle w:val="Code"/>
        <w:rPr>
          <w:lang w:eastAsia="en-GB"/>
        </w:rPr>
      </w:pPr>
      <w:r w:rsidRPr="00E26562">
        <w:rPr>
          <w:lang w:eastAsia="en-GB"/>
        </w:rPr>
        <w:t>error[E0106]: missing lifetime specifier</w:t>
      </w:r>
    </w:p>
    <w:p w14:paraId="41413BEA" w14:textId="77777777" w:rsidR="00E26562" w:rsidRPr="00E26562" w:rsidRDefault="00E26562" w:rsidP="00CC18E0">
      <w:pPr>
        <w:pStyle w:val="Code"/>
        <w:rPr>
          <w:lang w:eastAsia="en-GB"/>
        </w:rPr>
      </w:pPr>
      <w:r w:rsidRPr="00E26562">
        <w:rPr>
          <w:lang w:eastAsia="en-GB"/>
        </w:rPr>
        <w:t xml:space="preserve"> --&gt; src/main.rs:5:16</w:t>
      </w:r>
    </w:p>
    <w:p w14:paraId="7EA45C3E" w14:textId="77777777" w:rsidR="00E26562" w:rsidRPr="00E26562" w:rsidRDefault="00E26562" w:rsidP="00CC18E0">
      <w:pPr>
        <w:pStyle w:val="Code"/>
        <w:rPr>
          <w:lang w:eastAsia="en-GB"/>
        </w:rPr>
      </w:pPr>
      <w:r w:rsidRPr="00E26562">
        <w:rPr>
          <w:lang w:eastAsia="en-GB"/>
        </w:rPr>
        <w:t xml:space="preserve">  |</w:t>
      </w:r>
    </w:p>
    <w:p w14:paraId="0273BE5F" w14:textId="77777777" w:rsidR="00E26562" w:rsidRPr="00E26562" w:rsidRDefault="00E26562" w:rsidP="00CC18E0">
      <w:pPr>
        <w:pStyle w:val="Code"/>
        <w:rPr>
          <w:lang w:eastAsia="en-GB"/>
        </w:rPr>
      </w:pPr>
      <w:r w:rsidRPr="00E26562">
        <w:rPr>
          <w:lang w:eastAsia="en-GB"/>
        </w:rPr>
        <w:t>5 | fn dangle() -&gt; &amp;String {</w:t>
      </w:r>
    </w:p>
    <w:p w14:paraId="2D5B0221" w14:textId="77777777" w:rsidR="00E26562" w:rsidRPr="00E26562" w:rsidRDefault="00E26562" w:rsidP="00CC18E0">
      <w:pPr>
        <w:pStyle w:val="Code"/>
        <w:rPr>
          <w:lang w:eastAsia="en-GB"/>
        </w:rPr>
      </w:pPr>
      <w:r w:rsidRPr="00E26562">
        <w:rPr>
          <w:lang w:eastAsia="en-GB"/>
        </w:rPr>
        <w:t xml:space="preserve">  |                ^ expected named lifetime parameter</w:t>
      </w:r>
    </w:p>
    <w:p w14:paraId="176D67A3" w14:textId="77777777" w:rsidR="00E26562" w:rsidRPr="00E26562" w:rsidRDefault="00E26562" w:rsidP="00CC18E0">
      <w:pPr>
        <w:pStyle w:val="Code"/>
        <w:rPr>
          <w:lang w:eastAsia="en-GB"/>
        </w:rPr>
      </w:pPr>
      <w:r w:rsidRPr="00E26562">
        <w:rPr>
          <w:lang w:eastAsia="en-GB"/>
        </w:rPr>
        <w:t xml:space="preserve">  |</w:t>
      </w:r>
    </w:p>
    <w:p w14:paraId="6D2653DC" w14:textId="77777777" w:rsidR="00507FB3" w:rsidRDefault="00E26562" w:rsidP="00CC18E0">
      <w:pPr>
        <w:pStyle w:val="Code"/>
        <w:rPr>
          <w:lang w:eastAsia="en-GB"/>
        </w:rPr>
      </w:pPr>
      <w:r w:rsidRPr="00E26562">
        <w:rPr>
          <w:lang w:eastAsia="en-GB"/>
        </w:rPr>
        <w:t xml:space="preserve">  = help: this function's return type contains a borrowed value, </w:t>
      </w:r>
    </w:p>
    <w:p w14:paraId="5B2D92CF" w14:textId="542A12F6" w:rsidR="00E26562" w:rsidRPr="00E26562" w:rsidRDefault="00E26562" w:rsidP="00CC18E0">
      <w:pPr>
        <w:pStyle w:val="Code"/>
        <w:rPr>
          <w:lang w:eastAsia="en-GB"/>
        </w:rPr>
      </w:pPr>
      <w:r w:rsidRPr="00E26562">
        <w:rPr>
          <w:lang w:eastAsia="en-GB"/>
        </w:rPr>
        <w:t>but there is no value for it to be borrowed from</w:t>
      </w:r>
    </w:p>
    <w:p w14:paraId="7E65EAAF" w14:textId="77777777" w:rsidR="00E26562" w:rsidRPr="00E26562" w:rsidRDefault="00E26562" w:rsidP="00CC18E0">
      <w:pPr>
        <w:pStyle w:val="Code"/>
        <w:rPr>
          <w:lang w:eastAsia="en-GB"/>
        </w:rPr>
      </w:pPr>
      <w:r w:rsidRPr="00E26562">
        <w:rPr>
          <w:lang w:eastAsia="en-GB"/>
        </w:rPr>
        <w:t>help: consider using the `'static` lifetime</w:t>
      </w:r>
    </w:p>
    <w:p w14:paraId="26E93376" w14:textId="77777777" w:rsidR="00E26562" w:rsidRPr="00E26562" w:rsidRDefault="00E26562" w:rsidP="00CC18E0">
      <w:pPr>
        <w:pStyle w:val="Code"/>
        <w:rPr>
          <w:lang w:eastAsia="en-GB"/>
        </w:rPr>
      </w:pPr>
      <w:r w:rsidRPr="00E26562">
        <w:rPr>
          <w:lang w:eastAsia="en-GB"/>
        </w:rPr>
        <w:t xml:space="preserve">  |</w:t>
      </w:r>
    </w:p>
    <w:p w14:paraId="5B680152" w14:textId="77777777" w:rsidR="00E26562" w:rsidRPr="00E26562" w:rsidRDefault="00E26562" w:rsidP="00CC18E0">
      <w:pPr>
        <w:pStyle w:val="Code"/>
        <w:rPr>
          <w:lang w:eastAsia="en-GB"/>
        </w:rPr>
      </w:pPr>
      <w:r w:rsidRPr="00E26562">
        <w:rPr>
          <w:lang w:eastAsia="en-GB"/>
        </w:rPr>
        <w:t>5 | fn dangle() -&gt; &amp;'static String {</w:t>
      </w:r>
    </w:p>
    <w:p w14:paraId="40077D42" w14:textId="77777777" w:rsidR="00E26562" w:rsidRPr="00E26562" w:rsidRDefault="00E26562" w:rsidP="00CC18E0">
      <w:pPr>
        <w:pStyle w:val="Code"/>
        <w:rPr>
          <w:lang w:eastAsia="en-GB"/>
        </w:rPr>
      </w:pPr>
      <w:r w:rsidRPr="00E26562">
        <w:rPr>
          <w:lang w:eastAsia="en-GB"/>
        </w:rPr>
        <w:t xml:space="preserve">  |                ~~~~~~~~</w:t>
      </w:r>
    </w:p>
    <w:p w14:paraId="7A5D17FA" w14:textId="64E16C37" w:rsidR="00E26562" w:rsidRPr="00E26562" w:rsidRDefault="00E26562" w:rsidP="005D234A">
      <w:pPr>
        <w:pStyle w:val="Body"/>
        <w:rPr>
          <w:lang w:eastAsia="en-GB"/>
        </w:rPr>
      </w:pPr>
      <w:r w:rsidRPr="00E26562">
        <w:rPr>
          <w:lang w:eastAsia="en-GB"/>
        </w:rPr>
        <w:t>This error message refers to a feature we haven’t covered yet: lifetimes. We’ll</w:t>
      </w:r>
      <w:r w:rsidR="00367A2E">
        <w:rPr>
          <w:lang w:eastAsia="en-GB"/>
        </w:rPr>
        <w:t xml:space="preserve"> </w:t>
      </w:r>
      <w:r w:rsidRPr="00E26562">
        <w:rPr>
          <w:lang w:eastAsia="en-GB"/>
        </w:rPr>
        <w:t xml:space="preserve">discuss lifetimes in detail in </w:t>
      </w:r>
      <w:r w:rsidR="00DE39C6" w:rsidRPr="00DE39C6">
        <w:rPr>
          <w:rStyle w:val="Xref"/>
        </w:rPr>
        <w:t>Chapter</w:t>
      </w:r>
      <w:r w:rsidRPr="00412557">
        <w:rPr>
          <w:rStyle w:val="Xref"/>
        </w:rPr>
        <w:t xml:space="preserve"> 10</w:t>
      </w:r>
      <w:r w:rsidRPr="00E26562">
        <w:rPr>
          <w:lang w:eastAsia="en-GB"/>
        </w:rPr>
        <w:t>. But, if you disregard the parts</w:t>
      </w:r>
      <w:r w:rsidR="00367A2E">
        <w:rPr>
          <w:lang w:eastAsia="en-GB"/>
        </w:rPr>
        <w:t xml:space="preserve"> </w:t>
      </w:r>
      <w:r w:rsidRPr="00E26562">
        <w:rPr>
          <w:lang w:eastAsia="en-GB"/>
        </w:rPr>
        <w:t>about lifetimes, the message does contain the key to why this code is a problem:</w:t>
      </w:r>
    </w:p>
    <w:p w14:paraId="428F71D9" w14:textId="77777777" w:rsidR="00F53345" w:rsidRDefault="00E26562" w:rsidP="00F53345">
      <w:pPr>
        <w:pStyle w:val="Code"/>
        <w:rPr>
          <w:lang w:eastAsia="en-GB"/>
        </w:rPr>
      </w:pPr>
      <w:r w:rsidRPr="00E26562">
        <w:rPr>
          <w:lang w:eastAsia="en-GB"/>
        </w:rPr>
        <w:t xml:space="preserve">this function's return type contains a borrowed value, but there </w:t>
      </w:r>
    </w:p>
    <w:p w14:paraId="6F196D9E" w14:textId="7639F6F5" w:rsidR="00E26562" w:rsidRPr="00E26562" w:rsidRDefault="00E26562" w:rsidP="00F53345">
      <w:pPr>
        <w:pStyle w:val="Code"/>
        <w:rPr>
          <w:lang w:eastAsia="en-GB"/>
        </w:rPr>
      </w:pPr>
      <w:r w:rsidRPr="00E26562">
        <w:rPr>
          <w:lang w:eastAsia="en-GB"/>
        </w:rPr>
        <w:t>is no value</w:t>
      </w:r>
      <w:r w:rsidR="00F53345">
        <w:rPr>
          <w:lang w:eastAsia="en-GB"/>
        </w:rPr>
        <w:t xml:space="preserve"> </w:t>
      </w:r>
      <w:r w:rsidRPr="00E26562">
        <w:rPr>
          <w:lang w:eastAsia="en-GB"/>
        </w:rPr>
        <w:t>for it to be borrowed from</w:t>
      </w:r>
    </w:p>
    <w:p w14:paraId="3D8F3D89" w14:textId="70CFABE7" w:rsidR="00E26562" w:rsidRPr="00E26562" w:rsidRDefault="00E26562" w:rsidP="005D234A">
      <w:pPr>
        <w:pStyle w:val="Body"/>
        <w:rPr>
          <w:lang w:eastAsia="en-GB"/>
        </w:rPr>
      </w:pPr>
      <w:r w:rsidRPr="005D234A">
        <w:t>Let’s take a closer look at exactly what’s happening at each stage of our</w:t>
      </w:r>
      <w:r w:rsidR="00367A2E">
        <w:t xml:space="preserve"> </w:t>
      </w:r>
      <w:r w:rsidRPr="005D234A">
        <w:rPr>
          <w:rStyle w:val="Literal"/>
        </w:rPr>
        <w:t>dangle</w:t>
      </w:r>
      <w:r w:rsidRPr="00E26562">
        <w:rPr>
          <w:lang w:eastAsia="en-GB"/>
        </w:rPr>
        <w:t xml:space="preserve"> code:</w:t>
      </w:r>
    </w:p>
    <w:p w14:paraId="3B38836B" w14:textId="218326F5" w:rsidR="00E26562" w:rsidRPr="00E26562" w:rsidRDefault="0047668C">
      <w:pPr>
        <w:pStyle w:val="CodeWide"/>
        <w:rPr>
          <w:lang w:eastAsia="en-GB"/>
        </w:rPr>
        <w:pPrChange w:id="52" w:author="Carol Nichols" w:date="2022-08-24T09:17:00Z">
          <w:pPr>
            <w:pStyle w:val="CodeLabel"/>
          </w:pPr>
        </w:pPrChange>
      </w:pPr>
      <w:ins w:id="53" w:author="Carol Nichols" w:date="2022-08-24T09:17:00Z">
        <w:r>
          <w:rPr>
            <w:lang w:eastAsia="en-GB"/>
          </w:rPr>
          <w:t xml:space="preserve">// </w:t>
        </w:r>
      </w:ins>
      <w:commentRangeStart w:id="54"/>
      <w:commentRangeStart w:id="55"/>
      <w:r w:rsidR="00E26562" w:rsidRPr="00E26562">
        <w:rPr>
          <w:lang w:eastAsia="en-GB"/>
        </w:rPr>
        <w:t>src/main.rs</w:t>
      </w:r>
      <w:commentRangeEnd w:id="54"/>
      <w:r w:rsidR="003925F8">
        <w:rPr>
          <w:rStyle w:val="CommentReference"/>
          <w:rFonts w:ascii="Times New Roman" w:hAnsi="Times New Roman" w:cs="Times New Roman"/>
          <w:color w:val="auto"/>
          <w:lang w:val="en-CA"/>
        </w:rPr>
        <w:commentReference w:id="54"/>
      </w:r>
      <w:commentRangeEnd w:id="55"/>
      <w:r w:rsidR="000C3DFC">
        <w:rPr>
          <w:rStyle w:val="CommentReference"/>
          <w:rFonts w:ascii="Times New Roman" w:hAnsi="Times New Roman" w:cs="Times New Roman"/>
          <w:color w:val="auto"/>
          <w:lang w:val="en-CA"/>
        </w:rPr>
        <w:commentReference w:id="55"/>
      </w:r>
    </w:p>
    <w:p w14:paraId="021660C3" w14:textId="77777777" w:rsidR="00E26562" w:rsidRPr="00E26562" w:rsidRDefault="00E26562" w:rsidP="00CC18E0">
      <w:pPr>
        <w:pStyle w:val="CodeWide"/>
        <w:rPr>
          <w:lang w:eastAsia="en-GB"/>
        </w:rPr>
      </w:pPr>
      <w:r w:rsidRPr="00E26562">
        <w:rPr>
          <w:lang w:eastAsia="en-GB"/>
        </w:rPr>
        <w:t>fn dangle() -&gt; &amp;String { // dangle returns a reference to a String</w:t>
      </w:r>
    </w:p>
    <w:p w14:paraId="2F8AD7DB" w14:textId="77777777" w:rsidR="00E26562" w:rsidRPr="00E26562" w:rsidRDefault="00E26562" w:rsidP="00CC18E0">
      <w:pPr>
        <w:pStyle w:val="CodeWide"/>
        <w:rPr>
          <w:lang w:eastAsia="en-GB"/>
        </w:rPr>
      </w:pPr>
    </w:p>
    <w:p w14:paraId="7C87BD2E" w14:textId="77777777" w:rsidR="00E26562" w:rsidRPr="00E26562" w:rsidRDefault="00E26562" w:rsidP="00CC18E0">
      <w:pPr>
        <w:pStyle w:val="CodeWide"/>
        <w:rPr>
          <w:lang w:eastAsia="en-GB"/>
        </w:rPr>
      </w:pPr>
      <w:r w:rsidRPr="00E26562">
        <w:rPr>
          <w:lang w:eastAsia="en-GB"/>
        </w:rPr>
        <w:t xml:space="preserve">    let s = String::from("hello"); // s is a new String</w:t>
      </w:r>
    </w:p>
    <w:p w14:paraId="7E718FA2" w14:textId="77777777" w:rsidR="00E26562" w:rsidRPr="00E26562" w:rsidRDefault="00E26562" w:rsidP="00CC18E0">
      <w:pPr>
        <w:pStyle w:val="CodeWide"/>
        <w:rPr>
          <w:lang w:eastAsia="en-GB"/>
        </w:rPr>
      </w:pPr>
    </w:p>
    <w:p w14:paraId="65A038DA" w14:textId="77777777" w:rsidR="00E26562" w:rsidRPr="00E26562" w:rsidRDefault="00E26562" w:rsidP="00CC18E0">
      <w:pPr>
        <w:pStyle w:val="CodeWide"/>
        <w:rPr>
          <w:lang w:eastAsia="en-GB"/>
        </w:rPr>
      </w:pPr>
      <w:r w:rsidRPr="00E26562">
        <w:rPr>
          <w:lang w:eastAsia="en-GB"/>
        </w:rPr>
        <w:t xml:space="preserve">    &amp;s // we return a reference to the String, s</w:t>
      </w:r>
    </w:p>
    <w:p w14:paraId="4EB1FEE7" w14:textId="6AA770E5" w:rsidR="00E26562" w:rsidRPr="00E26562" w:rsidRDefault="00E26562" w:rsidP="00CC18E0">
      <w:pPr>
        <w:pStyle w:val="CodeWide"/>
        <w:rPr>
          <w:lang w:eastAsia="en-GB"/>
        </w:rPr>
      </w:pPr>
      <w:r w:rsidRPr="00E26562">
        <w:rPr>
          <w:lang w:eastAsia="en-GB"/>
        </w:rPr>
        <w:t>} // Here, s goes out of scope and is dropped</w:t>
      </w:r>
      <w:r w:rsidR="000C35CD">
        <w:rPr>
          <w:lang w:eastAsia="en-GB"/>
        </w:rPr>
        <w:t>, so</w:t>
      </w:r>
      <w:r w:rsidRPr="00E26562">
        <w:rPr>
          <w:lang w:eastAsia="en-GB"/>
        </w:rPr>
        <w:t xml:space="preserve"> </w:t>
      </w:r>
      <w:r w:rsidR="000C35CD">
        <w:rPr>
          <w:lang w:eastAsia="en-GB"/>
        </w:rPr>
        <w:t>i</w:t>
      </w:r>
      <w:r w:rsidRPr="00E26562">
        <w:rPr>
          <w:lang w:eastAsia="en-GB"/>
        </w:rPr>
        <w:t>ts memory goes away</w:t>
      </w:r>
    </w:p>
    <w:p w14:paraId="1D8CB97D" w14:textId="77777777" w:rsidR="00E26562" w:rsidRPr="00E26562" w:rsidRDefault="00E26562" w:rsidP="00CC18E0">
      <w:pPr>
        <w:pStyle w:val="CodeWide"/>
        <w:rPr>
          <w:lang w:eastAsia="en-GB"/>
        </w:rPr>
      </w:pPr>
      <w:r w:rsidRPr="00E26562">
        <w:rPr>
          <w:lang w:eastAsia="en-GB"/>
        </w:rPr>
        <w:t xml:space="preserve">  // Danger!</w:t>
      </w:r>
    </w:p>
    <w:p w14:paraId="3AB4B485" w14:textId="6216A32A" w:rsidR="00E26562" w:rsidRPr="00E26562" w:rsidRDefault="00E26562" w:rsidP="005D234A">
      <w:pPr>
        <w:pStyle w:val="Body"/>
        <w:rPr>
          <w:lang w:eastAsia="en-GB"/>
        </w:rPr>
      </w:pPr>
      <w:r w:rsidRPr="005D234A">
        <w:lastRenderedPageBreak/>
        <w:t xml:space="preserve">Because </w:t>
      </w:r>
      <w:r w:rsidRPr="005D234A">
        <w:rPr>
          <w:rStyle w:val="Literal"/>
        </w:rPr>
        <w:t>s</w:t>
      </w:r>
      <w:r w:rsidRPr="005D234A">
        <w:t xml:space="preserve"> is created inside </w:t>
      </w:r>
      <w:r w:rsidRPr="005D234A">
        <w:rPr>
          <w:rStyle w:val="Literal"/>
        </w:rPr>
        <w:t>dangle</w:t>
      </w:r>
      <w:r w:rsidRPr="005D234A">
        <w:t xml:space="preserve">, when the code of </w:t>
      </w:r>
      <w:r w:rsidRPr="005D234A">
        <w:rPr>
          <w:rStyle w:val="Literal"/>
        </w:rPr>
        <w:t>dangle</w:t>
      </w:r>
      <w:r w:rsidRPr="005D234A">
        <w:t xml:space="preserve"> is finished,</w:t>
      </w:r>
      <w:r w:rsidR="00367A2E">
        <w:t xml:space="preserve"> </w:t>
      </w:r>
      <w:r w:rsidRPr="005D234A">
        <w:rPr>
          <w:rStyle w:val="Literal"/>
        </w:rPr>
        <w:t>s</w:t>
      </w:r>
      <w:r w:rsidRPr="005D234A">
        <w:t xml:space="preserve"> will be deallocated. But we tried to return a reference to it. That means</w:t>
      </w:r>
      <w:r w:rsidR="00367A2E">
        <w:t xml:space="preserve"> </w:t>
      </w:r>
      <w:r w:rsidRPr="005D234A">
        <w:t xml:space="preserve">this reference would be pointing to an invalid </w:t>
      </w:r>
      <w:r w:rsidRPr="005D234A">
        <w:rPr>
          <w:rStyle w:val="Literal"/>
        </w:rPr>
        <w:t>String</w:t>
      </w:r>
      <w:r w:rsidRPr="00E26562">
        <w:rPr>
          <w:lang w:eastAsia="en-GB"/>
        </w:rPr>
        <w:t>. That’s no good! Rust</w:t>
      </w:r>
      <w:r w:rsidR="00367A2E">
        <w:rPr>
          <w:lang w:eastAsia="en-GB"/>
        </w:rPr>
        <w:t xml:space="preserve"> </w:t>
      </w:r>
      <w:r w:rsidRPr="00E26562">
        <w:rPr>
          <w:lang w:eastAsia="en-GB"/>
        </w:rPr>
        <w:t>won’t let us do this.</w:t>
      </w:r>
    </w:p>
    <w:p w14:paraId="417E306D" w14:textId="77777777" w:rsidR="00E26562" w:rsidRPr="00E26562" w:rsidRDefault="00E26562" w:rsidP="005D234A">
      <w:pPr>
        <w:pStyle w:val="Body"/>
        <w:rPr>
          <w:lang w:eastAsia="en-GB"/>
        </w:rPr>
      </w:pPr>
      <w:r w:rsidRPr="00E26562">
        <w:rPr>
          <w:lang w:eastAsia="en-GB"/>
        </w:rPr>
        <w:t xml:space="preserve">The solution here is to return the </w:t>
      </w:r>
      <w:r w:rsidRPr="005D234A">
        <w:rPr>
          <w:rStyle w:val="Literal"/>
        </w:rPr>
        <w:t>String</w:t>
      </w:r>
      <w:r w:rsidRPr="00E26562">
        <w:rPr>
          <w:lang w:eastAsia="en-GB"/>
        </w:rPr>
        <w:t xml:space="preserve"> directly:</w:t>
      </w:r>
    </w:p>
    <w:p w14:paraId="2114A4D5" w14:textId="77777777" w:rsidR="00E26562" w:rsidRPr="00E26562" w:rsidRDefault="00E26562" w:rsidP="005D234A">
      <w:pPr>
        <w:pStyle w:val="Code"/>
        <w:rPr>
          <w:lang w:eastAsia="en-GB"/>
        </w:rPr>
      </w:pPr>
      <w:r w:rsidRPr="00E26562">
        <w:rPr>
          <w:lang w:eastAsia="en-GB"/>
        </w:rPr>
        <w:t>fn no_dangle() -&gt; String {</w:t>
      </w:r>
    </w:p>
    <w:p w14:paraId="3004540D" w14:textId="77777777" w:rsidR="00E26562" w:rsidRPr="00E26562" w:rsidRDefault="00E26562" w:rsidP="005D234A">
      <w:pPr>
        <w:pStyle w:val="Code"/>
        <w:rPr>
          <w:lang w:eastAsia="en-GB"/>
        </w:rPr>
      </w:pPr>
      <w:r w:rsidRPr="00E26562">
        <w:rPr>
          <w:lang w:eastAsia="en-GB"/>
        </w:rPr>
        <w:t xml:space="preserve">    let s = String::from("hello");</w:t>
      </w:r>
    </w:p>
    <w:p w14:paraId="311933F1" w14:textId="77777777" w:rsidR="00E26562" w:rsidRPr="00E26562" w:rsidRDefault="00E26562" w:rsidP="005D234A">
      <w:pPr>
        <w:pStyle w:val="Code"/>
        <w:rPr>
          <w:lang w:eastAsia="en-GB"/>
        </w:rPr>
      </w:pPr>
    </w:p>
    <w:p w14:paraId="2EEA6763" w14:textId="77777777" w:rsidR="00E26562" w:rsidRPr="00E26562" w:rsidRDefault="00E26562" w:rsidP="005D234A">
      <w:pPr>
        <w:pStyle w:val="Code"/>
        <w:rPr>
          <w:lang w:eastAsia="en-GB"/>
        </w:rPr>
      </w:pPr>
      <w:r w:rsidRPr="00E26562">
        <w:rPr>
          <w:lang w:eastAsia="en-GB"/>
        </w:rPr>
        <w:t xml:space="preserve">    s</w:t>
      </w:r>
    </w:p>
    <w:p w14:paraId="718D1BB3" w14:textId="77777777" w:rsidR="00E26562" w:rsidRPr="00E26562" w:rsidRDefault="00E26562" w:rsidP="005D234A">
      <w:pPr>
        <w:pStyle w:val="Code"/>
        <w:rPr>
          <w:lang w:eastAsia="en-GB"/>
        </w:rPr>
      </w:pPr>
      <w:r w:rsidRPr="00E26562">
        <w:rPr>
          <w:lang w:eastAsia="en-GB"/>
        </w:rPr>
        <w:t>}</w:t>
      </w:r>
    </w:p>
    <w:p w14:paraId="4D6CA0F5" w14:textId="61BED149" w:rsidR="00E26562" w:rsidRPr="00E26562" w:rsidRDefault="00E26562" w:rsidP="005D234A">
      <w:pPr>
        <w:pStyle w:val="Body"/>
        <w:rPr>
          <w:lang w:eastAsia="en-GB"/>
        </w:rPr>
      </w:pPr>
      <w:r w:rsidRPr="00E26562">
        <w:rPr>
          <w:lang w:eastAsia="en-GB"/>
        </w:rPr>
        <w:t>This works without any problems. Ownership is moved out, and nothing is</w:t>
      </w:r>
      <w:r w:rsidR="00367A2E">
        <w:rPr>
          <w:lang w:eastAsia="en-GB"/>
        </w:rPr>
        <w:t xml:space="preserve"> </w:t>
      </w:r>
      <w:r w:rsidRPr="00E26562">
        <w:rPr>
          <w:lang w:eastAsia="en-GB"/>
        </w:rPr>
        <w:t>deallocated.</w:t>
      </w:r>
      <w:r w:rsidR="003E496B">
        <w:rPr>
          <w:lang w:eastAsia="en-GB"/>
        </w:rPr>
        <w:fldChar w:fldCharType="begin"/>
      </w:r>
      <w:r w:rsidR="003E496B">
        <w:instrText xml:space="preserve"> XE "dangling reference end</w:instrText>
      </w:r>
      <w:r w:rsidR="003E496B" w:rsidRPr="00AC00B2">
        <w:instrText>Range</w:instrText>
      </w:r>
      <w:r w:rsidR="003E496B">
        <w:instrText xml:space="preserve">" </w:instrText>
      </w:r>
      <w:r w:rsidR="003E496B">
        <w:rPr>
          <w:lang w:eastAsia="en-GB"/>
        </w:rPr>
        <w:fldChar w:fldCharType="end"/>
      </w:r>
      <w:r w:rsidR="003E496B">
        <w:rPr>
          <w:lang w:eastAsia="en-GB"/>
        </w:rPr>
        <w:fldChar w:fldCharType="begin"/>
      </w:r>
      <w:r w:rsidR="003E496B">
        <w:instrText xml:space="preserve"> XE "references:dangling end</w:instrText>
      </w:r>
      <w:r w:rsidR="003E496B" w:rsidRPr="00AC00B2">
        <w:instrText>Range</w:instrText>
      </w:r>
      <w:r w:rsidR="003E496B">
        <w:instrText xml:space="preserve">" </w:instrText>
      </w:r>
      <w:r w:rsidR="003E496B">
        <w:rPr>
          <w:lang w:eastAsia="en-GB"/>
        </w:rPr>
        <w:fldChar w:fldCharType="end"/>
      </w:r>
    </w:p>
    <w:bookmarkStart w:id="56" w:name="the-rules-of-references"/>
    <w:bookmarkStart w:id="57" w:name="_Toc107220608"/>
    <w:bookmarkEnd w:id="56"/>
    <w:p w14:paraId="5B67A574" w14:textId="2EB7F43A" w:rsidR="00E26562" w:rsidRPr="00E26562" w:rsidRDefault="00DA0509" w:rsidP="005D234A">
      <w:pPr>
        <w:pStyle w:val="HeadB"/>
        <w:rPr>
          <w:lang w:eastAsia="en-GB"/>
        </w:rPr>
      </w:pPr>
      <w:r>
        <w:rPr>
          <w:lang w:eastAsia="en-GB"/>
        </w:rPr>
        <w:fldChar w:fldCharType="begin"/>
      </w:r>
      <w:r>
        <w:instrText xml:space="preserve"> XE "references:rules of start</w:instrText>
      </w:r>
      <w:r w:rsidRPr="00AC00B2">
        <w:instrText>Range</w:instrText>
      </w:r>
      <w:r>
        <w:instrText xml:space="preserve">" </w:instrText>
      </w:r>
      <w:r>
        <w:rPr>
          <w:lang w:eastAsia="en-GB"/>
        </w:rPr>
        <w:fldChar w:fldCharType="end"/>
      </w:r>
      <w:r w:rsidR="00E26562" w:rsidRPr="00E26562">
        <w:rPr>
          <w:lang w:eastAsia="en-GB"/>
        </w:rPr>
        <w:t>The Rules of References</w:t>
      </w:r>
      <w:bookmarkEnd w:id="57"/>
    </w:p>
    <w:p w14:paraId="324333CD" w14:textId="77777777" w:rsidR="00E26562" w:rsidRPr="00E26562" w:rsidRDefault="00E26562" w:rsidP="005D234A">
      <w:pPr>
        <w:pStyle w:val="Body"/>
        <w:rPr>
          <w:lang w:eastAsia="en-GB"/>
        </w:rPr>
      </w:pPr>
      <w:r w:rsidRPr="00E26562">
        <w:rPr>
          <w:lang w:eastAsia="en-GB"/>
        </w:rPr>
        <w:t>Let’s recap what we’ve discussed about references:</w:t>
      </w:r>
    </w:p>
    <w:p w14:paraId="5726FF16" w14:textId="081AD50D" w:rsidR="00E26562" w:rsidRPr="00E26562" w:rsidRDefault="00E26562" w:rsidP="00402BF4">
      <w:pPr>
        <w:pStyle w:val="ListBullet"/>
        <w:rPr>
          <w:lang w:eastAsia="en-GB"/>
        </w:rPr>
      </w:pPr>
      <w:r w:rsidRPr="005D234A">
        <w:t xml:space="preserve">At any given time, you can have </w:t>
      </w:r>
      <w:r w:rsidRPr="005D234A">
        <w:rPr>
          <w:rStyle w:val="Italic"/>
        </w:rPr>
        <w:t>either</w:t>
      </w:r>
      <w:r w:rsidRPr="005D234A">
        <w:t xml:space="preserve"> one mutable reference </w:t>
      </w:r>
      <w:r w:rsidRPr="005D234A">
        <w:rPr>
          <w:rStyle w:val="Italic"/>
        </w:rPr>
        <w:t>or</w:t>
      </w:r>
      <w:r w:rsidRPr="00E26562">
        <w:rPr>
          <w:lang w:eastAsia="en-GB"/>
        </w:rPr>
        <w:t xml:space="preserve"> any</w:t>
      </w:r>
      <w:r w:rsidR="00367A2E">
        <w:rPr>
          <w:lang w:eastAsia="en-GB"/>
        </w:rPr>
        <w:t xml:space="preserve"> </w:t>
      </w:r>
      <w:r w:rsidRPr="00E26562">
        <w:rPr>
          <w:lang w:eastAsia="en-GB"/>
        </w:rPr>
        <w:t>number of immutable references.</w:t>
      </w:r>
    </w:p>
    <w:p w14:paraId="0E14D100" w14:textId="22A8B4AA" w:rsidR="00E26562" w:rsidRPr="00E26562" w:rsidRDefault="00E26562" w:rsidP="00402BF4">
      <w:pPr>
        <w:pStyle w:val="ListBullet"/>
        <w:rPr>
          <w:lang w:eastAsia="en-GB"/>
        </w:rPr>
      </w:pPr>
      <w:r w:rsidRPr="00E26562">
        <w:rPr>
          <w:lang w:eastAsia="en-GB"/>
        </w:rPr>
        <w:t>References must always be valid.</w:t>
      </w:r>
      <w:r w:rsidR="00DA0509">
        <w:rPr>
          <w:lang w:eastAsia="en-GB"/>
        </w:rPr>
        <w:fldChar w:fldCharType="begin"/>
      </w:r>
      <w:r w:rsidR="00DA0509">
        <w:instrText xml:space="preserve"> XE "references:rules of end</w:instrText>
      </w:r>
      <w:r w:rsidR="00DA0509" w:rsidRPr="00AC00B2">
        <w:instrText>Range</w:instrText>
      </w:r>
      <w:r w:rsidR="00DA0509">
        <w:instrText xml:space="preserve">" </w:instrText>
      </w:r>
      <w:r w:rsidR="00DA0509">
        <w:rPr>
          <w:lang w:eastAsia="en-GB"/>
        </w:rPr>
        <w:fldChar w:fldCharType="end"/>
      </w:r>
    </w:p>
    <w:p w14:paraId="4FA2B6F4" w14:textId="296E1AE4" w:rsidR="00E26562" w:rsidRPr="00E26562" w:rsidRDefault="00E26562" w:rsidP="005D234A">
      <w:pPr>
        <w:pStyle w:val="Body"/>
        <w:rPr>
          <w:lang w:eastAsia="en-GB"/>
        </w:rPr>
      </w:pPr>
      <w:r w:rsidRPr="00E26562">
        <w:rPr>
          <w:lang w:eastAsia="en-GB"/>
        </w:rPr>
        <w:t>Next, we’ll look at a different kind of reference: slices.</w:t>
      </w:r>
      <w:r w:rsidR="00471D1A" w:rsidRPr="00471D1A">
        <w:rPr>
          <w:lang w:eastAsia="en-GB"/>
        </w:rPr>
        <w:t xml:space="preserve"> </w:t>
      </w:r>
      <w:r w:rsidR="00471D1A">
        <w:rPr>
          <w:lang w:eastAsia="en-GB"/>
        </w:rPr>
        <w:fldChar w:fldCharType="begin"/>
      </w:r>
      <w:r w:rsidR="00471D1A">
        <w:instrText xml:space="preserve"> XE "borrowing end</w:instrText>
      </w:r>
      <w:r w:rsidR="00471D1A" w:rsidRPr="00AC00B2">
        <w:instrText>Range</w:instrText>
      </w:r>
      <w:r w:rsidR="00471D1A">
        <w:instrText xml:space="preserve">" </w:instrText>
      </w:r>
      <w:r w:rsidR="00471D1A">
        <w:rPr>
          <w:lang w:eastAsia="en-GB"/>
        </w:rPr>
        <w:fldChar w:fldCharType="end"/>
      </w:r>
      <w:r w:rsidR="00471D1A">
        <w:rPr>
          <w:lang w:eastAsia="en-GB"/>
        </w:rPr>
        <w:fldChar w:fldCharType="begin"/>
      </w:r>
      <w:r w:rsidR="00471D1A">
        <w:instrText xml:space="preserve"> XE "references:and borrowing end</w:instrText>
      </w:r>
      <w:r w:rsidR="00471D1A" w:rsidRPr="00AC00B2">
        <w:instrText>Range</w:instrText>
      </w:r>
      <w:r w:rsidR="00471D1A">
        <w:instrText xml:space="preserve">" </w:instrText>
      </w:r>
      <w:r w:rsidR="00471D1A">
        <w:rPr>
          <w:lang w:eastAsia="en-GB"/>
        </w:rPr>
        <w:fldChar w:fldCharType="end"/>
      </w:r>
    </w:p>
    <w:bookmarkStart w:id="58" w:name="the-slice-type"/>
    <w:bookmarkStart w:id="59" w:name="_Toc107220609"/>
    <w:bookmarkEnd w:id="58"/>
    <w:p w14:paraId="30519332" w14:textId="3F6550CA" w:rsidR="00E26562" w:rsidRPr="00E26562" w:rsidRDefault="00E87DAF" w:rsidP="005D234A">
      <w:pPr>
        <w:pStyle w:val="HeadA"/>
        <w:rPr>
          <w:lang w:eastAsia="en-GB"/>
        </w:rPr>
      </w:pPr>
      <w:r>
        <w:rPr>
          <w:lang w:eastAsia="en-GB"/>
        </w:rPr>
        <w:fldChar w:fldCharType="begin"/>
      </w:r>
      <w:r>
        <w:instrText xml:space="preserve"> XE "slice type start</w:instrText>
      </w:r>
      <w:r w:rsidRPr="00AC00B2">
        <w:instrText>Range</w:instrText>
      </w:r>
      <w:r>
        <w:instrText xml:space="preserve">" </w:instrText>
      </w:r>
      <w:r>
        <w:rPr>
          <w:lang w:eastAsia="en-GB"/>
        </w:rPr>
        <w:fldChar w:fldCharType="end"/>
      </w:r>
      <w:r w:rsidR="00E26562" w:rsidRPr="00E26562">
        <w:rPr>
          <w:lang w:eastAsia="en-GB"/>
        </w:rPr>
        <w:t>The Slice Type</w:t>
      </w:r>
      <w:bookmarkEnd w:id="59"/>
    </w:p>
    <w:p w14:paraId="4488B5DD" w14:textId="57E1793C" w:rsidR="00E26562" w:rsidRPr="00E26562" w:rsidRDefault="00E26562" w:rsidP="005D234A">
      <w:pPr>
        <w:pStyle w:val="Body"/>
        <w:rPr>
          <w:lang w:eastAsia="en-GB"/>
        </w:rPr>
      </w:pPr>
      <w:r w:rsidRPr="005D234A">
        <w:rPr>
          <w:rStyle w:val="Italic"/>
        </w:rPr>
        <w:t>Slices</w:t>
      </w:r>
      <w:r w:rsidRPr="00E26562">
        <w:rPr>
          <w:lang w:eastAsia="en-GB"/>
        </w:rPr>
        <w:t xml:space="preserve"> let you reference a contiguous sequence of elements in a collection</w:t>
      </w:r>
      <w:r w:rsidR="00367A2E">
        <w:rPr>
          <w:lang w:eastAsia="en-GB"/>
        </w:rPr>
        <w:t xml:space="preserve"> </w:t>
      </w:r>
      <w:r w:rsidRPr="00E26562">
        <w:rPr>
          <w:lang w:eastAsia="en-GB"/>
        </w:rPr>
        <w:t>rather than the whole collection. A slice is a kind of reference, so it does</w:t>
      </w:r>
      <w:r w:rsidR="00367A2E">
        <w:rPr>
          <w:lang w:eastAsia="en-GB"/>
        </w:rPr>
        <w:t xml:space="preserve"> </w:t>
      </w:r>
      <w:r w:rsidRPr="00E26562">
        <w:rPr>
          <w:lang w:eastAsia="en-GB"/>
        </w:rPr>
        <w:t>not have ownership.</w:t>
      </w:r>
    </w:p>
    <w:p w14:paraId="4BB5AAD0" w14:textId="20DD37E8" w:rsidR="00E26562" w:rsidRPr="00E26562" w:rsidRDefault="00E26562" w:rsidP="005D234A">
      <w:pPr>
        <w:pStyle w:val="Body"/>
        <w:rPr>
          <w:lang w:eastAsia="en-GB"/>
        </w:rPr>
      </w:pPr>
      <w:r w:rsidRPr="00E26562">
        <w:rPr>
          <w:lang w:eastAsia="en-GB"/>
        </w:rPr>
        <w:t>Here’s a small programming problem: write a function that takes a string of</w:t>
      </w:r>
      <w:r w:rsidR="00367A2E">
        <w:rPr>
          <w:lang w:eastAsia="en-GB"/>
        </w:rPr>
        <w:t xml:space="preserve"> </w:t>
      </w:r>
      <w:r w:rsidRPr="00E26562">
        <w:rPr>
          <w:lang w:eastAsia="en-GB"/>
        </w:rPr>
        <w:t>words separated by spaces and returns the first word it finds in that string.</w:t>
      </w:r>
      <w:r w:rsidR="00367A2E">
        <w:rPr>
          <w:lang w:eastAsia="en-GB"/>
        </w:rPr>
        <w:t xml:space="preserve"> </w:t>
      </w:r>
      <w:r w:rsidRPr="00E26562">
        <w:rPr>
          <w:lang w:eastAsia="en-GB"/>
        </w:rPr>
        <w:t>If the function doesn’t find a space in the string, the whole string must be</w:t>
      </w:r>
      <w:r w:rsidR="00367A2E">
        <w:rPr>
          <w:lang w:eastAsia="en-GB"/>
        </w:rPr>
        <w:t xml:space="preserve"> </w:t>
      </w:r>
      <w:r w:rsidRPr="00E26562">
        <w:rPr>
          <w:lang w:eastAsia="en-GB"/>
        </w:rPr>
        <w:t>one word, so the entire string should be returned.</w:t>
      </w:r>
    </w:p>
    <w:p w14:paraId="698685E1" w14:textId="304343CE" w:rsidR="00E26562" w:rsidRPr="00E26562" w:rsidRDefault="00E26562" w:rsidP="005D234A">
      <w:pPr>
        <w:pStyle w:val="Body"/>
        <w:rPr>
          <w:lang w:eastAsia="en-GB"/>
        </w:rPr>
      </w:pPr>
      <w:r w:rsidRPr="00E26562">
        <w:rPr>
          <w:lang w:eastAsia="en-GB"/>
        </w:rPr>
        <w:t>Let’s work through how we’d write the signature of this function without using</w:t>
      </w:r>
      <w:r w:rsidR="00367A2E">
        <w:rPr>
          <w:lang w:eastAsia="en-GB"/>
        </w:rPr>
        <w:t xml:space="preserve"> </w:t>
      </w:r>
      <w:r w:rsidRPr="00E26562">
        <w:rPr>
          <w:lang w:eastAsia="en-GB"/>
        </w:rPr>
        <w:t>slices, to understand the problem that slices will solve:</w:t>
      </w:r>
    </w:p>
    <w:p w14:paraId="68CB027F" w14:textId="77777777" w:rsidR="00E26562" w:rsidRPr="00E26562" w:rsidRDefault="00E26562" w:rsidP="005D234A">
      <w:pPr>
        <w:pStyle w:val="Code"/>
        <w:rPr>
          <w:lang w:eastAsia="en-GB"/>
        </w:rPr>
      </w:pPr>
      <w:r w:rsidRPr="00E26562">
        <w:rPr>
          <w:lang w:eastAsia="en-GB"/>
        </w:rPr>
        <w:t>fn first_word(s: &amp;String) -&gt; ?</w:t>
      </w:r>
    </w:p>
    <w:p w14:paraId="4F2BA258" w14:textId="4F2FFBB1" w:rsidR="00E26562" w:rsidRPr="00E26562" w:rsidRDefault="00E26562" w:rsidP="005D234A">
      <w:pPr>
        <w:pStyle w:val="Body"/>
        <w:rPr>
          <w:lang w:eastAsia="en-GB"/>
        </w:rPr>
      </w:pPr>
      <w:r w:rsidRPr="005D234A">
        <w:t xml:space="preserve">The </w:t>
      </w:r>
      <w:r w:rsidRPr="005D234A">
        <w:rPr>
          <w:rStyle w:val="Literal"/>
        </w:rPr>
        <w:t>first_word</w:t>
      </w:r>
      <w:r w:rsidRPr="005D234A">
        <w:t xml:space="preserve"> function has a </w:t>
      </w:r>
      <w:r w:rsidRPr="005D234A">
        <w:rPr>
          <w:rStyle w:val="Literal"/>
        </w:rPr>
        <w:t>&amp;String</w:t>
      </w:r>
      <w:r w:rsidRPr="005D234A">
        <w:t xml:space="preserve"> as a parameter. We don’t want</w:t>
      </w:r>
      <w:r w:rsidR="00367A2E">
        <w:t xml:space="preserve"> </w:t>
      </w:r>
      <w:r w:rsidRPr="005D234A">
        <w:t>ownership, so this is fine. But what should we return? We don’t really have a</w:t>
      </w:r>
      <w:r w:rsidR="00367A2E">
        <w:t xml:space="preserve"> </w:t>
      </w:r>
      <w:r w:rsidRPr="005D234A">
        <w:t xml:space="preserve">way to talk about </w:t>
      </w:r>
      <w:r w:rsidRPr="005D234A">
        <w:rPr>
          <w:rStyle w:val="Italic"/>
        </w:rPr>
        <w:t>part</w:t>
      </w:r>
      <w:r w:rsidRPr="00E26562">
        <w:rPr>
          <w:lang w:eastAsia="en-GB"/>
        </w:rPr>
        <w:t xml:space="preserve"> of a string. However, we could return the index of the</w:t>
      </w:r>
      <w:r w:rsidR="00367A2E">
        <w:rPr>
          <w:lang w:eastAsia="en-GB"/>
        </w:rPr>
        <w:t xml:space="preserve"> </w:t>
      </w:r>
      <w:r w:rsidRPr="00E26562">
        <w:rPr>
          <w:lang w:eastAsia="en-GB"/>
        </w:rPr>
        <w:t>end of the word, indicated by a space. Let’s try that, as shown in Listing 4-7.</w:t>
      </w:r>
    </w:p>
    <w:p w14:paraId="57FFEC80" w14:textId="2FFD200C" w:rsidR="00E26562" w:rsidRPr="00E26562" w:rsidRDefault="00E26562" w:rsidP="00E63609">
      <w:pPr>
        <w:pStyle w:val="CodeLabel"/>
        <w:rPr>
          <w:lang w:eastAsia="en-GB"/>
        </w:rPr>
      </w:pPr>
      <w:r w:rsidRPr="00E26562">
        <w:rPr>
          <w:lang w:eastAsia="en-GB"/>
        </w:rPr>
        <w:t>src/main.rs</w:t>
      </w:r>
    </w:p>
    <w:p w14:paraId="1020BEDF" w14:textId="77777777" w:rsidR="00E26562" w:rsidRPr="00E26562" w:rsidRDefault="00E26562" w:rsidP="005D234A">
      <w:pPr>
        <w:pStyle w:val="Code"/>
        <w:rPr>
          <w:lang w:eastAsia="en-GB"/>
        </w:rPr>
      </w:pPr>
      <w:r w:rsidRPr="00E26562">
        <w:rPr>
          <w:lang w:eastAsia="en-GB"/>
        </w:rPr>
        <w:t>fn first_word(s: &amp;String) -&gt; usize {</w:t>
      </w:r>
    </w:p>
    <w:p w14:paraId="534738B8" w14:textId="556E9E9B" w:rsidR="00E26562" w:rsidRPr="00E26562" w:rsidRDefault="00E26562" w:rsidP="005D234A">
      <w:pPr>
        <w:pStyle w:val="Code"/>
        <w:rPr>
          <w:lang w:eastAsia="en-GB"/>
        </w:rPr>
      </w:pPr>
      <w:r w:rsidRPr="00E26562">
        <w:rPr>
          <w:lang w:eastAsia="en-GB"/>
        </w:rPr>
        <w:lastRenderedPageBreak/>
        <w:t xml:space="preserve">  </w:t>
      </w:r>
      <w:r w:rsidR="00402BF4" w:rsidRPr="00402BF4">
        <w:rPr>
          <w:rStyle w:val="CodeAnnotation"/>
        </w:rPr>
        <w:t>1</w:t>
      </w:r>
      <w:r w:rsidRPr="00E26562">
        <w:rPr>
          <w:lang w:eastAsia="en-GB"/>
        </w:rPr>
        <w:t xml:space="preserve"> let bytes = s.as_bytes();</w:t>
      </w:r>
    </w:p>
    <w:p w14:paraId="6E57BE29" w14:textId="77777777" w:rsidR="00E26562" w:rsidRPr="00E26562" w:rsidRDefault="00E26562" w:rsidP="005D234A">
      <w:pPr>
        <w:pStyle w:val="Code"/>
        <w:rPr>
          <w:lang w:eastAsia="en-GB"/>
        </w:rPr>
      </w:pPr>
    </w:p>
    <w:p w14:paraId="37272A80" w14:textId="68E68276" w:rsidR="00E26562" w:rsidRPr="00E26562" w:rsidRDefault="00E26562" w:rsidP="005D234A">
      <w:pPr>
        <w:pStyle w:val="Code"/>
        <w:rPr>
          <w:lang w:eastAsia="en-GB"/>
        </w:rPr>
      </w:pPr>
      <w:r w:rsidRPr="00E26562">
        <w:rPr>
          <w:lang w:eastAsia="en-GB"/>
        </w:rPr>
        <w:t xml:space="preserve">    for (</w:t>
      </w:r>
      <w:r w:rsidR="00336608" w:rsidRPr="00402BF4">
        <w:rPr>
          <w:rStyle w:val="CodeAnnotation"/>
        </w:rPr>
        <w:t>2</w:t>
      </w:r>
      <w:r w:rsidR="00336608" w:rsidRPr="004531E0">
        <w:t xml:space="preserve"> </w:t>
      </w:r>
      <w:r w:rsidRPr="00E26562">
        <w:rPr>
          <w:lang w:eastAsia="en-GB"/>
        </w:rPr>
        <w:t xml:space="preserve">i, &amp;item) in </w:t>
      </w:r>
      <w:r w:rsidR="00336608" w:rsidRPr="00402BF4">
        <w:rPr>
          <w:rStyle w:val="CodeAnnotation"/>
        </w:rPr>
        <w:t>3</w:t>
      </w:r>
      <w:r w:rsidR="00336608" w:rsidRPr="00336608">
        <w:t xml:space="preserve"> </w:t>
      </w:r>
      <w:r w:rsidRPr="00E26562">
        <w:rPr>
          <w:lang w:eastAsia="en-GB"/>
        </w:rPr>
        <w:t>bytes.iter().enumerate() {</w:t>
      </w:r>
    </w:p>
    <w:p w14:paraId="749630DC" w14:textId="5C8E17E8" w:rsidR="00E26562" w:rsidRPr="00E26562" w:rsidRDefault="00E26562" w:rsidP="005D234A">
      <w:pPr>
        <w:pStyle w:val="Code"/>
        <w:rPr>
          <w:lang w:eastAsia="en-GB"/>
        </w:rPr>
      </w:pPr>
      <w:r w:rsidRPr="00E26562">
        <w:rPr>
          <w:lang w:eastAsia="en-GB"/>
        </w:rPr>
        <w:t xml:space="preserve">      </w:t>
      </w:r>
      <w:r w:rsidR="00336608" w:rsidRPr="00402BF4">
        <w:rPr>
          <w:rStyle w:val="CodeAnnotation"/>
        </w:rPr>
        <w:t>4</w:t>
      </w:r>
      <w:r w:rsidRPr="00E26562">
        <w:rPr>
          <w:lang w:eastAsia="en-GB"/>
        </w:rPr>
        <w:t xml:space="preserve"> if item == b' ' {</w:t>
      </w:r>
    </w:p>
    <w:p w14:paraId="40DD6940" w14:textId="77777777" w:rsidR="00E26562" w:rsidRPr="00E26562" w:rsidRDefault="00E26562" w:rsidP="005D234A">
      <w:pPr>
        <w:pStyle w:val="Code"/>
        <w:rPr>
          <w:lang w:eastAsia="en-GB"/>
        </w:rPr>
      </w:pPr>
      <w:r w:rsidRPr="00E26562">
        <w:rPr>
          <w:lang w:eastAsia="en-GB"/>
        </w:rPr>
        <w:t xml:space="preserve">            return i;</w:t>
      </w:r>
    </w:p>
    <w:p w14:paraId="091B8383" w14:textId="77777777" w:rsidR="00E26562" w:rsidRPr="00E26562" w:rsidRDefault="00E26562" w:rsidP="005D234A">
      <w:pPr>
        <w:pStyle w:val="Code"/>
        <w:rPr>
          <w:lang w:eastAsia="en-GB"/>
        </w:rPr>
      </w:pPr>
      <w:r w:rsidRPr="00E26562">
        <w:rPr>
          <w:lang w:eastAsia="en-GB"/>
        </w:rPr>
        <w:t xml:space="preserve">        }</w:t>
      </w:r>
    </w:p>
    <w:p w14:paraId="7F90E219" w14:textId="77777777" w:rsidR="00E26562" w:rsidRPr="00E26562" w:rsidRDefault="00E26562" w:rsidP="005D234A">
      <w:pPr>
        <w:pStyle w:val="Code"/>
        <w:rPr>
          <w:lang w:eastAsia="en-GB"/>
        </w:rPr>
      </w:pPr>
      <w:r w:rsidRPr="00E26562">
        <w:rPr>
          <w:lang w:eastAsia="en-GB"/>
        </w:rPr>
        <w:t xml:space="preserve">    }</w:t>
      </w:r>
    </w:p>
    <w:p w14:paraId="743ECB0C" w14:textId="77777777" w:rsidR="00E26562" w:rsidRPr="00E26562" w:rsidRDefault="00E26562" w:rsidP="005D234A">
      <w:pPr>
        <w:pStyle w:val="Code"/>
        <w:rPr>
          <w:lang w:eastAsia="en-GB"/>
        </w:rPr>
      </w:pPr>
    </w:p>
    <w:p w14:paraId="28006FD7" w14:textId="35376738" w:rsidR="00E26562" w:rsidRPr="00E26562" w:rsidRDefault="00E26562" w:rsidP="005D234A">
      <w:pPr>
        <w:pStyle w:val="Code"/>
        <w:rPr>
          <w:lang w:eastAsia="en-GB"/>
        </w:rPr>
      </w:pPr>
      <w:r w:rsidRPr="00E26562">
        <w:rPr>
          <w:lang w:eastAsia="en-GB"/>
        </w:rPr>
        <w:t xml:space="preserve">  </w:t>
      </w:r>
      <w:r w:rsidRPr="00402BF4">
        <w:rPr>
          <w:rStyle w:val="CodeAnnotation"/>
        </w:rPr>
        <w:t>5</w:t>
      </w:r>
      <w:r w:rsidRPr="00E26562">
        <w:rPr>
          <w:lang w:eastAsia="en-GB"/>
        </w:rPr>
        <w:t xml:space="preserve"> s.len()</w:t>
      </w:r>
    </w:p>
    <w:p w14:paraId="33CF54E9" w14:textId="77777777" w:rsidR="00E26562" w:rsidRPr="00E26562" w:rsidRDefault="00E26562" w:rsidP="005D234A">
      <w:pPr>
        <w:pStyle w:val="Code"/>
        <w:rPr>
          <w:lang w:eastAsia="en-GB"/>
        </w:rPr>
      </w:pPr>
      <w:r w:rsidRPr="00E26562">
        <w:rPr>
          <w:lang w:eastAsia="en-GB"/>
        </w:rPr>
        <w:t>}</w:t>
      </w:r>
    </w:p>
    <w:p w14:paraId="33F94543" w14:textId="06139463" w:rsidR="00E26562" w:rsidRPr="00E26562" w:rsidRDefault="00E26562" w:rsidP="0086484D">
      <w:pPr>
        <w:pStyle w:val="CodeListingCaption"/>
        <w:rPr>
          <w:lang w:eastAsia="en-GB"/>
        </w:rPr>
      </w:pPr>
      <w:r w:rsidRPr="005D234A">
        <w:t xml:space="preserve">The </w:t>
      </w:r>
      <w:r w:rsidRPr="005D234A">
        <w:rPr>
          <w:rStyle w:val="Literal"/>
        </w:rPr>
        <w:t>first_word</w:t>
      </w:r>
      <w:r w:rsidRPr="005D234A">
        <w:t xml:space="preserve"> function that returns a byte index value into the</w:t>
      </w:r>
      <w:r w:rsidR="00367A2E">
        <w:t xml:space="preserve"> </w:t>
      </w:r>
      <w:r w:rsidRPr="005D234A">
        <w:rPr>
          <w:rStyle w:val="Literal"/>
        </w:rPr>
        <w:t>String</w:t>
      </w:r>
      <w:r w:rsidRPr="00E26562">
        <w:rPr>
          <w:lang w:eastAsia="en-GB"/>
        </w:rPr>
        <w:t xml:space="preserve"> parameter</w:t>
      </w:r>
    </w:p>
    <w:p w14:paraId="7CE2F447" w14:textId="619F6F38" w:rsidR="00E26562" w:rsidRPr="00E26562" w:rsidRDefault="00E26562" w:rsidP="005D234A">
      <w:pPr>
        <w:pStyle w:val="Body"/>
        <w:rPr>
          <w:lang w:eastAsia="en-GB"/>
        </w:rPr>
      </w:pPr>
      <w:r w:rsidRPr="00E26562">
        <w:rPr>
          <w:lang w:eastAsia="en-GB"/>
        </w:rPr>
        <w:t xml:space="preserve">Because we need to go through the </w:t>
      </w:r>
      <w:r w:rsidRPr="005D234A">
        <w:rPr>
          <w:rStyle w:val="Literal"/>
        </w:rPr>
        <w:t>String</w:t>
      </w:r>
      <w:r w:rsidRPr="005D234A">
        <w:t xml:space="preserve"> element by element and check whether</w:t>
      </w:r>
      <w:r w:rsidR="00367A2E">
        <w:t xml:space="preserve"> </w:t>
      </w:r>
      <w:r w:rsidRPr="005D234A">
        <w:t xml:space="preserve">a value is a space, we’ll convert our </w:t>
      </w:r>
      <w:r w:rsidRPr="005D234A">
        <w:rPr>
          <w:rStyle w:val="Literal"/>
        </w:rPr>
        <w:t>String</w:t>
      </w:r>
      <w:r w:rsidRPr="005D234A">
        <w:t xml:space="preserve"> to an array of bytes using the</w:t>
      </w:r>
      <w:r w:rsidR="00367A2E">
        <w:t xml:space="preserve"> </w:t>
      </w:r>
      <w:r w:rsidRPr="005D234A">
        <w:rPr>
          <w:rStyle w:val="Literal"/>
        </w:rPr>
        <w:t>as_bytes</w:t>
      </w:r>
      <w:r w:rsidRPr="00E26562">
        <w:rPr>
          <w:lang w:eastAsia="en-GB"/>
        </w:rPr>
        <w:t xml:space="preserve"> method </w:t>
      </w:r>
      <w:r w:rsidRPr="00402BF4">
        <w:rPr>
          <w:rStyle w:val="CodeAnnotation"/>
        </w:rPr>
        <w:t>1</w:t>
      </w:r>
      <w:r w:rsidRPr="00402BF4">
        <w:t>.</w:t>
      </w:r>
      <w:r w:rsidR="000E6FDE">
        <w:rPr>
          <w:lang w:eastAsia="en-GB"/>
        </w:rPr>
        <w:fldChar w:fldCharType="begin"/>
      </w:r>
      <w:r w:rsidR="000E6FDE">
        <w:instrText xml:space="preserve"> XE "as_bytes method" </w:instrText>
      </w:r>
      <w:r w:rsidR="000E6FDE">
        <w:rPr>
          <w:lang w:eastAsia="en-GB"/>
        </w:rPr>
        <w:fldChar w:fldCharType="end"/>
      </w:r>
      <w:r w:rsidR="00910579">
        <w:rPr>
          <w:lang w:eastAsia="en-GB"/>
        </w:rPr>
        <w:fldChar w:fldCharType="begin"/>
      </w:r>
      <w:r w:rsidR="00910579">
        <w:instrText xml:space="preserve"> XE "String type:as_bytes method on" </w:instrText>
      </w:r>
      <w:r w:rsidR="00910579">
        <w:rPr>
          <w:lang w:eastAsia="en-GB"/>
        </w:rPr>
        <w:fldChar w:fldCharType="end"/>
      </w:r>
    </w:p>
    <w:p w14:paraId="29C238F0" w14:textId="23E3CFBF" w:rsidR="00E26562" w:rsidRPr="00E26562" w:rsidRDefault="00196FF5" w:rsidP="005D234A">
      <w:pPr>
        <w:pStyle w:val="Body"/>
        <w:rPr>
          <w:lang w:eastAsia="en-GB"/>
        </w:rPr>
      </w:pPr>
      <w:r>
        <w:rPr>
          <w:lang w:eastAsia="en-GB"/>
        </w:rPr>
        <w:fldChar w:fldCharType="begin"/>
      </w:r>
      <w:r>
        <w:instrText xml:space="preserve"> XE "iter method start</w:instrText>
      </w:r>
      <w:r w:rsidRPr="00AC00B2">
        <w:instrText>Range</w:instrText>
      </w:r>
      <w:r>
        <w:instrText xml:space="preserve">" </w:instrText>
      </w:r>
      <w:r>
        <w:rPr>
          <w:lang w:eastAsia="en-GB"/>
        </w:rPr>
        <w:fldChar w:fldCharType="end"/>
      </w:r>
      <w:r w:rsidR="00285F00">
        <w:rPr>
          <w:lang w:eastAsia="en-GB"/>
        </w:rPr>
        <w:fldChar w:fldCharType="begin"/>
      </w:r>
      <w:r w:rsidR="00285F00">
        <w:instrText xml:space="preserve"> XE "iterators:creating with iter method start</w:instrText>
      </w:r>
      <w:r w:rsidR="00285F00" w:rsidRPr="00AC00B2">
        <w:instrText>Range</w:instrText>
      </w:r>
      <w:r w:rsidR="00285F00">
        <w:instrText xml:space="preserve">" </w:instrText>
      </w:r>
      <w:r w:rsidR="00285F00">
        <w:rPr>
          <w:lang w:eastAsia="en-GB"/>
        </w:rPr>
        <w:fldChar w:fldCharType="end"/>
      </w:r>
      <w:r w:rsidR="00E26562" w:rsidRPr="00E26562">
        <w:rPr>
          <w:lang w:eastAsia="en-GB"/>
        </w:rPr>
        <w:t xml:space="preserve">Next, we create an iterator over the array of bytes using the </w:t>
      </w:r>
      <w:r w:rsidR="00E26562" w:rsidRPr="005D234A">
        <w:rPr>
          <w:rStyle w:val="Literal"/>
        </w:rPr>
        <w:t>iter</w:t>
      </w:r>
      <w:r w:rsidR="00E26562" w:rsidRPr="005D234A">
        <w:t xml:space="preserve"> method </w:t>
      </w:r>
      <w:r w:rsidR="00E26562" w:rsidRPr="00402BF4">
        <w:rPr>
          <w:rStyle w:val="CodeAnnotation"/>
        </w:rPr>
        <w:t>3</w:t>
      </w:r>
      <w:r w:rsidR="00E26562" w:rsidRPr="005D234A">
        <w:t>.</w:t>
      </w:r>
      <w:r w:rsidR="00367A2E">
        <w:t xml:space="preserve"> </w:t>
      </w:r>
      <w:r w:rsidR="00E26562" w:rsidRPr="005D234A">
        <w:t xml:space="preserve">We’ll discuss iterators in more detail in </w:t>
      </w:r>
      <w:r w:rsidR="00DE39C6" w:rsidRPr="00DE39C6">
        <w:rPr>
          <w:rStyle w:val="Xref"/>
        </w:rPr>
        <w:t>Chapter</w:t>
      </w:r>
      <w:r w:rsidR="00E26562" w:rsidRPr="00402BF4">
        <w:rPr>
          <w:rStyle w:val="Xref"/>
        </w:rPr>
        <w:t xml:space="preserve"> 13</w:t>
      </w:r>
      <w:r w:rsidR="00E26562" w:rsidRPr="005D234A">
        <w:t xml:space="preserve">. For now, know that </w:t>
      </w:r>
      <w:r w:rsidR="00E26562" w:rsidRPr="005D234A">
        <w:rPr>
          <w:rStyle w:val="Literal"/>
        </w:rPr>
        <w:t>iter</w:t>
      </w:r>
      <w:r w:rsidR="00367A2E">
        <w:t xml:space="preserve"> </w:t>
      </w:r>
      <w:r w:rsidR="00E26562" w:rsidRPr="005D234A">
        <w:t>is a method that returns each element in a collection</w:t>
      </w:r>
      <w:r w:rsidR="00285F00">
        <w:rPr>
          <w:lang w:eastAsia="en-GB"/>
        </w:rPr>
        <w:fldChar w:fldCharType="begin"/>
      </w:r>
      <w:r w:rsidR="00285F00">
        <w:instrText xml:space="preserve"> XE "iterators:creating with iter method end</w:instrText>
      </w:r>
      <w:r w:rsidR="00285F00" w:rsidRPr="00AC00B2">
        <w:instrText>Range</w:instrText>
      </w:r>
      <w:r w:rsidR="00285F00">
        <w:instrText xml:space="preserve">" </w:instrText>
      </w:r>
      <w:r w:rsidR="00285F00">
        <w:rPr>
          <w:lang w:eastAsia="en-GB"/>
        </w:rPr>
        <w:fldChar w:fldCharType="end"/>
      </w:r>
      <w:r>
        <w:rPr>
          <w:lang w:eastAsia="en-GB"/>
        </w:rPr>
        <w:fldChar w:fldCharType="begin"/>
      </w:r>
      <w:r>
        <w:instrText xml:space="preserve"> XE "iter method end</w:instrText>
      </w:r>
      <w:r w:rsidRPr="00AC00B2">
        <w:instrText>Range</w:instrText>
      </w:r>
      <w:r>
        <w:instrText xml:space="preserve">" </w:instrText>
      </w:r>
      <w:r>
        <w:rPr>
          <w:lang w:eastAsia="en-GB"/>
        </w:rPr>
        <w:fldChar w:fldCharType="end"/>
      </w:r>
      <w:r w:rsidR="00E26562" w:rsidRPr="005D234A">
        <w:t xml:space="preserve"> and that </w:t>
      </w:r>
      <w:r w:rsidR="007C2F12">
        <w:rPr>
          <w:lang w:eastAsia="en-GB"/>
        </w:rPr>
        <w:fldChar w:fldCharType="begin"/>
      </w:r>
      <w:r w:rsidR="007C2F12">
        <w:instrText xml:space="preserve"> XE "iterators:enumerate method on start</w:instrText>
      </w:r>
      <w:r w:rsidR="007C2F12" w:rsidRPr="00AC00B2">
        <w:instrText>Range</w:instrText>
      </w:r>
      <w:r w:rsidR="007C2F12">
        <w:instrText xml:space="preserve">" </w:instrText>
      </w:r>
      <w:r w:rsidR="007C2F12">
        <w:rPr>
          <w:lang w:eastAsia="en-GB"/>
        </w:rPr>
        <w:fldChar w:fldCharType="end"/>
      </w:r>
      <w:r w:rsidR="007C2F12">
        <w:rPr>
          <w:lang w:eastAsia="en-GB"/>
        </w:rPr>
        <w:fldChar w:fldCharType="begin"/>
      </w:r>
      <w:r w:rsidR="007C2F12">
        <w:instrText xml:space="preserve"> XE "enumerate method start</w:instrText>
      </w:r>
      <w:r w:rsidR="007C2F12" w:rsidRPr="00AC00B2">
        <w:instrText>Range</w:instrText>
      </w:r>
      <w:r w:rsidR="007C2F12">
        <w:instrText xml:space="preserve">" </w:instrText>
      </w:r>
      <w:r w:rsidR="007C2F12">
        <w:rPr>
          <w:lang w:eastAsia="en-GB"/>
        </w:rPr>
        <w:fldChar w:fldCharType="end"/>
      </w:r>
      <w:r w:rsidR="00E26562" w:rsidRPr="005D234A">
        <w:rPr>
          <w:rStyle w:val="Literal"/>
        </w:rPr>
        <w:t>enumerate</w:t>
      </w:r>
      <w:r w:rsidR="00367A2E">
        <w:t xml:space="preserve"> </w:t>
      </w:r>
      <w:r w:rsidR="00E26562" w:rsidRPr="005D234A">
        <w:t xml:space="preserve">wraps the result of </w:t>
      </w:r>
      <w:r w:rsidR="00E26562" w:rsidRPr="005D234A">
        <w:rPr>
          <w:rStyle w:val="Literal"/>
        </w:rPr>
        <w:t>iter</w:t>
      </w:r>
      <w:r w:rsidR="00E26562" w:rsidRPr="005D234A">
        <w:t xml:space="preserve"> and returns each element as part of a tuple instead.</w:t>
      </w:r>
      <w:r w:rsidR="00367A2E">
        <w:t xml:space="preserve"> </w:t>
      </w:r>
      <w:r w:rsidR="00E26562" w:rsidRPr="005D234A">
        <w:t xml:space="preserve">The first element of the tuple returned from </w:t>
      </w:r>
      <w:r w:rsidR="00E26562" w:rsidRPr="005D234A">
        <w:rPr>
          <w:rStyle w:val="Literal"/>
        </w:rPr>
        <w:t>enumerate</w:t>
      </w:r>
      <w:r w:rsidR="00E26562" w:rsidRPr="00E26562">
        <w:rPr>
          <w:lang w:eastAsia="en-GB"/>
        </w:rPr>
        <w:t xml:space="preserve"> is the index, and the</w:t>
      </w:r>
      <w:r w:rsidR="00367A2E">
        <w:rPr>
          <w:lang w:eastAsia="en-GB"/>
        </w:rPr>
        <w:t xml:space="preserve"> </w:t>
      </w:r>
      <w:r w:rsidR="00E26562" w:rsidRPr="00E26562">
        <w:rPr>
          <w:lang w:eastAsia="en-GB"/>
        </w:rPr>
        <w:t>second element is a reference to the element. This is a bit more convenient</w:t>
      </w:r>
      <w:r w:rsidR="00367A2E">
        <w:rPr>
          <w:lang w:eastAsia="en-GB"/>
        </w:rPr>
        <w:t xml:space="preserve"> </w:t>
      </w:r>
      <w:r w:rsidR="00E26562" w:rsidRPr="00E26562">
        <w:rPr>
          <w:lang w:eastAsia="en-GB"/>
        </w:rPr>
        <w:t>than calculating the index ourselves.</w:t>
      </w:r>
      <w:r w:rsidR="007C2F12" w:rsidRPr="007C2F12">
        <w:rPr>
          <w:lang w:eastAsia="en-GB"/>
        </w:rPr>
        <w:t xml:space="preserve"> </w:t>
      </w:r>
      <w:r w:rsidR="007C2F12">
        <w:rPr>
          <w:lang w:eastAsia="en-GB"/>
        </w:rPr>
        <w:fldChar w:fldCharType="begin"/>
      </w:r>
      <w:r w:rsidR="007C2F12">
        <w:instrText xml:space="preserve"> XE "iterators:enumerate method on end</w:instrText>
      </w:r>
      <w:r w:rsidR="007C2F12" w:rsidRPr="00AC00B2">
        <w:instrText>Range</w:instrText>
      </w:r>
      <w:r w:rsidR="007C2F12">
        <w:instrText xml:space="preserve">" </w:instrText>
      </w:r>
      <w:r w:rsidR="007C2F12">
        <w:rPr>
          <w:lang w:eastAsia="en-GB"/>
        </w:rPr>
        <w:fldChar w:fldCharType="end"/>
      </w:r>
      <w:r w:rsidR="007C2F12">
        <w:rPr>
          <w:lang w:eastAsia="en-GB"/>
        </w:rPr>
        <w:fldChar w:fldCharType="begin"/>
      </w:r>
      <w:r w:rsidR="007C2F12">
        <w:instrText xml:space="preserve"> XE "enumerate method end</w:instrText>
      </w:r>
      <w:r w:rsidR="007C2F12" w:rsidRPr="00AC00B2">
        <w:instrText>Range</w:instrText>
      </w:r>
      <w:r w:rsidR="007C2F12">
        <w:instrText xml:space="preserve">" </w:instrText>
      </w:r>
      <w:r w:rsidR="007C2F12">
        <w:rPr>
          <w:lang w:eastAsia="en-GB"/>
        </w:rPr>
        <w:fldChar w:fldCharType="end"/>
      </w:r>
    </w:p>
    <w:p w14:paraId="1B0F0D75" w14:textId="192108BC" w:rsidR="00E26562" w:rsidRPr="00E26562" w:rsidRDefault="00E26562" w:rsidP="005D234A">
      <w:pPr>
        <w:pStyle w:val="Body"/>
        <w:rPr>
          <w:lang w:eastAsia="en-GB"/>
        </w:rPr>
      </w:pPr>
      <w:r w:rsidRPr="00E26562">
        <w:rPr>
          <w:lang w:eastAsia="en-GB"/>
        </w:rPr>
        <w:t xml:space="preserve">Because the </w:t>
      </w:r>
      <w:r w:rsidRPr="005D234A">
        <w:rPr>
          <w:rStyle w:val="Literal"/>
        </w:rPr>
        <w:t>enumerate</w:t>
      </w:r>
      <w:r w:rsidRPr="005D234A">
        <w:t xml:space="preserve"> method returns a tuple, we can use patterns to</w:t>
      </w:r>
      <w:r w:rsidR="00367A2E">
        <w:t xml:space="preserve"> </w:t>
      </w:r>
      <w:r w:rsidRPr="005D234A">
        <w:t xml:space="preserve">destructure that tuple. We’ll be discussing patterns more in </w:t>
      </w:r>
      <w:r w:rsidR="00DE39C6" w:rsidRPr="00DE39C6">
        <w:rPr>
          <w:rStyle w:val="Xref"/>
        </w:rPr>
        <w:t>Chapter</w:t>
      </w:r>
      <w:r w:rsidRPr="00402BF4">
        <w:rPr>
          <w:rStyle w:val="Xref"/>
        </w:rPr>
        <w:t xml:space="preserve"> 6</w:t>
      </w:r>
      <w:r w:rsidRPr="005D234A">
        <w:t>. In the</w:t>
      </w:r>
      <w:r w:rsidR="00367A2E">
        <w:t xml:space="preserve"> </w:t>
      </w:r>
      <w:r w:rsidRPr="005D234A">
        <w:rPr>
          <w:rStyle w:val="Literal"/>
        </w:rPr>
        <w:t>for</w:t>
      </w:r>
      <w:r w:rsidRPr="005D234A">
        <w:t xml:space="preserve"> loop, we specify a pattern that has </w:t>
      </w:r>
      <w:r w:rsidRPr="005D234A">
        <w:rPr>
          <w:rStyle w:val="Literal"/>
        </w:rPr>
        <w:t>i</w:t>
      </w:r>
      <w:r w:rsidRPr="005D234A">
        <w:t xml:space="preserve"> for the index in the tuple and</w:t>
      </w:r>
      <w:r w:rsidR="00367A2E">
        <w:t xml:space="preserve"> </w:t>
      </w:r>
      <w:r w:rsidRPr="005D234A">
        <w:rPr>
          <w:rStyle w:val="Literal"/>
        </w:rPr>
        <w:t>&amp;item</w:t>
      </w:r>
      <w:r w:rsidRPr="005D234A">
        <w:t xml:space="preserve"> for the single byte in the tuple </w:t>
      </w:r>
      <w:r w:rsidRPr="00402BF4">
        <w:rPr>
          <w:rStyle w:val="CodeAnnotation"/>
        </w:rPr>
        <w:t>2</w:t>
      </w:r>
      <w:r w:rsidRPr="005D234A">
        <w:t>. Because we get a reference to the</w:t>
      </w:r>
      <w:r w:rsidR="00367A2E">
        <w:t xml:space="preserve"> </w:t>
      </w:r>
      <w:r w:rsidRPr="005D234A">
        <w:t xml:space="preserve">element from </w:t>
      </w:r>
      <w:r w:rsidRPr="005D234A">
        <w:rPr>
          <w:rStyle w:val="Literal"/>
        </w:rPr>
        <w:t>.iter().enumerate()</w:t>
      </w:r>
      <w:r w:rsidRPr="005D234A">
        <w:t xml:space="preserve">, we use </w:t>
      </w:r>
      <w:r w:rsidRPr="005D234A">
        <w:rPr>
          <w:rStyle w:val="Literal"/>
        </w:rPr>
        <w:t>&amp;</w:t>
      </w:r>
      <w:r w:rsidRPr="00E26562">
        <w:rPr>
          <w:lang w:eastAsia="en-GB"/>
        </w:rPr>
        <w:t xml:space="preserve"> in the pattern.</w:t>
      </w:r>
    </w:p>
    <w:p w14:paraId="2B83F2CF" w14:textId="2CE7F825" w:rsidR="00E26562" w:rsidRPr="00E26562" w:rsidRDefault="00E26562" w:rsidP="005D234A">
      <w:pPr>
        <w:pStyle w:val="Body"/>
        <w:rPr>
          <w:lang w:eastAsia="en-GB"/>
        </w:rPr>
      </w:pPr>
      <w:r w:rsidRPr="00E26562">
        <w:rPr>
          <w:lang w:eastAsia="en-GB"/>
        </w:rPr>
        <w:t xml:space="preserve">Inside the </w:t>
      </w:r>
      <w:r w:rsidRPr="005D234A">
        <w:rPr>
          <w:rStyle w:val="Literal"/>
        </w:rPr>
        <w:t>for</w:t>
      </w:r>
      <w:r w:rsidRPr="005D234A">
        <w:t xml:space="preserve"> loop, we search for the byte that represents the space by</w:t>
      </w:r>
      <w:r w:rsidR="00367A2E">
        <w:t xml:space="preserve"> </w:t>
      </w:r>
      <w:r w:rsidRPr="005D234A">
        <w:t xml:space="preserve">using the byte literal syntax </w:t>
      </w:r>
      <w:r w:rsidRPr="00402BF4">
        <w:rPr>
          <w:rStyle w:val="CodeAnnotation"/>
        </w:rPr>
        <w:t>4</w:t>
      </w:r>
      <w:r w:rsidRPr="005D234A">
        <w:t>.</w:t>
      </w:r>
      <w:r w:rsidR="00AB7E7C">
        <w:rPr>
          <w:lang w:eastAsia="en-GB"/>
        </w:rPr>
        <w:fldChar w:fldCharType="begin"/>
      </w:r>
      <w:r w:rsidR="00AB7E7C">
        <w:instrText xml:space="preserve"> XE "byte literal syntax" </w:instrText>
      </w:r>
      <w:r w:rsidR="00AB7E7C">
        <w:rPr>
          <w:lang w:eastAsia="en-GB"/>
        </w:rPr>
        <w:fldChar w:fldCharType="end"/>
      </w:r>
      <w:r w:rsidR="00AB7E7C">
        <w:rPr>
          <w:lang w:eastAsia="en-GB"/>
        </w:rPr>
        <w:t xml:space="preserve"> </w:t>
      </w:r>
      <w:r w:rsidRPr="005D234A">
        <w:t>If we find a space, we return the position.</w:t>
      </w:r>
      <w:r w:rsidR="00367A2E">
        <w:t xml:space="preserve"> </w:t>
      </w:r>
      <w:r w:rsidRPr="005D234A">
        <w:t xml:space="preserve">Otherwise, we return the length of the string by using </w:t>
      </w:r>
      <w:r w:rsidRPr="005D234A">
        <w:rPr>
          <w:rStyle w:val="Literal"/>
        </w:rPr>
        <w:t>s.len()</w:t>
      </w:r>
      <w:r w:rsidRPr="00E26562">
        <w:rPr>
          <w:lang w:eastAsia="en-GB"/>
        </w:rPr>
        <w:t xml:space="preserve"> </w:t>
      </w:r>
      <w:r w:rsidRPr="00402BF4">
        <w:rPr>
          <w:rStyle w:val="CodeAnnotation"/>
        </w:rPr>
        <w:t>5</w:t>
      </w:r>
      <w:r w:rsidRPr="00E26562">
        <w:rPr>
          <w:lang w:eastAsia="en-GB"/>
        </w:rPr>
        <w:t>.</w:t>
      </w:r>
      <w:r w:rsidR="000A6A33">
        <w:rPr>
          <w:lang w:eastAsia="en-GB"/>
        </w:rPr>
        <w:fldChar w:fldCharType="begin"/>
      </w:r>
      <w:r w:rsidR="000A6A33">
        <w:instrText xml:space="preserve"> XE "String type:len method on" </w:instrText>
      </w:r>
      <w:r w:rsidR="000A6A33">
        <w:rPr>
          <w:lang w:eastAsia="en-GB"/>
        </w:rPr>
        <w:fldChar w:fldCharType="end"/>
      </w:r>
      <w:r w:rsidR="000A6A33">
        <w:rPr>
          <w:lang w:eastAsia="en-GB"/>
        </w:rPr>
        <w:fldChar w:fldCharType="begin"/>
      </w:r>
      <w:r w:rsidR="000A6A33">
        <w:instrText xml:space="preserve"> XE "len method" </w:instrText>
      </w:r>
      <w:r w:rsidR="000A6A33">
        <w:rPr>
          <w:lang w:eastAsia="en-GB"/>
        </w:rPr>
        <w:fldChar w:fldCharType="end"/>
      </w:r>
    </w:p>
    <w:p w14:paraId="0006B69C" w14:textId="3C300618" w:rsidR="00E26562" w:rsidRPr="00E26562" w:rsidRDefault="00E26562" w:rsidP="005D234A">
      <w:pPr>
        <w:pStyle w:val="Body"/>
        <w:rPr>
          <w:lang w:eastAsia="en-GB"/>
        </w:rPr>
      </w:pPr>
      <w:r w:rsidRPr="00E26562">
        <w:rPr>
          <w:lang w:eastAsia="en-GB"/>
        </w:rPr>
        <w:t>We now have a way to find out the index of the end of the first word in the</w:t>
      </w:r>
      <w:r w:rsidR="00367A2E">
        <w:rPr>
          <w:lang w:eastAsia="en-GB"/>
        </w:rPr>
        <w:t xml:space="preserve"> </w:t>
      </w:r>
      <w:r w:rsidRPr="00E26562">
        <w:rPr>
          <w:lang w:eastAsia="en-GB"/>
        </w:rPr>
        <w:t xml:space="preserve">string, but there’s a problem. We’re returning a </w:t>
      </w:r>
      <w:r w:rsidRPr="005D234A">
        <w:rPr>
          <w:rStyle w:val="Literal"/>
        </w:rPr>
        <w:t>usize</w:t>
      </w:r>
      <w:r w:rsidRPr="005D234A">
        <w:t xml:space="preserve"> on its own, but it’s</w:t>
      </w:r>
      <w:r w:rsidR="00367A2E">
        <w:t xml:space="preserve"> </w:t>
      </w:r>
      <w:r w:rsidRPr="005D234A">
        <w:t xml:space="preserve">only a meaningful number in the context of the </w:t>
      </w:r>
      <w:r w:rsidRPr="005D234A">
        <w:rPr>
          <w:rStyle w:val="Literal"/>
        </w:rPr>
        <w:t>&amp;String</w:t>
      </w:r>
      <w:r w:rsidRPr="005D234A">
        <w:t>. In other words,</w:t>
      </w:r>
      <w:r w:rsidR="00367A2E">
        <w:t xml:space="preserve"> </w:t>
      </w:r>
      <w:r w:rsidRPr="005D234A">
        <w:t xml:space="preserve">because it’s a separate value from the </w:t>
      </w:r>
      <w:r w:rsidRPr="005D234A">
        <w:rPr>
          <w:rStyle w:val="Literal"/>
        </w:rPr>
        <w:t>String</w:t>
      </w:r>
      <w:r w:rsidRPr="005D234A">
        <w:t>, there’s no guarantee that it</w:t>
      </w:r>
      <w:r w:rsidR="00367A2E">
        <w:t xml:space="preserve"> </w:t>
      </w:r>
      <w:r w:rsidRPr="005D234A">
        <w:t>will still be valid in the future. Consider the program in Listing 4-8 that</w:t>
      </w:r>
      <w:r w:rsidR="00367A2E">
        <w:t xml:space="preserve"> </w:t>
      </w:r>
      <w:r w:rsidRPr="005D234A">
        <w:t xml:space="preserve">uses the </w:t>
      </w:r>
      <w:r w:rsidRPr="005D234A">
        <w:rPr>
          <w:rStyle w:val="Literal"/>
        </w:rPr>
        <w:t>first_word</w:t>
      </w:r>
      <w:r w:rsidRPr="00E26562">
        <w:rPr>
          <w:lang w:eastAsia="en-GB"/>
        </w:rPr>
        <w:t xml:space="preserve"> function from Listing 4-7.</w:t>
      </w:r>
    </w:p>
    <w:p w14:paraId="1C98361F" w14:textId="1DC1C0EC" w:rsidR="00E26562" w:rsidRPr="00E26562" w:rsidRDefault="00480731">
      <w:pPr>
        <w:pStyle w:val="CodeWide"/>
        <w:rPr>
          <w:lang w:eastAsia="en-GB"/>
        </w:rPr>
        <w:pPrChange w:id="60" w:author="Carol Nichols" w:date="2022-08-24T09:17:00Z">
          <w:pPr>
            <w:pStyle w:val="CodeLabel"/>
          </w:pPr>
        </w:pPrChange>
      </w:pPr>
      <w:ins w:id="61" w:author="Carol Nichols" w:date="2022-08-24T09:17:00Z">
        <w:r>
          <w:rPr>
            <w:lang w:eastAsia="en-GB"/>
          </w:rPr>
          <w:t xml:space="preserve">// </w:t>
        </w:r>
      </w:ins>
      <w:commentRangeStart w:id="62"/>
      <w:commentRangeStart w:id="63"/>
      <w:r w:rsidR="00E26562" w:rsidRPr="00E26562">
        <w:rPr>
          <w:lang w:eastAsia="en-GB"/>
        </w:rPr>
        <w:t>src/main.rs</w:t>
      </w:r>
      <w:commentRangeEnd w:id="62"/>
      <w:r w:rsidR="00F46025">
        <w:rPr>
          <w:rStyle w:val="CommentReference"/>
          <w:rFonts w:ascii="Times New Roman" w:hAnsi="Times New Roman" w:cs="Times New Roman"/>
          <w:color w:val="auto"/>
          <w:lang w:val="en-CA"/>
        </w:rPr>
        <w:commentReference w:id="62"/>
      </w:r>
      <w:commentRangeEnd w:id="63"/>
      <w:r w:rsidR="00E63965">
        <w:rPr>
          <w:rStyle w:val="CommentReference"/>
          <w:rFonts w:ascii="Times New Roman" w:hAnsi="Times New Roman" w:cs="Times New Roman"/>
          <w:color w:val="auto"/>
          <w:lang w:val="en-CA"/>
        </w:rPr>
        <w:commentReference w:id="63"/>
      </w:r>
    </w:p>
    <w:p w14:paraId="166106A0" w14:textId="77777777" w:rsidR="00E26562" w:rsidRPr="00E26562" w:rsidRDefault="00E26562" w:rsidP="00CC18E0">
      <w:pPr>
        <w:pStyle w:val="CodeWide"/>
        <w:rPr>
          <w:lang w:eastAsia="en-GB"/>
        </w:rPr>
      </w:pPr>
      <w:r w:rsidRPr="00E26562">
        <w:rPr>
          <w:lang w:eastAsia="en-GB"/>
        </w:rPr>
        <w:t>fn main() {</w:t>
      </w:r>
    </w:p>
    <w:p w14:paraId="2347F48E" w14:textId="77777777" w:rsidR="00E26562" w:rsidRPr="00E26562" w:rsidRDefault="00E26562" w:rsidP="00CC18E0">
      <w:pPr>
        <w:pStyle w:val="CodeWide"/>
        <w:rPr>
          <w:lang w:eastAsia="en-GB"/>
        </w:rPr>
      </w:pPr>
      <w:r w:rsidRPr="00E26562">
        <w:rPr>
          <w:lang w:eastAsia="en-GB"/>
        </w:rPr>
        <w:t xml:space="preserve">    let mut s = String::from("hello world");</w:t>
      </w:r>
    </w:p>
    <w:p w14:paraId="1A7DA98E" w14:textId="77777777" w:rsidR="00E26562" w:rsidRPr="00E26562" w:rsidRDefault="00E26562" w:rsidP="00CC18E0">
      <w:pPr>
        <w:pStyle w:val="CodeWide"/>
        <w:rPr>
          <w:lang w:eastAsia="en-GB"/>
        </w:rPr>
      </w:pPr>
    </w:p>
    <w:p w14:paraId="61DE6861" w14:textId="77777777" w:rsidR="00E26562" w:rsidRPr="00E26562" w:rsidRDefault="00E26562" w:rsidP="00CC18E0">
      <w:pPr>
        <w:pStyle w:val="CodeWide"/>
        <w:rPr>
          <w:lang w:eastAsia="en-GB"/>
        </w:rPr>
      </w:pPr>
      <w:r w:rsidRPr="00E26562">
        <w:rPr>
          <w:lang w:eastAsia="en-GB"/>
        </w:rPr>
        <w:t xml:space="preserve">    let word = first_word(&amp;s); // word will get the value 5</w:t>
      </w:r>
    </w:p>
    <w:p w14:paraId="2C572921" w14:textId="77777777" w:rsidR="00E26562" w:rsidRPr="00E26562" w:rsidRDefault="00E26562" w:rsidP="00CC18E0">
      <w:pPr>
        <w:pStyle w:val="CodeWide"/>
        <w:rPr>
          <w:lang w:eastAsia="en-GB"/>
        </w:rPr>
      </w:pPr>
    </w:p>
    <w:p w14:paraId="26D1B34D" w14:textId="77777777" w:rsidR="00E26562" w:rsidRPr="00E26562" w:rsidRDefault="00E26562" w:rsidP="00CC18E0">
      <w:pPr>
        <w:pStyle w:val="CodeWide"/>
        <w:rPr>
          <w:lang w:eastAsia="en-GB"/>
        </w:rPr>
      </w:pPr>
      <w:r w:rsidRPr="00E26562">
        <w:rPr>
          <w:lang w:eastAsia="en-GB"/>
        </w:rPr>
        <w:t xml:space="preserve">    s.clear(); // this empties the String, making it equal to ""</w:t>
      </w:r>
    </w:p>
    <w:p w14:paraId="55D8626B" w14:textId="77777777" w:rsidR="00E26562" w:rsidRPr="00E26562" w:rsidRDefault="00E26562" w:rsidP="00CC18E0">
      <w:pPr>
        <w:pStyle w:val="CodeWide"/>
        <w:rPr>
          <w:lang w:eastAsia="en-GB"/>
        </w:rPr>
      </w:pPr>
    </w:p>
    <w:p w14:paraId="69448DB7" w14:textId="77777777" w:rsidR="00E26562" w:rsidRPr="00E26562" w:rsidRDefault="00E26562" w:rsidP="00CC18E0">
      <w:pPr>
        <w:pStyle w:val="CodeWide"/>
        <w:rPr>
          <w:lang w:eastAsia="en-GB"/>
        </w:rPr>
      </w:pPr>
      <w:r w:rsidRPr="00E26562">
        <w:rPr>
          <w:lang w:eastAsia="en-GB"/>
        </w:rPr>
        <w:t xml:space="preserve">    // word still has the value 5 here, but there's no more string that</w:t>
      </w:r>
    </w:p>
    <w:p w14:paraId="05FDA670" w14:textId="77777777" w:rsidR="00E26562" w:rsidRPr="00E26562" w:rsidRDefault="00E26562" w:rsidP="00CC18E0">
      <w:pPr>
        <w:pStyle w:val="CodeWide"/>
        <w:rPr>
          <w:lang w:eastAsia="en-GB"/>
        </w:rPr>
      </w:pPr>
      <w:r w:rsidRPr="00E26562">
        <w:rPr>
          <w:lang w:eastAsia="en-GB"/>
        </w:rPr>
        <w:t xml:space="preserve">    // we could meaningfully use the value 5 with. word is now totally invalid!</w:t>
      </w:r>
    </w:p>
    <w:p w14:paraId="6EE6BAF3" w14:textId="77777777" w:rsidR="00E26562" w:rsidRPr="00E26562" w:rsidRDefault="00E26562" w:rsidP="00CC18E0">
      <w:pPr>
        <w:pStyle w:val="CodeWide"/>
        <w:rPr>
          <w:lang w:eastAsia="en-GB"/>
        </w:rPr>
      </w:pPr>
      <w:r w:rsidRPr="00E26562">
        <w:rPr>
          <w:lang w:eastAsia="en-GB"/>
        </w:rPr>
        <w:t>}</w:t>
      </w:r>
    </w:p>
    <w:p w14:paraId="249EF92F" w14:textId="291EF8A6" w:rsidR="00E26562" w:rsidRPr="00E26562" w:rsidRDefault="00E26562" w:rsidP="0086484D">
      <w:pPr>
        <w:pStyle w:val="CodeListingCaption"/>
        <w:rPr>
          <w:lang w:eastAsia="en-GB"/>
        </w:rPr>
      </w:pPr>
      <w:r w:rsidRPr="005D234A">
        <w:t xml:space="preserve">Storing the result from calling the </w:t>
      </w:r>
      <w:r w:rsidRPr="005D234A">
        <w:rPr>
          <w:rStyle w:val="Literal"/>
        </w:rPr>
        <w:t>first_word</w:t>
      </w:r>
      <w:r w:rsidRPr="005D234A">
        <w:t xml:space="preserve"> function and then</w:t>
      </w:r>
      <w:r w:rsidR="00367A2E">
        <w:t xml:space="preserve"> </w:t>
      </w:r>
      <w:r w:rsidRPr="005D234A">
        <w:t xml:space="preserve">changing the </w:t>
      </w:r>
      <w:r w:rsidRPr="005D234A">
        <w:rPr>
          <w:rStyle w:val="Literal"/>
        </w:rPr>
        <w:t>String</w:t>
      </w:r>
      <w:r w:rsidRPr="00E26562">
        <w:rPr>
          <w:lang w:eastAsia="en-GB"/>
        </w:rPr>
        <w:t xml:space="preserve"> contents</w:t>
      </w:r>
    </w:p>
    <w:p w14:paraId="01CA5220" w14:textId="6AC9DE1C" w:rsidR="00E26562" w:rsidRPr="00E26562" w:rsidRDefault="00E26562" w:rsidP="005D234A">
      <w:pPr>
        <w:pStyle w:val="Body"/>
        <w:rPr>
          <w:lang w:eastAsia="en-GB"/>
        </w:rPr>
      </w:pPr>
      <w:r w:rsidRPr="00E26562">
        <w:rPr>
          <w:lang w:eastAsia="en-GB"/>
        </w:rPr>
        <w:t xml:space="preserve">This program compiles without any errors and would also do so if we used </w:t>
      </w:r>
      <w:r w:rsidRPr="005D234A">
        <w:rPr>
          <w:rStyle w:val="Literal"/>
        </w:rPr>
        <w:t>word</w:t>
      </w:r>
      <w:r w:rsidR="00367A2E">
        <w:t xml:space="preserve"> </w:t>
      </w:r>
      <w:r w:rsidRPr="005D234A">
        <w:t xml:space="preserve">after calling </w:t>
      </w:r>
      <w:r w:rsidRPr="005D234A">
        <w:rPr>
          <w:rStyle w:val="Literal"/>
        </w:rPr>
        <w:t>s.clear()</w:t>
      </w:r>
      <w:r w:rsidRPr="005D234A">
        <w:t xml:space="preserve">. Because </w:t>
      </w:r>
      <w:r w:rsidRPr="005D234A">
        <w:rPr>
          <w:rStyle w:val="Literal"/>
        </w:rPr>
        <w:t>word</w:t>
      </w:r>
      <w:r w:rsidRPr="005D234A">
        <w:t xml:space="preserve"> isn’t connected to the state of </w:t>
      </w:r>
      <w:r w:rsidRPr="005D234A">
        <w:rPr>
          <w:rStyle w:val="Literal"/>
        </w:rPr>
        <w:t>s</w:t>
      </w:r>
      <w:r w:rsidR="00367A2E">
        <w:t xml:space="preserve"> </w:t>
      </w:r>
      <w:r w:rsidRPr="005D234A">
        <w:t xml:space="preserve">at all, </w:t>
      </w:r>
      <w:r w:rsidRPr="005D234A">
        <w:rPr>
          <w:rStyle w:val="Literal"/>
        </w:rPr>
        <w:t>word</w:t>
      </w:r>
      <w:r w:rsidRPr="005D234A">
        <w:t xml:space="preserve"> still contains the value </w:t>
      </w:r>
      <w:r w:rsidRPr="005D234A">
        <w:rPr>
          <w:rStyle w:val="Literal"/>
        </w:rPr>
        <w:t>5</w:t>
      </w:r>
      <w:r w:rsidRPr="005D234A">
        <w:t xml:space="preserve">. We could use that value </w:t>
      </w:r>
      <w:r w:rsidRPr="005D234A">
        <w:rPr>
          <w:rStyle w:val="Literal"/>
        </w:rPr>
        <w:t>5</w:t>
      </w:r>
      <w:r w:rsidRPr="005D234A">
        <w:t xml:space="preserve"> with</w:t>
      </w:r>
      <w:r w:rsidR="00367A2E">
        <w:t xml:space="preserve"> </w:t>
      </w:r>
      <w:r w:rsidRPr="005D234A">
        <w:t xml:space="preserve">the variable </w:t>
      </w:r>
      <w:r w:rsidRPr="005D234A">
        <w:rPr>
          <w:rStyle w:val="Literal"/>
        </w:rPr>
        <w:t>s</w:t>
      </w:r>
      <w:r w:rsidRPr="005D234A">
        <w:t xml:space="preserve"> to try to extract the first word out, but this would be a bug</w:t>
      </w:r>
      <w:r w:rsidR="00367A2E">
        <w:t xml:space="preserve"> </w:t>
      </w:r>
      <w:r w:rsidRPr="005D234A">
        <w:t xml:space="preserve">because the contents of </w:t>
      </w:r>
      <w:r w:rsidRPr="005D234A">
        <w:rPr>
          <w:rStyle w:val="Literal"/>
        </w:rPr>
        <w:t>s</w:t>
      </w:r>
      <w:r w:rsidRPr="005D234A">
        <w:t xml:space="preserve"> have changed since we saved </w:t>
      </w:r>
      <w:r w:rsidRPr="005D234A">
        <w:rPr>
          <w:rStyle w:val="Literal"/>
        </w:rPr>
        <w:t>5</w:t>
      </w:r>
      <w:r w:rsidRPr="005D234A">
        <w:t xml:space="preserve"> in </w:t>
      </w:r>
      <w:r w:rsidRPr="005D234A">
        <w:rPr>
          <w:rStyle w:val="Literal"/>
        </w:rPr>
        <w:t>word</w:t>
      </w:r>
      <w:r w:rsidRPr="00E26562">
        <w:rPr>
          <w:lang w:eastAsia="en-GB"/>
        </w:rPr>
        <w:t>.</w:t>
      </w:r>
    </w:p>
    <w:p w14:paraId="49BD4521" w14:textId="5FB707CE" w:rsidR="00E26562" w:rsidRPr="00E26562" w:rsidRDefault="00E26562" w:rsidP="005D234A">
      <w:pPr>
        <w:pStyle w:val="Body"/>
        <w:rPr>
          <w:lang w:eastAsia="en-GB"/>
        </w:rPr>
      </w:pPr>
      <w:r w:rsidRPr="00E26562">
        <w:rPr>
          <w:lang w:eastAsia="en-GB"/>
        </w:rPr>
        <w:t xml:space="preserve">Having to worry about the index in </w:t>
      </w:r>
      <w:r w:rsidRPr="005D234A">
        <w:rPr>
          <w:rStyle w:val="Literal"/>
        </w:rPr>
        <w:t>word</w:t>
      </w:r>
      <w:r w:rsidRPr="005D234A">
        <w:t xml:space="preserve"> getting out of sync with the data in</w:t>
      </w:r>
      <w:r w:rsidR="00367A2E">
        <w:t xml:space="preserve"> </w:t>
      </w:r>
      <w:r w:rsidRPr="005D234A">
        <w:rPr>
          <w:rStyle w:val="Literal"/>
        </w:rPr>
        <w:t>s</w:t>
      </w:r>
      <w:r w:rsidRPr="005D234A">
        <w:t xml:space="preserve"> is tedious and error prone! Managing these indices is even more brittle if</w:t>
      </w:r>
      <w:r w:rsidR="00367A2E">
        <w:t xml:space="preserve"> </w:t>
      </w:r>
      <w:r w:rsidRPr="005D234A">
        <w:t xml:space="preserve">we write a </w:t>
      </w:r>
      <w:r w:rsidRPr="005D234A">
        <w:rPr>
          <w:rStyle w:val="Literal"/>
        </w:rPr>
        <w:t>second_word</w:t>
      </w:r>
      <w:r w:rsidRPr="00E26562">
        <w:rPr>
          <w:lang w:eastAsia="en-GB"/>
        </w:rPr>
        <w:t xml:space="preserve"> function. Its signature would have to look like this:</w:t>
      </w:r>
    </w:p>
    <w:p w14:paraId="7D11E2F8" w14:textId="77777777" w:rsidR="00E26562" w:rsidRPr="00E26562" w:rsidRDefault="00E26562" w:rsidP="005D234A">
      <w:pPr>
        <w:pStyle w:val="Code"/>
        <w:rPr>
          <w:lang w:eastAsia="en-GB"/>
        </w:rPr>
      </w:pPr>
      <w:r w:rsidRPr="00E26562">
        <w:rPr>
          <w:lang w:eastAsia="en-GB"/>
        </w:rPr>
        <w:t>fn second_word(s: &amp;String) -&gt; (usize, usize) {</w:t>
      </w:r>
    </w:p>
    <w:p w14:paraId="323D4F16" w14:textId="15DE93C2" w:rsidR="00E26562" w:rsidRPr="00E26562" w:rsidRDefault="00E26562" w:rsidP="005D234A">
      <w:pPr>
        <w:pStyle w:val="Body"/>
        <w:rPr>
          <w:lang w:eastAsia="en-GB"/>
        </w:rPr>
      </w:pPr>
      <w:r w:rsidRPr="005D234A">
        <w:t xml:space="preserve">Now we’re tracking a starting </w:t>
      </w:r>
      <w:r w:rsidRPr="005D234A">
        <w:rPr>
          <w:rStyle w:val="Italic"/>
        </w:rPr>
        <w:t>and</w:t>
      </w:r>
      <w:r w:rsidRPr="00E26562">
        <w:rPr>
          <w:lang w:eastAsia="en-GB"/>
        </w:rPr>
        <w:t xml:space="preserve"> an ending index, and we have even more</w:t>
      </w:r>
      <w:r w:rsidR="00367A2E">
        <w:rPr>
          <w:lang w:eastAsia="en-GB"/>
        </w:rPr>
        <w:t xml:space="preserve"> </w:t>
      </w:r>
      <w:r w:rsidRPr="00E26562">
        <w:rPr>
          <w:lang w:eastAsia="en-GB"/>
        </w:rPr>
        <w:t>values that were calculated from data in a particular state but aren’t tied to</w:t>
      </w:r>
      <w:r w:rsidR="00367A2E">
        <w:rPr>
          <w:lang w:eastAsia="en-GB"/>
        </w:rPr>
        <w:t xml:space="preserve"> </w:t>
      </w:r>
      <w:r w:rsidRPr="00E26562">
        <w:rPr>
          <w:lang w:eastAsia="en-GB"/>
        </w:rPr>
        <w:t>that state at all. We have three unrelated variables floating around that</w:t>
      </w:r>
      <w:r w:rsidR="00367A2E">
        <w:rPr>
          <w:lang w:eastAsia="en-GB"/>
        </w:rPr>
        <w:t xml:space="preserve"> </w:t>
      </w:r>
      <w:r w:rsidRPr="00E26562">
        <w:rPr>
          <w:lang w:eastAsia="en-GB"/>
        </w:rPr>
        <w:t>need to be kept in sync.</w:t>
      </w:r>
    </w:p>
    <w:p w14:paraId="750FD6BB" w14:textId="77777777" w:rsidR="00E26562" w:rsidRPr="00E26562" w:rsidRDefault="00E26562" w:rsidP="005D234A">
      <w:pPr>
        <w:pStyle w:val="Body"/>
        <w:rPr>
          <w:lang w:eastAsia="en-GB"/>
        </w:rPr>
      </w:pPr>
      <w:r w:rsidRPr="00E26562">
        <w:rPr>
          <w:lang w:eastAsia="en-GB"/>
        </w:rPr>
        <w:t>Luckily, Rust has a solution to this problem: string slices.</w:t>
      </w:r>
    </w:p>
    <w:bookmarkStart w:id="64" w:name="string-slices"/>
    <w:bookmarkStart w:id="65" w:name="_Toc107220610"/>
    <w:bookmarkEnd w:id="64"/>
    <w:p w14:paraId="7BADB8AB" w14:textId="4EF54C11" w:rsidR="00E26562" w:rsidRPr="00E26562" w:rsidRDefault="00086BEA" w:rsidP="005D234A">
      <w:pPr>
        <w:pStyle w:val="HeadB"/>
        <w:rPr>
          <w:lang w:eastAsia="en-GB"/>
        </w:rPr>
      </w:pPr>
      <w:r>
        <w:rPr>
          <w:lang w:eastAsia="en-GB"/>
        </w:rPr>
        <w:fldChar w:fldCharType="begin"/>
      </w:r>
      <w:r>
        <w:instrText xml:space="preserve"> XE "string slice type (&amp;str) start</w:instrText>
      </w:r>
      <w:r w:rsidRPr="00AC00B2">
        <w:instrText>Range</w:instrText>
      </w:r>
      <w:r>
        <w:instrText xml:space="preserve">" </w:instrText>
      </w:r>
      <w:r>
        <w:rPr>
          <w:lang w:eastAsia="en-GB"/>
        </w:rPr>
        <w:fldChar w:fldCharType="end"/>
      </w:r>
      <w:r>
        <w:rPr>
          <w:lang w:eastAsia="en-GB"/>
        </w:rPr>
        <w:fldChar w:fldCharType="begin"/>
      </w:r>
      <w:r>
        <w:instrText xml:space="preserve"> XE "&amp;str (string slice type) start</w:instrText>
      </w:r>
      <w:r w:rsidRPr="00AC00B2">
        <w:instrText>Range</w:instrText>
      </w:r>
      <w:r>
        <w:instrText xml:space="preserve">" </w:instrText>
      </w:r>
      <w:r>
        <w:rPr>
          <w:lang w:eastAsia="en-GB"/>
        </w:rPr>
        <w:fldChar w:fldCharType="end"/>
      </w:r>
      <w:r w:rsidR="00FE3333">
        <w:rPr>
          <w:lang w:eastAsia="en-GB"/>
        </w:rPr>
        <w:fldChar w:fldCharType="begin"/>
      </w:r>
      <w:r w:rsidR="00FE3333">
        <w:instrText xml:space="preserve"> XE "slice type:string slices start</w:instrText>
      </w:r>
      <w:r w:rsidR="00FE3333" w:rsidRPr="00AC00B2">
        <w:instrText>Range</w:instrText>
      </w:r>
      <w:r w:rsidR="00FE3333">
        <w:instrText xml:space="preserve">" </w:instrText>
      </w:r>
      <w:r w:rsidR="00FE3333">
        <w:rPr>
          <w:lang w:eastAsia="en-GB"/>
        </w:rPr>
        <w:fldChar w:fldCharType="end"/>
      </w:r>
      <w:r w:rsidR="00E26562" w:rsidRPr="00E26562">
        <w:rPr>
          <w:lang w:eastAsia="en-GB"/>
        </w:rPr>
        <w:t>String Slices</w:t>
      </w:r>
      <w:bookmarkEnd w:id="65"/>
    </w:p>
    <w:p w14:paraId="52927853" w14:textId="77777777" w:rsidR="00E26562" w:rsidRPr="00E26562" w:rsidRDefault="00E26562" w:rsidP="005D234A">
      <w:pPr>
        <w:pStyle w:val="Body"/>
        <w:rPr>
          <w:lang w:eastAsia="en-GB"/>
        </w:rPr>
      </w:pPr>
      <w:r w:rsidRPr="005D234A">
        <w:t xml:space="preserve">A </w:t>
      </w:r>
      <w:r w:rsidRPr="005D234A">
        <w:rPr>
          <w:rStyle w:val="Italic"/>
        </w:rPr>
        <w:t>string slice</w:t>
      </w:r>
      <w:r w:rsidRPr="005D234A">
        <w:t xml:space="preserve"> is a reference to part of a </w:t>
      </w:r>
      <w:r w:rsidRPr="005D234A">
        <w:rPr>
          <w:rStyle w:val="Literal"/>
        </w:rPr>
        <w:t>String</w:t>
      </w:r>
      <w:r w:rsidRPr="00E26562">
        <w:rPr>
          <w:lang w:eastAsia="en-GB"/>
        </w:rPr>
        <w:t>, and it looks like this:</w:t>
      </w:r>
    </w:p>
    <w:p w14:paraId="581ED9E6" w14:textId="77777777" w:rsidR="00E26562" w:rsidRPr="00E26562" w:rsidRDefault="00E26562" w:rsidP="005D234A">
      <w:pPr>
        <w:pStyle w:val="Code"/>
        <w:rPr>
          <w:lang w:eastAsia="en-GB"/>
        </w:rPr>
      </w:pPr>
      <w:del w:id="66" w:author="Carol Nichols" w:date="2022-08-24T09:15:00Z">
        <w:r w:rsidRPr="00E26562" w:rsidDel="00121AC3">
          <w:rPr>
            <w:lang w:eastAsia="en-GB"/>
          </w:rPr>
          <w:delText xml:space="preserve">    </w:delText>
        </w:r>
      </w:del>
      <w:r w:rsidRPr="00E26562">
        <w:rPr>
          <w:lang w:eastAsia="en-GB"/>
        </w:rPr>
        <w:t>let s = String::from("hello world");</w:t>
      </w:r>
    </w:p>
    <w:p w14:paraId="329A2CEA" w14:textId="77777777" w:rsidR="00E26562" w:rsidRPr="00E26562" w:rsidRDefault="00E26562" w:rsidP="005D234A">
      <w:pPr>
        <w:pStyle w:val="Code"/>
        <w:rPr>
          <w:lang w:eastAsia="en-GB"/>
        </w:rPr>
      </w:pPr>
    </w:p>
    <w:p w14:paraId="5FB9D71C" w14:textId="77777777" w:rsidR="00E26562" w:rsidRPr="00E26562" w:rsidRDefault="00E26562" w:rsidP="005D234A">
      <w:pPr>
        <w:pStyle w:val="Code"/>
        <w:rPr>
          <w:lang w:eastAsia="en-GB"/>
        </w:rPr>
      </w:pPr>
      <w:del w:id="67" w:author="Carol Nichols" w:date="2022-08-24T09:15:00Z">
        <w:r w:rsidRPr="00E26562" w:rsidDel="00121AC3">
          <w:rPr>
            <w:lang w:eastAsia="en-GB"/>
          </w:rPr>
          <w:delText xml:space="preserve">    </w:delText>
        </w:r>
      </w:del>
      <w:r w:rsidRPr="00E26562">
        <w:rPr>
          <w:lang w:eastAsia="en-GB"/>
        </w:rPr>
        <w:t>let hello = &amp;s[0..5];</w:t>
      </w:r>
    </w:p>
    <w:p w14:paraId="777E3FA9" w14:textId="77777777" w:rsidR="00E26562" w:rsidRPr="00E26562" w:rsidRDefault="00E26562" w:rsidP="005D234A">
      <w:pPr>
        <w:pStyle w:val="Code"/>
        <w:rPr>
          <w:lang w:eastAsia="en-GB"/>
        </w:rPr>
      </w:pPr>
      <w:del w:id="68" w:author="Carol Nichols" w:date="2022-08-24T09:15:00Z">
        <w:r w:rsidRPr="00E26562" w:rsidDel="00121AC3">
          <w:rPr>
            <w:lang w:eastAsia="en-GB"/>
          </w:rPr>
          <w:delText xml:space="preserve">    </w:delText>
        </w:r>
      </w:del>
      <w:r w:rsidRPr="00E26562">
        <w:rPr>
          <w:lang w:eastAsia="en-GB"/>
        </w:rPr>
        <w:t>let world = &amp;s[6..11];</w:t>
      </w:r>
    </w:p>
    <w:p w14:paraId="415D2537" w14:textId="5D546EDE" w:rsidR="00E26562" w:rsidRPr="00E26562" w:rsidRDefault="00E26562" w:rsidP="005D234A">
      <w:pPr>
        <w:pStyle w:val="Body"/>
        <w:rPr>
          <w:lang w:eastAsia="en-GB"/>
        </w:rPr>
      </w:pPr>
      <w:r w:rsidRPr="005D234A">
        <w:t xml:space="preserve">Rather than a reference to the entire </w:t>
      </w:r>
      <w:r w:rsidRPr="005D234A">
        <w:rPr>
          <w:rStyle w:val="Literal"/>
        </w:rPr>
        <w:t>String</w:t>
      </w:r>
      <w:r w:rsidRPr="005D234A">
        <w:t xml:space="preserve">, </w:t>
      </w:r>
      <w:r w:rsidRPr="005D234A">
        <w:rPr>
          <w:rStyle w:val="Literal"/>
        </w:rPr>
        <w:t>hello</w:t>
      </w:r>
      <w:r w:rsidRPr="005D234A">
        <w:t xml:space="preserve"> is a reference to a</w:t>
      </w:r>
      <w:r w:rsidR="00367A2E">
        <w:t xml:space="preserve"> </w:t>
      </w:r>
      <w:r w:rsidRPr="005D234A">
        <w:t xml:space="preserve">portion of the </w:t>
      </w:r>
      <w:r w:rsidRPr="005D234A">
        <w:rPr>
          <w:rStyle w:val="Literal"/>
        </w:rPr>
        <w:t>String</w:t>
      </w:r>
      <w:r w:rsidRPr="005D234A">
        <w:t xml:space="preserve">, specified in the extra </w:t>
      </w:r>
      <w:r w:rsidRPr="005D234A">
        <w:rPr>
          <w:rStyle w:val="Literal"/>
        </w:rPr>
        <w:t>[0..5]</w:t>
      </w:r>
      <w:r w:rsidRPr="005D234A">
        <w:t xml:space="preserve"> bit. We create slices</w:t>
      </w:r>
      <w:r w:rsidR="00367A2E">
        <w:t xml:space="preserve"> </w:t>
      </w:r>
      <w:r w:rsidRPr="005D234A">
        <w:t xml:space="preserve">using a range within brackets by specifying </w:t>
      </w:r>
      <w:r w:rsidRPr="005D234A">
        <w:rPr>
          <w:rStyle w:val="Literal"/>
        </w:rPr>
        <w:t>[starting_index..ending_index]</w:t>
      </w:r>
      <w:r w:rsidRPr="005D234A">
        <w:t>,</w:t>
      </w:r>
      <w:r w:rsidR="00367A2E">
        <w:t xml:space="preserve"> </w:t>
      </w:r>
      <w:r w:rsidRPr="005D234A">
        <w:t xml:space="preserve">where </w:t>
      </w:r>
      <w:r w:rsidRPr="005D234A">
        <w:rPr>
          <w:rStyle w:val="Literal"/>
        </w:rPr>
        <w:t>starting_index</w:t>
      </w:r>
      <w:r w:rsidRPr="005D234A">
        <w:t xml:space="preserve"> is the first position in the slice and </w:t>
      </w:r>
      <w:r w:rsidRPr="005D234A">
        <w:rPr>
          <w:rStyle w:val="Literal"/>
        </w:rPr>
        <w:t>ending_index</w:t>
      </w:r>
      <w:r w:rsidRPr="005D234A">
        <w:t xml:space="preserve"> is</w:t>
      </w:r>
      <w:r w:rsidR="00367A2E">
        <w:t xml:space="preserve"> </w:t>
      </w:r>
      <w:r w:rsidRPr="005D234A">
        <w:t>one more than the last position in the slice. Internally, the slice data</w:t>
      </w:r>
      <w:r w:rsidR="00367A2E">
        <w:t xml:space="preserve"> </w:t>
      </w:r>
      <w:r w:rsidRPr="005D234A">
        <w:t>structure stores the starting position and the length of the slice, which</w:t>
      </w:r>
      <w:r w:rsidR="00367A2E">
        <w:t xml:space="preserve"> </w:t>
      </w:r>
      <w:r w:rsidRPr="005D234A">
        <w:t xml:space="preserve">corresponds to </w:t>
      </w:r>
      <w:r w:rsidRPr="005D234A">
        <w:rPr>
          <w:rStyle w:val="Literal"/>
        </w:rPr>
        <w:t>ending_index</w:t>
      </w:r>
      <w:r w:rsidRPr="005D234A">
        <w:t xml:space="preserve"> minus </w:t>
      </w:r>
      <w:r w:rsidRPr="005D234A">
        <w:rPr>
          <w:rStyle w:val="Literal"/>
        </w:rPr>
        <w:t>starting_index</w:t>
      </w:r>
      <w:r w:rsidRPr="005D234A">
        <w:t>. So</w:t>
      </w:r>
      <w:r w:rsidR="00A1397E">
        <w:t>,</w:t>
      </w:r>
      <w:r w:rsidRPr="005D234A">
        <w:t xml:space="preserve"> in the case of </w:t>
      </w:r>
      <w:r w:rsidRPr="005D234A">
        <w:rPr>
          <w:rStyle w:val="Literal"/>
        </w:rPr>
        <w:t>let world = &amp;s[6..11];</w:t>
      </w:r>
      <w:r w:rsidRPr="005D234A">
        <w:t xml:space="preserve">, </w:t>
      </w:r>
      <w:r w:rsidRPr="005D234A">
        <w:rPr>
          <w:rStyle w:val="Literal"/>
        </w:rPr>
        <w:t>world</w:t>
      </w:r>
      <w:r w:rsidRPr="005D234A">
        <w:t xml:space="preserve"> would be a slice that contains a pointer to the</w:t>
      </w:r>
      <w:r w:rsidR="00367A2E">
        <w:t xml:space="preserve"> </w:t>
      </w:r>
      <w:r w:rsidRPr="005D234A">
        <w:t xml:space="preserve">byte at index 6 of </w:t>
      </w:r>
      <w:r w:rsidRPr="005D234A">
        <w:rPr>
          <w:rStyle w:val="Literal"/>
        </w:rPr>
        <w:t>s</w:t>
      </w:r>
      <w:r w:rsidRPr="00E26562">
        <w:rPr>
          <w:lang w:eastAsia="en-GB"/>
        </w:rPr>
        <w:t xml:space="preserve"> with a length value of </w:t>
      </w:r>
      <w:r w:rsidRPr="00F46025">
        <w:rPr>
          <w:rStyle w:val="Literal"/>
        </w:rPr>
        <w:t>5</w:t>
      </w:r>
      <w:r w:rsidRPr="00E26562">
        <w:rPr>
          <w:lang w:eastAsia="en-GB"/>
        </w:rPr>
        <w:t>.</w:t>
      </w:r>
    </w:p>
    <w:p w14:paraId="42AD493D" w14:textId="1CE46281" w:rsidR="00E26562" w:rsidRDefault="00E26562" w:rsidP="0086484D">
      <w:pPr>
        <w:pStyle w:val="Body"/>
        <w:rPr>
          <w:lang w:eastAsia="en-GB"/>
        </w:rPr>
      </w:pPr>
      <w:r w:rsidRPr="00E26562">
        <w:rPr>
          <w:lang w:eastAsia="en-GB"/>
        </w:rPr>
        <w:t>Figure 4-6 shows this in a diagram.</w:t>
      </w:r>
    </w:p>
    <w:p w14:paraId="00A3C1AA" w14:textId="5902A497" w:rsidR="00402BF4" w:rsidRPr="00E26562" w:rsidRDefault="00402BF4" w:rsidP="00402BF4">
      <w:pPr>
        <w:pStyle w:val="GraphicSlug"/>
        <w:rPr>
          <w:lang w:eastAsia="en-GB"/>
        </w:rPr>
      </w:pPr>
      <w:r>
        <w:rPr>
          <w:lang w:eastAsia="en-GB"/>
        </w:rPr>
        <w:lastRenderedPageBreak/>
        <w:t>[f04006.</w:t>
      </w:r>
      <w:r w:rsidR="004531E0">
        <w:rPr>
          <w:lang w:eastAsia="en-GB"/>
        </w:rPr>
        <w:t>eps</w:t>
      </w:r>
      <w:r>
        <w:rPr>
          <w:lang w:eastAsia="en-GB"/>
        </w:rPr>
        <w:t>]</w:t>
      </w:r>
      <w:r w:rsidR="0020482D" w:rsidRPr="00CC18E0">
        <w:rPr>
          <w:rStyle w:val="AltText"/>
        </w:rPr>
        <w:t>&lt;&lt;</w:t>
      </w:r>
      <w:r w:rsidR="0020482D">
        <w:rPr>
          <w:rStyle w:val="AltText"/>
        </w:rPr>
        <w:t>Three tables: a table representing the stack data of s, which points to the byte at index 0 in a table of the string data "hello world" on the heap. The third table represents the stack data of the slice world</w:t>
      </w:r>
      <w:r w:rsidR="003D1259">
        <w:rPr>
          <w:rStyle w:val="AltText"/>
        </w:rPr>
        <w:t>,</w:t>
      </w:r>
      <w:r w:rsidR="003D1259" w:rsidRPr="003D1259">
        <w:rPr>
          <w:rStyle w:val="AltText"/>
        </w:rPr>
        <w:t xml:space="preserve"> </w:t>
      </w:r>
      <w:r w:rsidR="003D1259">
        <w:rPr>
          <w:rStyle w:val="AltText"/>
        </w:rPr>
        <w:t>which has a length value of 5 and</w:t>
      </w:r>
      <w:r w:rsidR="0020482D">
        <w:rPr>
          <w:rStyle w:val="AltText"/>
        </w:rPr>
        <w:t xml:space="preserve"> points to byte 6 of the heap data table.</w:t>
      </w:r>
      <w:r w:rsidR="0020482D" w:rsidRPr="00CC18E0">
        <w:rPr>
          <w:rStyle w:val="AltText"/>
        </w:rPr>
        <w:t>&gt;&gt;</w:t>
      </w:r>
    </w:p>
    <w:p w14:paraId="0CDF8F71" w14:textId="7083E1AA" w:rsidR="00E26562" w:rsidRPr="00E26562" w:rsidRDefault="00E26562" w:rsidP="00412557">
      <w:pPr>
        <w:pStyle w:val="CaptionLine"/>
        <w:rPr>
          <w:lang w:eastAsia="en-GB"/>
        </w:rPr>
      </w:pPr>
      <w:r w:rsidRPr="005D234A">
        <w:t xml:space="preserve">String slice referring to part of a </w:t>
      </w:r>
      <w:r w:rsidRPr="005D234A">
        <w:rPr>
          <w:rStyle w:val="Literal"/>
        </w:rPr>
        <w:t>String</w:t>
      </w:r>
    </w:p>
    <w:p w14:paraId="778E9333" w14:textId="4E1C822A" w:rsidR="00E26562" w:rsidRPr="00E26562" w:rsidRDefault="00E26562" w:rsidP="005D234A">
      <w:pPr>
        <w:pStyle w:val="Body"/>
        <w:rPr>
          <w:lang w:eastAsia="en-GB"/>
        </w:rPr>
      </w:pPr>
      <w:r w:rsidRPr="00E26562">
        <w:rPr>
          <w:lang w:eastAsia="en-GB"/>
        </w:rPr>
        <w:t xml:space="preserve">With Rust’s </w:t>
      </w:r>
      <w:r w:rsidRPr="005D234A">
        <w:rPr>
          <w:rStyle w:val="Literal"/>
        </w:rPr>
        <w:t>..</w:t>
      </w:r>
      <w:r w:rsidRPr="00E26562">
        <w:rPr>
          <w:lang w:eastAsia="en-GB"/>
        </w:rPr>
        <w:t xml:space="preserve"> range syntax, if you want to start at index </w:t>
      </w:r>
      <w:r w:rsidR="00F46025">
        <w:rPr>
          <w:lang w:eastAsia="en-GB"/>
        </w:rPr>
        <w:t>0</w:t>
      </w:r>
      <w:r w:rsidRPr="00E26562">
        <w:rPr>
          <w:lang w:eastAsia="en-GB"/>
        </w:rPr>
        <w:t>, you can drop</w:t>
      </w:r>
      <w:r w:rsidR="00367A2E">
        <w:rPr>
          <w:lang w:eastAsia="en-GB"/>
        </w:rPr>
        <w:t xml:space="preserve"> </w:t>
      </w:r>
      <w:r w:rsidRPr="00E26562">
        <w:rPr>
          <w:lang w:eastAsia="en-GB"/>
        </w:rPr>
        <w:t>the value before the two periods. In other words, these are equal:</w:t>
      </w:r>
    </w:p>
    <w:p w14:paraId="33B211BA" w14:textId="77777777" w:rsidR="00E26562" w:rsidRPr="00E26562" w:rsidRDefault="00E26562" w:rsidP="005D234A">
      <w:pPr>
        <w:pStyle w:val="Code"/>
        <w:rPr>
          <w:lang w:eastAsia="en-GB"/>
        </w:rPr>
      </w:pPr>
      <w:r w:rsidRPr="00E26562">
        <w:rPr>
          <w:lang w:eastAsia="en-GB"/>
        </w:rPr>
        <w:t>let s = String::from("hello");</w:t>
      </w:r>
    </w:p>
    <w:p w14:paraId="515ECC55" w14:textId="77777777" w:rsidR="00E26562" w:rsidRPr="00E26562" w:rsidRDefault="00E26562" w:rsidP="005D234A">
      <w:pPr>
        <w:pStyle w:val="Code"/>
        <w:rPr>
          <w:lang w:eastAsia="en-GB"/>
        </w:rPr>
      </w:pPr>
    </w:p>
    <w:p w14:paraId="3CD1C8D3" w14:textId="77777777" w:rsidR="00E26562" w:rsidRPr="00E26562" w:rsidRDefault="00E26562" w:rsidP="005D234A">
      <w:pPr>
        <w:pStyle w:val="Code"/>
        <w:rPr>
          <w:lang w:eastAsia="en-GB"/>
        </w:rPr>
      </w:pPr>
      <w:r w:rsidRPr="00E26562">
        <w:rPr>
          <w:lang w:eastAsia="en-GB"/>
        </w:rPr>
        <w:t>let slice = &amp;s[0..2];</w:t>
      </w:r>
    </w:p>
    <w:p w14:paraId="5712085D" w14:textId="77777777" w:rsidR="00E26562" w:rsidRPr="00E26562" w:rsidRDefault="00E26562" w:rsidP="005D234A">
      <w:pPr>
        <w:pStyle w:val="Code"/>
        <w:rPr>
          <w:lang w:eastAsia="en-GB"/>
        </w:rPr>
      </w:pPr>
      <w:r w:rsidRPr="00E26562">
        <w:rPr>
          <w:lang w:eastAsia="en-GB"/>
        </w:rPr>
        <w:t>let slice = &amp;s[..2];</w:t>
      </w:r>
    </w:p>
    <w:p w14:paraId="69D7BD16" w14:textId="7806A9FD" w:rsidR="00E26562" w:rsidRPr="00E26562" w:rsidRDefault="00E26562" w:rsidP="005D234A">
      <w:pPr>
        <w:pStyle w:val="Body"/>
        <w:rPr>
          <w:lang w:eastAsia="en-GB"/>
        </w:rPr>
      </w:pPr>
      <w:r w:rsidRPr="005D234A">
        <w:t xml:space="preserve">By the same token, if your slice includes the last byte of the </w:t>
      </w:r>
      <w:r w:rsidRPr="005D234A">
        <w:rPr>
          <w:rStyle w:val="Literal"/>
        </w:rPr>
        <w:t>String</w:t>
      </w:r>
      <w:r w:rsidRPr="00E26562">
        <w:rPr>
          <w:lang w:eastAsia="en-GB"/>
        </w:rPr>
        <w:t>, you</w:t>
      </w:r>
      <w:r w:rsidR="00367A2E">
        <w:rPr>
          <w:lang w:eastAsia="en-GB"/>
        </w:rPr>
        <w:t xml:space="preserve"> </w:t>
      </w:r>
      <w:r w:rsidRPr="00E26562">
        <w:rPr>
          <w:lang w:eastAsia="en-GB"/>
        </w:rPr>
        <w:t>can drop the trailing number. That means these are equal:</w:t>
      </w:r>
    </w:p>
    <w:p w14:paraId="147DE503" w14:textId="77777777" w:rsidR="00E26562" w:rsidRPr="00E26562" w:rsidRDefault="00E26562" w:rsidP="005D234A">
      <w:pPr>
        <w:pStyle w:val="Code"/>
        <w:rPr>
          <w:lang w:eastAsia="en-GB"/>
        </w:rPr>
      </w:pPr>
      <w:r w:rsidRPr="00E26562">
        <w:rPr>
          <w:lang w:eastAsia="en-GB"/>
        </w:rPr>
        <w:t>let s = String::from("hello");</w:t>
      </w:r>
    </w:p>
    <w:p w14:paraId="3CC76CC5" w14:textId="77777777" w:rsidR="00E26562" w:rsidRPr="00E26562" w:rsidRDefault="00E26562" w:rsidP="005D234A">
      <w:pPr>
        <w:pStyle w:val="Code"/>
        <w:rPr>
          <w:lang w:eastAsia="en-GB"/>
        </w:rPr>
      </w:pPr>
    </w:p>
    <w:p w14:paraId="49A4A2C0" w14:textId="77777777" w:rsidR="00E26562" w:rsidRPr="00E26562" w:rsidRDefault="00E26562" w:rsidP="005D234A">
      <w:pPr>
        <w:pStyle w:val="Code"/>
        <w:rPr>
          <w:lang w:eastAsia="en-GB"/>
        </w:rPr>
      </w:pPr>
      <w:r w:rsidRPr="00E26562">
        <w:rPr>
          <w:lang w:eastAsia="en-GB"/>
        </w:rPr>
        <w:t>let len = s.len();</w:t>
      </w:r>
    </w:p>
    <w:p w14:paraId="4C0469C7" w14:textId="77777777" w:rsidR="00E26562" w:rsidRPr="00E26562" w:rsidRDefault="00E26562" w:rsidP="005D234A">
      <w:pPr>
        <w:pStyle w:val="Code"/>
        <w:rPr>
          <w:lang w:eastAsia="en-GB"/>
        </w:rPr>
      </w:pPr>
    </w:p>
    <w:p w14:paraId="605AE2D0" w14:textId="77777777" w:rsidR="00E26562" w:rsidRPr="00E26562" w:rsidRDefault="00E26562" w:rsidP="005D234A">
      <w:pPr>
        <w:pStyle w:val="Code"/>
        <w:rPr>
          <w:lang w:eastAsia="en-GB"/>
        </w:rPr>
      </w:pPr>
      <w:r w:rsidRPr="00E26562">
        <w:rPr>
          <w:lang w:eastAsia="en-GB"/>
        </w:rPr>
        <w:t>let slice = &amp;s[3..len];</w:t>
      </w:r>
    </w:p>
    <w:p w14:paraId="19BC3881" w14:textId="77777777" w:rsidR="00E26562" w:rsidRPr="00E26562" w:rsidRDefault="00E26562" w:rsidP="005D234A">
      <w:pPr>
        <w:pStyle w:val="Code"/>
        <w:rPr>
          <w:lang w:eastAsia="en-GB"/>
        </w:rPr>
      </w:pPr>
      <w:r w:rsidRPr="00E26562">
        <w:rPr>
          <w:lang w:eastAsia="en-GB"/>
        </w:rPr>
        <w:t>let slice = &amp;s[3..];</w:t>
      </w:r>
    </w:p>
    <w:p w14:paraId="64D078C4" w14:textId="468BC87A" w:rsidR="00E26562" w:rsidRPr="00E26562" w:rsidRDefault="00E26562" w:rsidP="005D234A">
      <w:pPr>
        <w:pStyle w:val="Body"/>
        <w:rPr>
          <w:lang w:eastAsia="en-GB"/>
        </w:rPr>
      </w:pPr>
      <w:r w:rsidRPr="00E26562">
        <w:rPr>
          <w:lang w:eastAsia="en-GB"/>
        </w:rPr>
        <w:t>You can also drop both values to take a slice of the entire string. So these</w:t>
      </w:r>
      <w:r w:rsidR="00367A2E">
        <w:rPr>
          <w:lang w:eastAsia="en-GB"/>
        </w:rPr>
        <w:t xml:space="preserve"> </w:t>
      </w:r>
      <w:r w:rsidRPr="00E26562">
        <w:rPr>
          <w:lang w:eastAsia="en-GB"/>
        </w:rPr>
        <w:t>are equal:</w:t>
      </w:r>
    </w:p>
    <w:p w14:paraId="2CB5D11E" w14:textId="77777777" w:rsidR="00E26562" w:rsidRPr="00E26562" w:rsidRDefault="00E26562" w:rsidP="005D234A">
      <w:pPr>
        <w:pStyle w:val="Code"/>
        <w:rPr>
          <w:lang w:eastAsia="en-GB"/>
        </w:rPr>
      </w:pPr>
      <w:r w:rsidRPr="00E26562">
        <w:rPr>
          <w:lang w:eastAsia="en-GB"/>
        </w:rPr>
        <w:t>let s = String::from("hello");</w:t>
      </w:r>
    </w:p>
    <w:p w14:paraId="5624448A" w14:textId="77777777" w:rsidR="00E26562" w:rsidRPr="00E26562" w:rsidRDefault="00E26562" w:rsidP="005D234A">
      <w:pPr>
        <w:pStyle w:val="Code"/>
        <w:rPr>
          <w:lang w:eastAsia="en-GB"/>
        </w:rPr>
      </w:pPr>
    </w:p>
    <w:p w14:paraId="48663767" w14:textId="77777777" w:rsidR="00E26562" w:rsidRPr="00E26562" w:rsidRDefault="00E26562" w:rsidP="005D234A">
      <w:pPr>
        <w:pStyle w:val="Code"/>
        <w:rPr>
          <w:lang w:eastAsia="en-GB"/>
        </w:rPr>
      </w:pPr>
      <w:r w:rsidRPr="00E26562">
        <w:rPr>
          <w:lang w:eastAsia="en-GB"/>
        </w:rPr>
        <w:t>let len = s.len();</w:t>
      </w:r>
    </w:p>
    <w:p w14:paraId="14683905" w14:textId="77777777" w:rsidR="00E26562" w:rsidRPr="00E26562" w:rsidRDefault="00E26562" w:rsidP="005D234A">
      <w:pPr>
        <w:pStyle w:val="Code"/>
        <w:rPr>
          <w:lang w:eastAsia="en-GB"/>
        </w:rPr>
      </w:pPr>
    </w:p>
    <w:p w14:paraId="7D603D0B" w14:textId="77777777" w:rsidR="00E26562" w:rsidRPr="00E26562" w:rsidRDefault="00E26562" w:rsidP="005D234A">
      <w:pPr>
        <w:pStyle w:val="Code"/>
        <w:rPr>
          <w:lang w:eastAsia="en-GB"/>
        </w:rPr>
      </w:pPr>
      <w:r w:rsidRPr="00E26562">
        <w:rPr>
          <w:lang w:eastAsia="en-GB"/>
        </w:rPr>
        <w:t>let slice = &amp;s[0..len];</w:t>
      </w:r>
    </w:p>
    <w:p w14:paraId="7012D318" w14:textId="77777777" w:rsidR="00E26562" w:rsidRPr="00E26562" w:rsidRDefault="00E26562" w:rsidP="005D234A">
      <w:pPr>
        <w:pStyle w:val="Code"/>
        <w:rPr>
          <w:lang w:eastAsia="en-GB"/>
        </w:rPr>
      </w:pPr>
      <w:r w:rsidRPr="00E26562">
        <w:rPr>
          <w:lang w:eastAsia="en-GB"/>
        </w:rPr>
        <w:t>let slice = &amp;s[..];</w:t>
      </w:r>
    </w:p>
    <w:p w14:paraId="1D39228D" w14:textId="2DF74D48" w:rsidR="00E26562" w:rsidRPr="00CC18E0" w:rsidRDefault="00E26562" w:rsidP="005D234A">
      <w:pPr>
        <w:pStyle w:val="Note"/>
      </w:pPr>
      <w:r w:rsidRPr="00402BF4">
        <w:rPr>
          <w:rStyle w:val="NoteHead"/>
        </w:rPr>
        <w:t>Note</w:t>
      </w:r>
      <w:r w:rsidR="00336608">
        <w:rPr>
          <w:lang w:eastAsia="en-GB"/>
        </w:rPr>
        <w:tab/>
      </w:r>
      <w:r w:rsidRPr="00E26562">
        <w:rPr>
          <w:lang w:eastAsia="en-GB"/>
        </w:rPr>
        <w:t>String slice range indices must occur at valid UTF-8 character</w:t>
      </w:r>
      <w:r w:rsidR="00367A2E">
        <w:rPr>
          <w:lang w:eastAsia="en-GB"/>
        </w:rPr>
        <w:t xml:space="preserve"> </w:t>
      </w:r>
      <w:r w:rsidRPr="00E26562">
        <w:rPr>
          <w:lang w:eastAsia="en-GB"/>
        </w:rPr>
        <w:t>boundaries. If you attempt to create a string slice in the middle of a</w:t>
      </w:r>
      <w:r w:rsidR="00367A2E">
        <w:rPr>
          <w:lang w:eastAsia="en-GB"/>
        </w:rPr>
        <w:t xml:space="preserve"> </w:t>
      </w:r>
      <w:r w:rsidRPr="00E26562">
        <w:rPr>
          <w:lang w:eastAsia="en-GB"/>
        </w:rPr>
        <w:t>multibyte character, your program will exit with an error. For the purposes</w:t>
      </w:r>
      <w:r w:rsidR="00367A2E">
        <w:rPr>
          <w:lang w:eastAsia="en-GB"/>
        </w:rPr>
        <w:t xml:space="preserve"> </w:t>
      </w:r>
      <w:r w:rsidRPr="00E26562">
        <w:rPr>
          <w:lang w:eastAsia="en-GB"/>
        </w:rPr>
        <w:t>of introducing string slices, we are assuming ASCII only in this section; a</w:t>
      </w:r>
      <w:r w:rsidR="00367A2E">
        <w:rPr>
          <w:lang w:eastAsia="en-GB"/>
        </w:rPr>
        <w:t xml:space="preserve"> </w:t>
      </w:r>
      <w:r w:rsidRPr="00E26562">
        <w:rPr>
          <w:lang w:eastAsia="en-GB"/>
        </w:rPr>
        <w:t xml:space="preserve">more thorough discussion of UTF-8 handling is in </w:t>
      </w:r>
      <w:r w:rsidRPr="00402BF4">
        <w:rPr>
          <w:rStyle w:val="Xref"/>
        </w:rPr>
        <w:t>“Storing UTF-8 Encoded</w:t>
      </w:r>
      <w:r w:rsidR="00367A2E" w:rsidRPr="00402BF4">
        <w:rPr>
          <w:rStyle w:val="Xref"/>
        </w:rPr>
        <w:t xml:space="preserve"> </w:t>
      </w:r>
      <w:r w:rsidRPr="00402BF4">
        <w:rPr>
          <w:rStyle w:val="Xref"/>
        </w:rPr>
        <w:t>Text with Strings”</w:t>
      </w:r>
      <w:r w:rsidRPr="00CC18E0">
        <w:t xml:space="preserve"> </w:t>
      </w:r>
      <w:r w:rsidR="00BC59AD">
        <w:t xml:space="preserve">on </w:t>
      </w:r>
      <w:r w:rsidR="00BC59AD" w:rsidRPr="00CC18E0">
        <w:rPr>
          <w:rStyle w:val="Xref"/>
        </w:rPr>
        <w:t>page XX</w:t>
      </w:r>
      <w:r w:rsidRPr="00CC18E0">
        <w:t>.</w:t>
      </w:r>
    </w:p>
    <w:p w14:paraId="33EF452E" w14:textId="6838AFE2" w:rsidR="00E26562" w:rsidRPr="00E26562" w:rsidRDefault="00E26562" w:rsidP="005D234A">
      <w:pPr>
        <w:pStyle w:val="Body"/>
        <w:rPr>
          <w:lang w:eastAsia="en-GB"/>
        </w:rPr>
      </w:pPr>
      <w:r w:rsidRPr="005D234A">
        <w:t xml:space="preserve">With all this information in mind, let’s rewrite </w:t>
      </w:r>
      <w:r w:rsidRPr="005D234A">
        <w:rPr>
          <w:rStyle w:val="Literal"/>
        </w:rPr>
        <w:t>first_word</w:t>
      </w:r>
      <w:r w:rsidRPr="005D234A">
        <w:t xml:space="preserve"> to return a</w:t>
      </w:r>
      <w:r w:rsidR="00367A2E">
        <w:t xml:space="preserve"> </w:t>
      </w:r>
      <w:r w:rsidRPr="005D234A">
        <w:t xml:space="preserve">slice. The type that signifies “string slice” is written as </w:t>
      </w:r>
      <w:r w:rsidRPr="005D234A">
        <w:rPr>
          <w:rStyle w:val="Literal"/>
        </w:rPr>
        <w:t>&amp;str</w:t>
      </w:r>
      <w:r w:rsidRPr="00E26562">
        <w:rPr>
          <w:lang w:eastAsia="en-GB"/>
        </w:rPr>
        <w:t>:</w:t>
      </w:r>
    </w:p>
    <w:p w14:paraId="7D3DB3E6" w14:textId="068C10B1" w:rsidR="00E26562" w:rsidRPr="00E26562" w:rsidRDefault="00E26562" w:rsidP="00DF3679">
      <w:pPr>
        <w:pStyle w:val="CodeLabel"/>
        <w:rPr>
          <w:lang w:eastAsia="en-GB"/>
        </w:rPr>
      </w:pPr>
      <w:r w:rsidRPr="00E26562">
        <w:rPr>
          <w:lang w:eastAsia="en-GB"/>
        </w:rPr>
        <w:t>src/main.rs</w:t>
      </w:r>
    </w:p>
    <w:p w14:paraId="432B759E" w14:textId="77777777" w:rsidR="00E26562" w:rsidRPr="00CC18E0" w:rsidRDefault="00E26562" w:rsidP="005D234A">
      <w:pPr>
        <w:pStyle w:val="Code"/>
        <w:rPr>
          <w:rStyle w:val="LiteralGray"/>
        </w:rPr>
      </w:pPr>
      <w:r w:rsidRPr="00CC18E0">
        <w:rPr>
          <w:rStyle w:val="LiteralGray"/>
        </w:rPr>
        <w:t>fn first_word(s: &amp;String) -&gt;</w:t>
      </w:r>
      <w:r w:rsidRPr="00E26562">
        <w:rPr>
          <w:lang w:eastAsia="en-GB"/>
        </w:rPr>
        <w:t xml:space="preserve"> &amp;str </w:t>
      </w:r>
      <w:r w:rsidRPr="00CC18E0">
        <w:rPr>
          <w:rStyle w:val="LiteralGray"/>
        </w:rPr>
        <w:t>{</w:t>
      </w:r>
    </w:p>
    <w:p w14:paraId="754BFA00" w14:textId="77777777" w:rsidR="00E26562" w:rsidRPr="00CC18E0" w:rsidRDefault="00E26562" w:rsidP="005D234A">
      <w:pPr>
        <w:pStyle w:val="Code"/>
        <w:rPr>
          <w:rStyle w:val="LiteralGray"/>
        </w:rPr>
      </w:pPr>
      <w:r w:rsidRPr="00CC18E0">
        <w:rPr>
          <w:rStyle w:val="LiteralGray"/>
        </w:rPr>
        <w:t xml:space="preserve">    let bytes = s.as_bytes();</w:t>
      </w:r>
    </w:p>
    <w:p w14:paraId="7EC2B667" w14:textId="77777777" w:rsidR="00E26562" w:rsidRPr="00E26562" w:rsidRDefault="00E26562" w:rsidP="005D234A">
      <w:pPr>
        <w:pStyle w:val="Code"/>
        <w:rPr>
          <w:lang w:eastAsia="en-GB"/>
        </w:rPr>
      </w:pPr>
    </w:p>
    <w:p w14:paraId="0EDC768C" w14:textId="77777777" w:rsidR="00E26562" w:rsidRPr="00CC18E0" w:rsidRDefault="00E26562" w:rsidP="005D234A">
      <w:pPr>
        <w:pStyle w:val="Code"/>
        <w:rPr>
          <w:rStyle w:val="LiteralGray"/>
        </w:rPr>
      </w:pPr>
      <w:r w:rsidRPr="00E26562">
        <w:rPr>
          <w:lang w:eastAsia="en-GB"/>
        </w:rPr>
        <w:t xml:space="preserve">    </w:t>
      </w:r>
      <w:r w:rsidRPr="00CC18E0">
        <w:rPr>
          <w:rStyle w:val="LiteralGray"/>
        </w:rPr>
        <w:t>for (i, &amp;item) in bytes.iter().enumerate() {</w:t>
      </w:r>
    </w:p>
    <w:p w14:paraId="3ABC8657" w14:textId="77777777" w:rsidR="00E26562" w:rsidRPr="00CC18E0" w:rsidRDefault="00E26562" w:rsidP="005D234A">
      <w:pPr>
        <w:pStyle w:val="Code"/>
        <w:rPr>
          <w:rStyle w:val="LiteralGray"/>
        </w:rPr>
      </w:pPr>
      <w:r w:rsidRPr="00E26562">
        <w:rPr>
          <w:lang w:eastAsia="en-GB"/>
        </w:rPr>
        <w:t xml:space="preserve">        </w:t>
      </w:r>
      <w:r w:rsidRPr="00CC18E0">
        <w:rPr>
          <w:rStyle w:val="LiteralGray"/>
        </w:rPr>
        <w:t>if item == b' ' {</w:t>
      </w:r>
    </w:p>
    <w:p w14:paraId="6D7A9B42" w14:textId="77777777" w:rsidR="00E26562" w:rsidRPr="00E26562" w:rsidRDefault="00E26562" w:rsidP="005D234A">
      <w:pPr>
        <w:pStyle w:val="Code"/>
        <w:rPr>
          <w:lang w:eastAsia="en-GB"/>
        </w:rPr>
      </w:pPr>
      <w:r w:rsidRPr="00E26562">
        <w:rPr>
          <w:lang w:eastAsia="en-GB"/>
        </w:rPr>
        <w:t xml:space="preserve">            return &amp;s[0..i];</w:t>
      </w:r>
    </w:p>
    <w:p w14:paraId="13A32326" w14:textId="77777777" w:rsidR="00E26562" w:rsidRPr="00CC18E0" w:rsidRDefault="00E26562" w:rsidP="005D234A">
      <w:pPr>
        <w:pStyle w:val="Code"/>
        <w:rPr>
          <w:rStyle w:val="LiteralGray"/>
        </w:rPr>
      </w:pPr>
      <w:r w:rsidRPr="00E26562">
        <w:rPr>
          <w:lang w:eastAsia="en-GB"/>
        </w:rPr>
        <w:t xml:space="preserve">        </w:t>
      </w:r>
      <w:r w:rsidRPr="00CC18E0">
        <w:rPr>
          <w:rStyle w:val="LiteralGray"/>
        </w:rPr>
        <w:t>}</w:t>
      </w:r>
    </w:p>
    <w:p w14:paraId="74881921" w14:textId="77777777" w:rsidR="00E26562" w:rsidRPr="00CC18E0" w:rsidRDefault="00E26562" w:rsidP="005D234A">
      <w:pPr>
        <w:pStyle w:val="Code"/>
        <w:rPr>
          <w:rStyle w:val="LiteralGray"/>
        </w:rPr>
      </w:pPr>
      <w:r w:rsidRPr="00CC18E0">
        <w:rPr>
          <w:rStyle w:val="LiteralGray"/>
        </w:rPr>
        <w:t xml:space="preserve">    }</w:t>
      </w:r>
    </w:p>
    <w:p w14:paraId="24390D43" w14:textId="77777777" w:rsidR="00E26562" w:rsidRPr="00E26562" w:rsidRDefault="00E26562" w:rsidP="005D234A">
      <w:pPr>
        <w:pStyle w:val="Code"/>
        <w:rPr>
          <w:lang w:eastAsia="en-GB"/>
        </w:rPr>
      </w:pPr>
    </w:p>
    <w:p w14:paraId="3BBE89FF" w14:textId="77777777" w:rsidR="00E26562" w:rsidRPr="00E26562" w:rsidRDefault="00E26562" w:rsidP="005D234A">
      <w:pPr>
        <w:pStyle w:val="Code"/>
        <w:rPr>
          <w:lang w:eastAsia="en-GB"/>
        </w:rPr>
      </w:pPr>
      <w:r w:rsidRPr="00E26562">
        <w:rPr>
          <w:lang w:eastAsia="en-GB"/>
        </w:rPr>
        <w:t xml:space="preserve">    &amp;s[..]</w:t>
      </w:r>
    </w:p>
    <w:p w14:paraId="17C0E07E" w14:textId="77777777" w:rsidR="00E26562" w:rsidRPr="00CC18E0" w:rsidRDefault="00E26562" w:rsidP="005D234A">
      <w:pPr>
        <w:pStyle w:val="Code"/>
        <w:rPr>
          <w:rStyle w:val="LiteralGray"/>
        </w:rPr>
      </w:pPr>
      <w:r w:rsidRPr="00CC18E0">
        <w:rPr>
          <w:rStyle w:val="LiteralGray"/>
        </w:rPr>
        <w:lastRenderedPageBreak/>
        <w:t>}</w:t>
      </w:r>
    </w:p>
    <w:p w14:paraId="5D7107FB" w14:textId="12420859" w:rsidR="00E26562" w:rsidRPr="00E26562" w:rsidRDefault="00E26562" w:rsidP="005D234A">
      <w:pPr>
        <w:pStyle w:val="Body"/>
        <w:rPr>
          <w:lang w:eastAsia="en-GB"/>
        </w:rPr>
      </w:pPr>
      <w:r w:rsidRPr="00E26562">
        <w:rPr>
          <w:lang w:eastAsia="en-GB"/>
        </w:rPr>
        <w:t>We get the index for the end of the word the same way we did in Listing</w:t>
      </w:r>
      <w:r w:rsidR="00367A2E">
        <w:rPr>
          <w:lang w:eastAsia="en-GB"/>
        </w:rPr>
        <w:t xml:space="preserve"> </w:t>
      </w:r>
      <w:r w:rsidRPr="00E26562">
        <w:rPr>
          <w:lang w:eastAsia="en-GB"/>
        </w:rPr>
        <w:t>4-7, by looking for the first occurrence of a space. When we find a space, we</w:t>
      </w:r>
      <w:r w:rsidR="00367A2E">
        <w:rPr>
          <w:lang w:eastAsia="en-GB"/>
        </w:rPr>
        <w:t xml:space="preserve"> </w:t>
      </w:r>
      <w:r w:rsidRPr="00E26562">
        <w:rPr>
          <w:lang w:eastAsia="en-GB"/>
        </w:rPr>
        <w:t>return a string slice using the start of the string and the index of the space</w:t>
      </w:r>
      <w:r w:rsidR="00367A2E">
        <w:rPr>
          <w:lang w:eastAsia="en-GB"/>
        </w:rPr>
        <w:t xml:space="preserve"> </w:t>
      </w:r>
      <w:r w:rsidRPr="00E26562">
        <w:rPr>
          <w:lang w:eastAsia="en-GB"/>
        </w:rPr>
        <w:t>as the starting and ending indices.</w:t>
      </w:r>
    </w:p>
    <w:p w14:paraId="544C0997" w14:textId="73D1A079" w:rsidR="00E26562" w:rsidRPr="00E26562" w:rsidRDefault="00E26562" w:rsidP="005D234A">
      <w:pPr>
        <w:pStyle w:val="Body"/>
        <w:rPr>
          <w:lang w:eastAsia="en-GB"/>
        </w:rPr>
      </w:pPr>
      <w:r w:rsidRPr="005D234A">
        <w:t xml:space="preserve">Now when we call </w:t>
      </w:r>
      <w:r w:rsidRPr="005D234A">
        <w:rPr>
          <w:rStyle w:val="Literal"/>
        </w:rPr>
        <w:t>first_word</w:t>
      </w:r>
      <w:r w:rsidRPr="00E26562">
        <w:rPr>
          <w:lang w:eastAsia="en-GB"/>
        </w:rPr>
        <w:t>, we get back a single value that is tied to the</w:t>
      </w:r>
      <w:r w:rsidR="00367A2E">
        <w:rPr>
          <w:lang w:eastAsia="en-GB"/>
        </w:rPr>
        <w:t xml:space="preserve"> </w:t>
      </w:r>
      <w:r w:rsidRPr="00E26562">
        <w:rPr>
          <w:lang w:eastAsia="en-GB"/>
        </w:rPr>
        <w:t>underlying data. The value is made up of a reference to the starting point of</w:t>
      </w:r>
      <w:r w:rsidR="00367A2E">
        <w:rPr>
          <w:lang w:eastAsia="en-GB"/>
        </w:rPr>
        <w:t xml:space="preserve"> </w:t>
      </w:r>
      <w:r w:rsidRPr="00E26562">
        <w:rPr>
          <w:lang w:eastAsia="en-GB"/>
        </w:rPr>
        <w:t>the slice and the number of elements in the slice.</w:t>
      </w:r>
    </w:p>
    <w:p w14:paraId="0418C4CB" w14:textId="77777777" w:rsidR="00E26562" w:rsidRPr="00E26562" w:rsidRDefault="00E26562" w:rsidP="005D234A">
      <w:pPr>
        <w:pStyle w:val="Body"/>
        <w:rPr>
          <w:lang w:eastAsia="en-GB"/>
        </w:rPr>
      </w:pPr>
      <w:r w:rsidRPr="00E26562">
        <w:rPr>
          <w:lang w:eastAsia="en-GB"/>
        </w:rPr>
        <w:t xml:space="preserve">Returning a slice would also work for a </w:t>
      </w:r>
      <w:r w:rsidRPr="005D234A">
        <w:rPr>
          <w:rStyle w:val="Literal"/>
        </w:rPr>
        <w:t>second_word</w:t>
      </w:r>
      <w:r w:rsidRPr="00E26562">
        <w:rPr>
          <w:lang w:eastAsia="en-GB"/>
        </w:rPr>
        <w:t xml:space="preserve"> function:</w:t>
      </w:r>
    </w:p>
    <w:p w14:paraId="4542588B" w14:textId="77777777" w:rsidR="00E26562" w:rsidRPr="00E26562" w:rsidRDefault="00E26562" w:rsidP="005D234A">
      <w:pPr>
        <w:pStyle w:val="Code"/>
        <w:rPr>
          <w:lang w:eastAsia="en-GB"/>
        </w:rPr>
      </w:pPr>
      <w:r w:rsidRPr="00E26562">
        <w:rPr>
          <w:lang w:eastAsia="en-GB"/>
        </w:rPr>
        <w:t>fn second_word(s: &amp;String) -&gt; &amp;str {</w:t>
      </w:r>
    </w:p>
    <w:p w14:paraId="1D4B9A33" w14:textId="0A470375" w:rsidR="00E26562" w:rsidRPr="00E26562" w:rsidRDefault="00E26562" w:rsidP="005D234A">
      <w:pPr>
        <w:pStyle w:val="Body"/>
        <w:rPr>
          <w:lang w:eastAsia="en-GB"/>
        </w:rPr>
      </w:pPr>
      <w:r w:rsidRPr="005D234A">
        <w:t>We now have a straightforward API that’s much harder to mess up because the</w:t>
      </w:r>
      <w:r w:rsidR="00367A2E">
        <w:t xml:space="preserve"> </w:t>
      </w:r>
      <w:r w:rsidRPr="005D234A">
        <w:t xml:space="preserve">compiler will ensure the references into the </w:t>
      </w:r>
      <w:r w:rsidRPr="005D234A">
        <w:rPr>
          <w:rStyle w:val="Literal"/>
        </w:rPr>
        <w:t>String</w:t>
      </w:r>
      <w:r w:rsidRPr="005D234A">
        <w:t xml:space="preserve"> remain valid. Remember</w:t>
      </w:r>
      <w:r w:rsidR="00367A2E">
        <w:t xml:space="preserve"> </w:t>
      </w:r>
      <w:r w:rsidRPr="005D234A">
        <w:t>the bug in the program in Listing 4-8, when we got the index to the end of the</w:t>
      </w:r>
      <w:r w:rsidR="00367A2E">
        <w:t xml:space="preserve"> </w:t>
      </w:r>
      <w:r w:rsidRPr="005D234A">
        <w:t>first word but then cleared the string so our index was invalid? That code was</w:t>
      </w:r>
      <w:r w:rsidR="00367A2E">
        <w:t xml:space="preserve"> </w:t>
      </w:r>
      <w:r w:rsidRPr="005D234A">
        <w:t>logically incorrect but didn’t show any immediate errors. The problems would</w:t>
      </w:r>
      <w:r w:rsidR="00367A2E">
        <w:t xml:space="preserve"> </w:t>
      </w:r>
      <w:r w:rsidRPr="005D234A">
        <w:t>show up later if we kept trying to use the first word index with an emptied</w:t>
      </w:r>
      <w:r w:rsidR="00367A2E">
        <w:t xml:space="preserve"> </w:t>
      </w:r>
      <w:r w:rsidRPr="005D234A">
        <w:t>string. Slices make this bug impossible and let us know we have a problem with</w:t>
      </w:r>
      <w:r w:rsidR="00367A2E">
        <w:t xml:space="preserve"> </w:t>
      </w:r>
      <w:r w:rsidRPr="005D234A">
        <w:t xml:space="preserve">our code much sooner. Using the slice version of </w:t>
      </w:r>
      <w:r w:rsidRPr="005D234A">
        <w:rPr>
          <w:rStyle w:val="Literal"/>
        </w:rPr>
        <w:t>first_word</w:t>
      </w:r>
      <w:r w:rsidRPr="00E26562">
        <w:rPr>
          <w:lang w:eastAsia="en-GB"/>
        </w:rPr>
        <w:t xml:space="preserve"> will throw a</w:t>
      </w:r>
      <w:r w:rsidR="00367A2E">
        <w:rPr>
          <w:lang w:eastAsia="en-GB"/>
        </w:rPr>
        <w:t xml:space="preserve"> </w:t>
      </w:r>
      <w:r w:rsidRPr="00E26562">
        <w:rPr>
          <w:lang w:eastAsia="en-GB"/>
        </w:rPr>
        <w:t>compile-time error:</w:t>
      </w:r>
    </w:p>
    <w:p w14:paraId="786757DD" w14:textId="598E50C3" w:rsidR="00E26562" w:rsidRPr="00E26562" w:rsidRDefault="00E26562" w:rsidP="005D234A">
      <w:pPr>
        <w:pStyle w:val="CodeLabel"/>
        <w:rPr>
          <w:lang w:eastAsia="en-GB"/>
        </w:rPr>
      </w:pPr>
      <w:r w:rsidRPr="00E26562">
        <w:rPr>
          <w:lang w:eastAsia="en-GB"/>
        </w:rPr>
        <w:t>src/main.rs</w:t>
      </w:r>
    </w:p>
    <w:p w14:paraId="2FA2A21C" w14:textId="77777777" w:rsidR="00E26562" w:rsidRPr="00E26562" w:rsidRDefault="00E26562" w:rsidP="005D234A">
      <w:pPr>
        <w:pStyle w:val="Code"/>
        <w:rPr>
          <w:lang w:eastAsia="en-GB"/>
        </w:rPr>
      </w:pPr>
      <w:r w:rsidRPr="00E26562">
        <w:rPr>
          <w:lang w:eastAsia="en-GB"/>
        </w:rPr>
        <w:t>fn main() {</w:t>
      </w:r>
    </w:p>
    <w:p w14:paraId="0D31EA83" w14:textId="77777777" w:rsidR="00E26562" w:rsidRPr="00E26562" w:rsidRDefault="00E26562" w:rsidP="005D234A">
      <w:pPr>
        <w:pStyle w:val="Code"/>
        <w:rPr>
          <w:lang w:eastAsia="en-GB"/>
        </w:rPr>
      </w:pPr>
      <w:r w:rsidRPr="00E26562">
        <w:rPr>
          <w:lang w:eastAsia="en-GB"/>
        </w:rPr>
        <w:t xml:space="preserve">    let mut s = String::from("hello world");</w:t>
      </w:r>
    </w:p>
    <w:p w14:paraId="4EFE4B00" w14:textId="77777777" w:rsidR="00E26562" w:rsidRPr="00E26562" w:rsidRDefault="00E26562" w:rsidP="005D234A">
      <w:pPr>
        <w:pStyle w:val="Code"/>
        <w:rPr>
          <w:lang w:eastAsia="en-GB"/>
        </w:rPr>
      </w:pPr>
    </w:p>
    <w:p w14:paraId="0C902DAC" w14:textId="77777777" w:rsidR="00E26562" w:rsidRPr="00E26562" w:rsidRDefault="00E26562" w:rsidP="005D234A">
      <w:pPr>
        <w:pStyle w:val="Code"/>
        <w:rPr>
          <w:lang w:eastAsia="en-GB"/>
        </w:rPr>
      </w:pPr>
      <w:r w:rsidRPr="00E26562">
        <w:rPr>
          <w:lang w:eastAsia="en-GB"/>
        </w:rPr>
        <w:t xml:space="preserve">    let word = first_word(&amp;s);</w:t>
      </w:r>
    </w:p>
    <w:p w14:paraId="1234DDD4" w14:textId="77777777" w:rsidR="00E26562" w:rsidRPr="00E26562" w:rsidRDefault="00E26562" w:rsidP="005D234A">
      <w:pPr>
        <w:pStyle w:val="Code"/>
        <w:rPr>
          <w:lang w:eastAsia="en-GB"/>
        </w:rPr>
      </w:pPr>
    </w:p>
    <w:p w14:paraId="112EC64A" w14:textId="77777777" w:rsidR="00E26562" w:rsidRPr="00E26562" w:rsidRDefault="00E26562" w:rsidP="005D234A">
      <w:pPr>
        <w:pStyle w:val="Code"/>
        <w:rPr>
          <w:lang w:eastAsia="en-GB"/>
        </w:rPr>
      </w:pPr>
      <w:r w:rsidRPr="00E26562">
        <w:rPr>
          <w:lang w:eastAsia="en-GB"/>
        </w:rPr>
        <w:t xml:space="preserve">    s.clear(); // error!</w:t>
      </w:r>
    </w:p>
    <w:p w14:paraId="4A79C82B" w14:textId="77777777" w:rsidR="00E26562" w:rsidRPr="00E26562" w:rsidRDefault="00E26562" w:rsidP="005D234A">
      <w:pPr>
        <w:pStyle w:val="Code"/>
        <w:rPr>
          <w:lang w:eastAsia="en-GB"/>
        </w:rPr>
      </w:pPr>
    </w:p>
    <w:p w14:paraId="3D00F7CE" w14:textId="615C556A" w:rsidR="00E26562" w:rsidRPr="00E26562" w:rsidRDefault="00E26562" w:rsidP="005D234A">
      <w:pPr>
        <w:pStyle w:val="Code"/>
        <w:rPr>
          <w:lang w:eastAsia="en-GB"/>
        </w:rPr>
      </w:pPr>
      <w:r w:rsidRPr="00E26562">
        <w:rPr>
          <w:lang w:eastAsia="en-GB"/>
        </w:rPr>
        <w:t xml:space="preserve">    println!("the first word is: {</w:t>
      </w:r>
      <w:r w:rsidR="00F77BAF">
        <w:rPr>
          <w:lang w:eastAsia="en-GB"/>
        </w:rPr>
        <w:t>word</w:t>
      </w:r>
      <w:r w:rsidRPr="00E26562">
        <w:rPr>
          <w:lang w:eastAsia="en-GB"/>
        </w:rPr>
        <w:t>}");</w:t>
      </w:r>
    </w:p>
    <w:p w14:paraId="692F8009" w14:textId="77777777" w:rsidR="00E26562" w:rsidRPr="00E26562" w:rsidRDefault="00E26562" w:rsidP="005D234A">
      <w:pPr>
        <w:pStyle w:val="Code"/>
        <w:rPr>
          <w:lang w:eastAsia="en-GB"/>
        </w:rPr>
      </w:pPr>
      <w:r w:rsidRPr="00E26562">
        <w:rPr>
          <w:lang w:eastAsia="en-GB"/>
        </w:rPr>
        <w:t>}</w:t>
      </w:r>
    </w:p>
    <w:p w14:paraId="5E4FD02E" w14:textId="77777777" w:rsidR="00E26562" w:rsidRPr="00E26562" w:rsidRDefault="00E26562" w:rsidP="005D234A">
      <w:pPr>
        <w:pStyle w:val="Body"/>
        <w:rPr>
          <w:lang w:eastAsia="en-GB"/>
        </w:rPr>
      </w:pPr>
      <w:r w:rsidRPr="00E26562">
        <w:rPr>
          <w:lang w:eastAsia="en-GB"/>
        </w:rPr>
        <w:t>Here’s the compiler error:</w:t>
      </w:r>
    </w:p>
    <w:p w14:paraId="36F258AB" w14:textId="77777777" w:rsidR="00E26562" w:rsidRPr="00E26562" w:rsidRDefault="00E26562" w:rsidP="00336608">
      <w:pPr>
        <w:pStyle w:val="CodeWide"/>
        <w:rPr>
          <w:lang w:eastAsia="en-GB"/>
        </w:rPr>
      </w:pPr>
      <w:r w:rsidRPr="00E26562">
        <w:rPr>
          <w:lang w:eastAsia="en-GB"/>
        </w:rPr>
        <w:t>error[E0502]: cannot borrow `s` as mutable because it is also borrowed as</w:t>
      </w:r>
    </w:p>
    <w:p w14:paraId="0A405770" w14:textId="77777777" w:rsidR="00E26562" w:rsidRPr="00E26562" w:rsidRDefault="00E26562" w:rsidP="00336608">
      <w:pPr>
        <w:pStyle w:val="CodeWide"/>
        <w:rPr>
          <w:lang w:eastAsia="en-GB"/>
        </w:rPr>
      </w:pPr>
      <w:r w:rsidRPr="00E26562">
        <w:rPr>
          <w:lang w:eastAsia="en-GB"/>
        </w:rPr>
        <w:t>immutable</w:t>
      </w:r>
    </w:p>
    <w:p w14:paraId="616729D2" w14:textId="77777777" w:rsidR="00E26562" w:rsidRPr="00E26562" w:rsidRDefault="00E26562" w:rsidP="00336608">
      <w:pPr>
        <w:pStyle w:val="CodeWide"/>
        <w:rPr>
          <w:lang w:eastAsia="en-GB"/>
        </w:rPr>
      </w:pPr>
      <w:r w:rsidRPr="00E26562">
        <w:rPr>
          <w:lang w:eastAsia="en-GB"/>
        </w:rPr>
        <w:t xml:space="preserve">  --&gt; src/main.rs:18:5</w:t>
      </w:r>
    </w:p>
    <w:p w14:paraId="4DBC37BA" w14:textId="77777777" w:rsidR="00E26562" w:rsidRPr="00E26562" w:rsidRDefault="00E26562" w:rsidP="00336608">
      <w:pPr>
        <w:pStyle w:val="CodeWide"/>
        <w:rPr>
          <w:lang w:eastAsia="en-GB"/>
        </w:rPr>
      </w:pPr>
      <w:r w:rsidRPr="00E26562">
        <w:rPr>
          <w:lang w:eastAsia="en-GB"/>
        </w:rPr>
        <w:t xml:space="preserve">   |</w:t>
      </w:r>
    </w:p>
    <w:p w14:paraId="48B2BDA0" w14:textId="77777777" w:rsidR="00E26562" w:rsidRPr="00E26562" w:rsidRDefault="00E26562" w:rsidP="00336608">
      <w:pPr>
        <w:pStyle w:val="CodeWide"/>
        <w:rPr>
          <w:lang w:eastAsia="en-GB"/>
        </w:rPr>
      </w:pPr>
      <w:r w:rsidRPr="00E26562">
        <w:rPr>
          <w:lang w:eastAsia="en-GB"/>
        </w:rPr>
        <w:t>16 |     let word = first_word(&amp;s);</w:t>
      </w:r>
    </w:p>
    <w:p w14:paraId="0C2181EA" w14:textId="77777777" w:rsidR="00E26562" w:rsidRPr="00E26562" w:rsidRDefault="00E26562" w:rsidP="00336608">
      <w:pPr>
        <w:pStyle w:val="CodeWide"/>
        <w:rPr>
          <w:lang w:eastAsia="en-GB"/>
        </w:rPr>
      </w:pPr>
      <w:r w:rsidRPr="00E26562">
        <w:rPr>
          <w:lang w:eastAsia="en-GB"/>
        </w:rPr>
        <w:t xml:space="preserve">   |                           -- immutable borrow occurs here</w:t>
      </w:r>
    </w:p>
    <w:p w14:paraId="7C8198DD" w14:textId="77777777" w:rsidR="00E26562" w:rsidRPr="00E26562" w:rsidRDefault="00E26562" w:rsidP="00336608">
      <w:pPr>
        <w:pStyle w:val="CodeWide"/>
        <w:rPr>
          <w:lang w:eastAsia="en-GB"/>
        </w:rPr>
      </w:pPr>
      <w:r w:rsidRPr="00E26562">
        <w:rPr>
          <w:lang w:eastAsia="en-GB"/>
        </w:rPr>
        <w:t>17 |</w:t>
      </w:r>
    </w:p>
    <w:p w14:paraId="12D25298" w14:textId="77777777" w:rsidR="00E26562" w:rsidRPr="00E26562" w:rsidRDefault="00E26562" w:rsidP="00336608">
      <w:pPr>
        <w:pStyle w:val="CodeWide"/>
        <w:rPr>
          <w:lang w:eastAsia="en-GB"/>
        </w:rPr>
      </w:pPr>
      <w:r w:rsidRPr="00E26562">
        <w:rPr>
          <w:lang w:eastAsia="en-GB"/>
        </w:rPr>
        <w:t>18 |     s.clear(); // error!</w:t>
      </w:r>
    </w:p>
    <w:p w14:paraId="29B751E2" w14:textId="77777777" w:rsidR="00E26562" w:rsidRPr="00E26562" w:rsidRDefault="00E26562" w:rsidP="00336608">
      <w:pPr>
        <w:pStyle w:val="CodeWide"/>
        <w:rPr>
          <w:lang w:eastAsia="en-GB"/>
        </w:rPr>
      </w:pPr>
      <w:r w:rsidRPr="00E26562">
        <w:rPr>
          <w:lang w:eastAsia="en-GB"/>
        </w:rPr>
        <w:t xml:space="preserve">   |     ^^^^^^^^^ mutable borrow occurs here</w:t>
      </w:r>
    </w:p>
    <w:p w14:paraId="78CD1B92" w14:textId="77777777" w:rsidR="00E26562" w:rsidRPr="00E26562" w:rsidRDefault="00E26562" w:rsidP="00336608">
      <w:pPr>
        <w:pStyle w:val="CodeWide"/>
        <w:rPr>
          <w:lang w:eastAsia="en-GB"/>
        </w:rPr>
      </w:pPr>
      <w:r w:rsidRPr="00E26562">
        <w:rPr>
          <w:lang w:eastAsia="en-GB"/>
        </w:rPr>
        <w:t>19 |</w:t>
      </w:r>
    </w:p>
    <w:p w14:paraId="6FA7B363" w14:textId="2E45A4A7" w:rsidR="00E26562" w:rsidRPr="00E26562" w:rsidRDefault="00E26562" w:rsidP="00336608">
      <w:pPr>
        <w:pStyle w:val="CodeWide"/>
        <w:rPr>
          <w:lang w:eastAsia="en-GB"/>
        </w:rPr>
      </w:pPr>
      <w:r w:rsidRPr="00E26562">
        <w:rPr>
          <w:lang w:eastAsia="en-GB"/>
        </w:rPr>
        <w:t>20 |     println!("the first word is: {</w:t>
      </w:r>
      <w:r w:rsidR="0055119B">
        <w:rPr>
          <w:lang w:eastAsia="en-GB"/>
        </w:rPr>
        <w:t>word</w:t>
      </w:r>
      <w:r w:rsidRPr="00E26562">
        <w:rPr>
          <w:lang w:eastAsia="en-GB"/>
        </w:rPr>
        <w:t>}");</w:t>
      </w:r>
    </w:p>
    <w:p w14:paraId="0F99C6D8" w14:textId="40CA746F" w:rsidR="00E26562" w:rsidRPr="00E26562" w:rsidRDefault="00E26562" w:rsidP="00336608">
      <w:pPr>
        <w:pStyle w:val="CodeWide"/>
        <w:rPr>
          <w:lang w:eastAsia="en-GB"/>
        </w:rPr>
      </w:pPr>
      <w:r w:rsidRPr="00E26562">
        <w:rPr>
          <w:lang w:eastAsia="en-GB"/>
        </w:rPr>
        <w:t xml:space="preserve">   |                                   ---- immutable borrow later used here</w:t>
      </w:r>
    </w:p>
    <w:p w14:paraId="196DF2E9" w14:textId="67293F24" w:rsidR="00E26562" w:rsidRPr="00E26562" w:rsidRDefault="00E26562" w:rsidP="005D234A">
      <w:pPr>
        <w:pStyle w:val="Body"/>
        <w:rPr>
          <w:lang w:eastAsia="en-GB"/>
        </w:rPr>
      </w:pPr>
      <w:r w:rsidRPr="005D234A">
        <w:t>Recall from the borrowing rules that if we have an immutable reference to</w:t>
      </w:r>
      <w:r w:rsidR="00367A2E">
        <w:t xml:space="preserve"> </w:t>
      </w:r>
      <w:r w:rsidRPr="005D234A">
        <w:t xml:space="preserve">something, we cannot also take a mutable reference. Because </w:t>
      </w:r>
      <w:r w:rsidRPr="005D234A">
        <w:rPr>
          <w:rStyle w:val="Literal"/>
        </w:rPr>
        <w:t>clear</w:t>
      </w:r>
      <w:r w:rsidRPr="005D234A">
        <w:t xml:space="preserve"> needs to</w:t>
      </w:r>
      <w:r w:rsidR="00367A2E">
        <w:t xml:space="preserve"> </w:t>
      </w:r>
      <w:r w:rsidRPr="005D234A">
        <w:t xml:space="preserve">truncate the </w:t>
      </w:r>
      <w:r w:rsidRPr="005D234A">
        <w:rPr>
          <w:rStyle w:val="Literal"/>
        </w:rPr>
        <w:t>String</w:t>
      </w:r>
      <w:r w:rsidRPr="005D234A">
        <w:t xml:space="preserve">, it needs to get a mutable reference. The </w:t>
      </w:r>
      <w:r w:rsidRPr="005D234A">
        <w:rPr>
          <w:rStyle w:val="Literal"/>
        </w:rPr>
        <w:t>println!</w:t>
      </w:r>
      <w:r w:rsidR="00367A2E">
        <w:t xml:space="preserve"> </w:t>
      </w:r>
      <w:r w:rsidRPr="005D234A">
        <w:t xml:space="preserve">after the call to </w:t>
      </w:r>
      <w:r w:rsidRPr="005D234A">
        <w:rPr>
          <w:rStyle w:val="Literal"/>
        </w:rPr>
        <w:t>clear</w:t>
      </w:r>
      <w:r w:rsidRPr="005D234A">
        <w:t xml:space="preserve"> uses the reference in </w:t>
      </w:r>
      <w:r w:rsidRPr="005D234A">
        <w:rPr>
          <w:rStyle w:val="Literal"/>
        </w:rPr>
        <w:t>word</w:t>
      </w:r>
      <w:r w:rsidRPr="005D234A">
        <w:t>, so the immutable</w:t>
      </w:r>
      <w:r w:rsidR="00367A2E">
        <w:t xml:space="preserve"> </w:t>
      </w:r>
      <w:r w:rsidRPr="005D234A">
        <w:t>reference must still be active at that point. Rust disallows the mutable</w:t>
      </w:r>
      <w:r w:rsidR="00367A2E">
        <w:t xml:space="preserve"> </w:t>
      </w:r>
      <w:r w:rsidRPr="005D234A">
        <w:t xml:space="preserve">reference in </w:t>
      </w:r>
      <w:r w:rsidRPr="005D234A">
        <w:rPr>
          <w:rStyle w:val="Literal"/>
        </w:rPr>
        <w:t>clear</w:t>
      </w:r>
      <w:r w:rsidRPr="005D234A">
        <w:t xml:space="preserve"> and the </w:t>
      </w:r>
      <w:r w:rsidRPr="005D234A">
        <w:lastRenderedPageBreak/>
        <w:t xml:space="preserve">immutable reference in </w:t>
      </w:r>
      <w:r w:rsidRPr="005D234A">
        <w:rPr>
          <w:rStyle w:val="Literal"/>
        </w:rPr>
        <w:t>word</w:t>
      </w:r>
      <w:r w:rsidRPr="00E26562">
        <w:rPr>
          <w:lang w:eastAsia="en-GB"/>
        </w:rPr>
        <w:t xml:space="preserve"> from existing at the</w:t>
      </w:r>
      <w:r w:rsidR="00367A2E">
        <w:rPr>
          <w:lang w:eastAsia="en-GB"/>
        </w:rPr>
        <w:t xml:space="preserve"> </w:t>
      </w:r>
      <w:r w:rsidRPr="00E26562">
        <w:rPr>
          <w:lang w:eastAsia="en-GB"/>
        </w:rPr>
        <w:t>same time, and compilation fails. Not only has Rust made our API easier to use,</w:t>
      </w:r>
      <w:r w:rsidR="00367A2E">
        <w:rPr>
          <w:lang w:eastAsia="en-GB"/>
        </w:rPr>
        <w:t xml:space="preserve"> </w:t>
      </w:r>
      <w:r w:rsidRPr="00E26562">
        <w:rPr>
          <w:lang w:eastAsia="en-GB"/>
        </w:rPr>
        <w:t>but it has also eliminated an entire class of errors at compile time!</w:t>
      </w:r>
    </w:p>
    <w:bookmarkStart w:id="69" w:name="string-literals-are-slices"/>
    <w:bookmarkStart w:id="70" w:name="_Toc107220611"/>
    <w:bookmarkEnd w:id="69"/>
    <w:p w14:paraId="2A0C8F17" w14:textId="256F7E5A" w:rsidR="00E26562" w:rsidRPr="00E26562" w:rsidRDefault="00940C15" w:rsidP="005D234A">
      <w:pPr>
        <w:pStyle w:val="HeadC"/>
        <w:rPr>
          <w:lang w:eastAsia="en-GB"/>
        </w:rPr>
      </w:pPr>
      <w:r>
        <w:rPr>
          <w:lang w:eastAsia="en-GB"/>
        </w:rPr>
        <w:fldChar w:fldCharType="begin"/>
      </w:r>
      <w:r>
        <w:instrText xml:space="preserve"> XE "string literal:of string slice type start</w:instrText>
      </w:r>
      <w:r w:rsidRPr="00AC00B2">
        <w:instrText>Range</w:instrText>
      </w:r>
      <w:r>
        <w:instrText xml:space="preserve">" </w:instrText>
      </w:r>
      <w:r>
        <w:rPr>
          <w:lang w:eastAsia="en-GB"/>
        </w:rPr>
        <w:fldChar w:fldCharType="end"/>
      </w:r>
      <w:r w:rsidR="00E26562" w:rsidRPr="00E26562">
        <w:rPr>
          <w:lang w:eastAsia="en-GB"/>
        </w:rPr>
        <w:t xml:space="preserve">String Literals </w:t>
      </w:r>
      <w:r w:rsidR="00AF0105">
        <w:rPr>
          <w:lang w:eastAsia="en-GB"/>
        </w:rPr>
        <w:t>as</w:t>
      </w:r>
      <w:r w:rsidR="00E26562" w:rsidRPr="00E26562">
        <w:rPr>
          <w:lang w:eastAsia="en-GB"/>
        </w:rPr>
        <w:t xml:space="preserve"> Slices</w:t>
      </w:r>
      <w:bookmarkEnd w:id="70"/>
    </w:p>
    <w:p w14:paraId="3EDA32E8" w14:textId="1CEC6363" w:rsidR="00E26562" w:rsidRPr="00E26562" w:rsidRDefault="00E26562" w:rsidP="005D234A">
      <w:pPr>
        <w:pStyle w:val="Body"/>
        <w:rPr>
          <w:lang w:eastAsia="en-GB"/>
        </w:rPr>
      </w:pPr>
      <w:r w:rsidRPr="00E26562">
        <w:rPr>
          <w:lang w:eastAsia="en-GB"/>
        </w:rPr>
        <w:t>Recall that we talked about string literals being stored inside the binary. Now</w:t>
      </w:r>
      <w:r w:rsidR="00367A2E">
        <w:rPr>
          <w:lang w:eastAsia="en-GB"/>
        </w:rPr>
        <w:t xml:space="preserve"> </w:t>
      </w:r>
      <w:r w:rsidRPr="00E26562">
        <w:rPr>
          <w:lang w:eastAsia="en-GB"/>
        </w:rPr>
        <w:t>that we know about slices, we can properly understand string literals:</w:t>
      </w:r>
    </w:p>
    <w:p w14:paraId="53DFC80B" w14:textId="77777777" w:rsidR="00E26562" w:rsidRPr="00E26562" w:rsidRDefault="00E26562" w:rsidP="005D234A">
      <w:pPr>
        <w:pStyle w:val="Code"/>
        <w:rPr>
          <w:lang w:eastAsia="en-GB"/>
        </w:rPr>
      </w:pPr>
      <w:r w:rsidRPr="00E26562">
        <w:rPr>
          <w:lang w:eastAsia="en-GB"/>
        </w:rPr>
        <w:t>let s = "Hello, world!";</w:t>
      </w:r>
    </w:p>
    <w:p w14:paraId="4B0A3F10" w14:textId="4FCC7308" w:rsidR="00E26562" w:rsidRPr="00E26562" w:rsidRDefault="00E26562" w:rsidP="005D234A">
      <w:pPr>
        <w:pStyle w:val="Body"/>
        <w:rPr>
          <w:lang w:eastAsia="en-GB"/>
        </w:rPr>
      </w:pPr>
      <w:r w:rsidRPr="005D234A">
        <w:t xml:space="preserve">The type of </w:t>
      </w:r>
      <w:r w:rsidRPr="005D234A">
        <w:rPr>
          <w:rStyle w:val="Literal"/>
        </w:rPr>
        <w:t>s</w:t>
      </w:r>
      <w:r w:rsidRPr="005D234A">
        <w:t xml:space="preserve"> here is </w:t>
      </w:r>
      <w:r w:rsidRPr="005D234A">
        <w:rPr>
          <w:rStyle w:val="Literal"/>
        </w:rPr>
        <w:t>&amp;str</w:t>
      </w:r>
      <w:r w:rsidRPr="005D234A">
        <w:t>: it’s a slice pointing to that specific point of</w:t>
      </w:r>
      <w:r w:rsidR="00367A2E">
        <w:t xml:space="preserve"> </w:t>
      </w:r>
      <w:r w:rsidRPr="005D234A">
        <w:t xml:space="preserve">the binary. This is also why string literals are immutable; </w:t>
      </w:r>
      <w:r w:rsidRPr="005D234A">
        <w:rPr>
          <w:rStyle w:val="Literal"/>
        </w:rPr>
        <w:t>&amp;str</w:t>
      </w:r>
      <w:r w:rsidRPr="00E26562">
        <w:rPr>
          <w:lang w:eastAsia="en-GB"/>
        </w:rPr>
        <w:t xml:space="preserve"> is an</w:t>
      </w:r>
      <w:r w:rsidR="00367A2E">
        <w:rPr>
          <w:lang w:eastAsia="en-GB"/>
        </w:rPr>
        <w:t xml:space="preserve"> </w:t>
      </w:r>
      <w:r w:rsidRPr="00E26562">
        <w:rPr>
          <w:lang w:eastAsia="en-GB"/>
        </w:rPr>
        <w:t>immutable reference.</w:t>
      </w:r>
      <w:r w:rsidR="00940C15" w:rsidRPr="00940C15">
        <w:rPr>
          <w:lang w:eastAsia="en-GB"/>
        </w:rPr>
        <w:t xml:space="preserve"> </w:t>
      </w:r>
      <w:r w:rsidR="00940C15">
        <w:rPr>
          <w:lang w:eastAsia="en-GB"/>
        </w:rPr>
        <w:fldChar w:fldCharType="begin"/>
      </w:r>
      <w:r w:rsidR="00940C15">
        <w:instrText xml:space="preserve"> XE "string literal:of string slice type end</w:instrText>
      </w:r>
      <w:r w:rsidR="00940C15" w:rsidRPr="00AC00B2">
        <w:instrText>Range</w:instrText>
      </w:r>
      <w:r w:rsidR="00940C15">
        <w:instrText xml:space="preserve">" </w:instrText>
      </w:r>
      <w:r w:rsidR="00940C15">
        <w:rPr>
          <w:lang w:eastAsia="en-GB"/>
        </w:rPr>
        <w:fldChar w:fldCharType="end"/>
      </w:r>
    </w:p>
    <w:p w14:paraId="63222652" w14:textId="77777777" w:rsidR="00E26562" w:rsidRPr="00E26562" w:rsidRDefault="00E26562" w:rsidP="005D234A">
      <w:pPr>
        <w:pStyle w:val="HeadC"/>
        <w:rPr>
          <w:lang w:eastAsia="en-GB"/>
        </w:rPr>
      </w:pPr>
      <w:bookmarkStart w:id="71" w:name="string-slices-as-parameters"/>
      <w:bookmarkStart w:id="72" w:name="_Toc107220612"/>
      <w:bookmarkEnd w:id="71"/>
      <w:r w:rsidRPr="00E26562">
        <w:rPr>
          <w:lang w:eastAsia="en-GB"/>
        </w:rPr>
        <w:t>String Slices as Parameters</w:t>
      </w:r>
      <w:bookmarkEnd w:id="72"/>
    </w:p>
    <w:p w14:paraId="30250C01" w14:textId="75E141D0" w:rsidR="00E26562" w:rsidRPr="00E26562" w:rsidRDefault="00E26562" w:rsidP="005D234A">
      <w:pPr>
        <w:pStyle w:val="Body"/>
        <w:rPr>
          <w:lang w:eastAsia="en-GB"/>
        </w:rPr>
      </w:pPr>
      <w:r w:rsidRPr="005D234A">
        <w:t xml:space="preserve">Knowing that you can take slices of literals and </w:t>
      </w:r>
      <w:r w:rsidRPr="005D234A">
        <w:rPr>
          <w:rStyle w:val="Literal"/>
        </w:rPr>
        <w:t>String</w:t>
      </w:r>
      <w:r w:rsidRPr="005D234A">
        <w:t xml:space="preserve"> values leads us to</w:t>
      </w:r>
      <w:r w:rsidR="00367A2E">
        <w:t xml:space="preserve"> </w:t>
      </w:r>
      <w:r w:rsidRPr="005D234A">
        <w:t xml:space="preserve">one more improvement on </w:t>
      </w:r>
      <w:r w:rsidRPr="005D234A">
        <w:rPr>
          <w:rStyle w:val="Literal"/>
        </w:rPr>
        <w:t>first_word</w:t>
      </w:r>
      <w:r w:rsidRPr="00E26562">
        <w:rPr>
          <w:lang w:eastAsia="en-GB"/>
        </w:rPr>
        <w:t>, and that’s its signature:</w:t>
      </w:r>
    </w:p>
    <w:p w14:paraId="184A51A4" w14:textId="77777777" w:rsidR="00E26562" w:rsidRPr="00E26562" w:rsidRDefault="00E26562" w:rsidP="005D234A">
      <w:pPr>
        <w:pStyle w:val="Code"/>
        <w:rPr>
          <w:lang w:eastAsia="en-GB"/>
        </w:rPr>
      </w:pPr>
      <w:r w:rsidRPr="00E26562">
        <w:rPr>
          <w:lang w:eastAsia="en-GB"/>
        </w:rPr>
        <w:t>fn first_word(s: &amp;String) -&gt; &amp;str {</w:t>
      </w:r>
    </w:p>
    <w:p w14:paraId="762ABACB" w14:textId="379696F2" w:rsidR="00E26562" w:rsidRPr="00E26562" w:rsidRDefault="00E26562" w:rsidP="005D234A">
      <w:pPr>
        <w:pStyle w:val="Body"/>
        <w:rPr>
          <w:lang w:eastAsia="en-GB"/>
        </w:rPr>
      </w:pPr>
      <w:r w:rsidRPr="005D234A">
        <w:t>A more experienced Rustacean would write the signature shown in Listing 4-</w:t>
      </w:r>
      <w:r w:rsidR="00412557">
        <w:t>9</w:t>
      </w:r>
      <w:r w:rsidR="00367A2E">
        <w:t xml:space="preserve"> </w:t>
      </w:r>
      <w:r w:rsidRPr="005D234A">
        <w:t xml:space="preserve">instead because it allows us to use the same function on both </w:t>
      </w:r>
      <w:r w:rsidRPr="005D234A">
        <w:rPr>
          <w:rStyle w:val="Literal"/>
        </w:rPr>
        <w:t>&amp;String</w:t>
      </w:r>
      <w:r w:rsidRPr="005D234A">
        <w:t xml:space="preserve"> values</w:t>
      </w:r>
      <w:r w:rsidR="00367A2E">
        <w:t xml:space="preserve"> </w:t>
      </w:r>
      <w:r w:rsidRPr="005D234A">
        <w:t xml:space="preserve">and </w:t>
      </w:r>
      <w:r w:rsidRPr="005D234A">
        <w:rPr>
          <w:rStyle w:val="Literal"/>
        </w:rPr>
        <w:t>&amp;str</w:t>
      </w:r>
      <w:r w:rsidRPr="00E26562">
        <w:rPr>
          <w:lang w:eastAsia="en-GB"/>
        </w:rPr>
        <w:t xml:space="preserve"> values.</w:t>
      </w:r>
    </w:p>
    <w:p w14:paraId="604D031E" w14:textId="77777777" w:rsidR="00E26562" w:rsidRPr="00E26562" w:rsidRDefault="00E26562" w:rsidP="005D234A">
      <w:pPr>
        <w:pStyle w:val="Code"/>
        <w:rPr>
          <w:lang w:eastAsia="en-GB"/>
        </w:rPr>
      </w:pPr>
      <w:r w:rsidRPr="00E26562">
        <w:rPr>
          <w:lang w:eastAsia="en-GB"/>
        </w:rPr>
        <w:t>fn first_word(s: &amp;str) -&gt; &amp;str {</w:t>
      </w:r>
    </w:p>
    <w:p w14:paraId="057D7C08" w14:textId="4962FB49" w:rsidR="00E26562" w:rsidRPr="00E26562" w:rsidRDefault="00E26562" w:rsidP="00DF3679">
      <w:pPr>
        <w:pStyle w:val="CodeListingCaption"/>
        <w:rPr>
          <w:lang w:eastAsia="en-GB"/>
        </w:rPr>
      </w:pPr>
      <w:r w:rsidRPr="005D234A">
        <w:t xml:space="preserve">Improving the </w:t>
      </w:r>
      <w:r w:rsidRPr="005D234A">
        <w:rPr>
          <w:rStyle w:val="Literal"/>
        </w:rPr>
        <w:t>first_word</w:t>
      </w:r>
      <w:r w:rsidRPr="005D234A">
        <w:t xml:space="preserve"> function by using a string slice for</w:t>
      </w:r>
      <w:r w:rsidR="00367A2E">
        <w:t xml:space="preserve"> </w:t>
      </w:r>
      <w:r w:rsidRPr="005D234A">
        <w:t xml:space="preserve">the type of the </w:t>
      </w:r>
      <w:r w:rsidRPr="005D234A">
        <w:rPr>
          <w:rStyle w:val="Literal"/>
        </w:rPr>
        <w:t>s</w:t>
      </w:r>
      <w:r w:rsidRPr="00E26562">
        <w:rPr>
          <w:lang w:eastAsia="en-GB"/>
        </w:rPr>
        <w:t xml:space="preserve"> parameter</w:t>
      </w:r>
    </w:p>
    <w:p w14:paraId="3A0BE220" w14:textId="1A2E48BA" w:rsidR="00E26562" w:rsidRPr="00CC18E0" w:rsidRDefault="00E26562" w:rsidP="005D234A">
      <w:pPr>
        <w:pStyle w:val="Body"/>
      </w:pPr>
      <w:r w:rsidRPr="00E26562">
        <w:rPr>
          <w:lang w:eastAsia="en-GB"/>
        </w:rPr>
        <w:t xml:space="preserve">If we have a string slice, we can pass that directly. If we have a </w:t>
      </w:r>
      <w:r w:rsidRPr="005D234A">
        <w:rPr>
          <w:rStyle w:val="Literal"/>
        </w:rPr>
        <w:t>String</w:t>
      </w:r>
      <w:r w:rsidRPr="005D234A">
        <w:t>, we</w:t>
      </w:r>
      <w:r w:rsidR="00367A2E">
        <w:t xml:space="preserve"> </w:t>
      </w:r>
      <w:r w:rsidRPr="005D234A">
        <w:t xml:space="preserve">can pass a slice of the </w:t>
      </w:r>
      <w:r w:rsidRPr="005D234A">
        <w:rPr>
          <w:rStyle w:val="Literal"/>
        </w:rPr>
        <w:t>String</w:t>
      </w:r>
      <w:r w:rsidRPr="005D234A">
        <w:t xml:space="preserve"> or a reference to the </w:t>
      </w:r>
      <w:r w:rsidRPr="005D234A">
        <w:rPr>
          <w:rStyle w:val="Literal"/>
        </w:rPr>
        <w:t>String</w:t>
      </w:r>
      <w:r w:rsidRPr="005D234A">
        <w:t>. This</w:t>
      </w:r>
      <w:r w:rsidR="00367A2E">
        <w:t xml:space="preserve"> </w:t>
      </w:r>
      <w:r w:rsidRPr="005D234A">
        <w:t xml:space="preserve">flexibility takes advantage of </w:t>
      </w:r>
      <w:r w:rsidRPr="005D234A">
        <w:rPr>
          <w:rStyle w:val="Italic"/>
        </w:rPr>
        <w:t>deref coercions</w:t>
      </w:r>
      <w:r w:rsidRPr="00E26562">
        <w:rPr>
          <w:lang w:eastAsia="en-GB"/>
        </w:rPr>
        <w:t>, a feature we will cover in</w:t>
      </w:r>
      <w:r w:rsidR="00367A2E">
        <w:rPr>
          <w:lang w:eastAsia="en-GB"/>
        </w:rPr>
        <w:t xml:space="preserve"> </w:t>
      </w:r>
      <w:r w:rsidRPr="00412557">
        <w:rPr>
          <w:rStyle w:val="Xref"/>
        </w:rPr>
        <w:t>“Implicit Deref Coercions with Functions and Methods”</w:t>
      </w:r>
      <w:r w:rsidRPr="00CC18E0">
        <w:t xml:space="preserve"> </w:t>
      </w:r>
      <w:r w:rsidR="00AF6418">
        <w:t xml:space="preserve">on </w:t>
      </w:r>
      <w:r w:rsidR="00A1397E" w:rsidRPr="00CC18E0">
        <w:rPr>
          <w:rStyle w:val="Xref"/>
        </w:rPr>
        <w:t>page</w:t>
      </w:r>
      <w:r w:rsidR="00AF6418" w:rsidRPr="00CC18E0">
        <w:rPr>
          <w:rStyle w:val="Xref"/>
        </w:rPr>
        <w:t xml:space="preserve"> XX</w:t>
      </w:r>
      <w:r w:rsidR="00AF6418">
        <w:t>.</w:t>
      </w:r>
    </w:p>
    <w:p w14:paraId="74EEA756" w14:textId="7FD0716E" w:rsidR="00E26562" w:rsidRPr="00E26562" w:rsidRDefault="00E26562" w:rsidP="005D234A">
      <w:pPr>
        <w:pStyle w:val="Body"/>
        <w:rPr>
          <w:lang w:eastAsia="en-GB"/>
        </w:rPr>
      </w:pPr>
      <w:r w:rsidRPr="00E26562">
        <w:rPr>
          <w:lang w:eastAsia="en-GB"/>
        </w:rPr>
        <w:t>Defining a function to take a string slice instead of a reference to a</w:t>
      </w:r>
      <w:r w:rsidR="00367A2E">
        <w:rPr>
          <w:lang w:eastAsia="en-GB"/>
        </w:rPr>
        <w:t xml:space="preserve"> </w:t>
      </w:r>
      <w:r w:rsidRPr="005D234A">
        <w:rPr>
          <w:rStyle w:val="Literal"/>
        </w:rPr>
        <w:t>String</w:t>
      </w:r>
      <w:r w:rsidRPr="00E26562">
        <w:rPr>
          <w:lang w:eastAsia="en-GB"/>
        </w:rPr>
        <w:t xml:space="preserve"> makes our API more general and useful without losing any functionality:</w:t>
      </w:r>
    </w:p>
    <w:p w14:paraId="0296738D" w14:textId="43BD3EDA" w:rsidR="00E26562" w:rsidRPr="00E26562" w:rsidRDefault="00E26562" w:rsidP="00DF3679">
      <w:pPr>
        <w:pStyle w:val="CodeLabel"/>
        <w:rPr>
          <w:lang w:eastAsia="en-GB"/>
        </w:rPr>
      </w:pPr>
      <w:r w:rsidRPr="00E26562">
        <w:rPr>
          <w:lang w:eastAsia="en-GB"/>
        </w:rPr>
        <w:t>src/main.rs</w:t>
      </w:r>
    </w:p>
    <w:p w14:paraId="60DB8B83" w14:textId="77777777" w:rsidR="00E26562" w:rsidRPr="00E26562" w:rsidRDefault="00E26562" w:rsidP="003C0379">
      <w:pPr>
        <w:pStyle w:val="Code"/>
        <w:rPr>
          <w:lang w:eastAsia="en-GB"/>
        </w:rPr>
      </w:pPr>
      <w:r w:rsidRPr="00E26562">
        <w:rPr>
          <w:lang w:eastAsia="en-GB"/>
        </w:rPr>
        <w:t>fn main() {</w:t>
      </w:r>
    </w:p>
    <w:p w14:paraId="61840FA2" w14:textId="77777777" w:rsidR="00E26562" w:rsidRPr="00E26562" w:rsidRDefault="00E26562" w:rsidP="003C0379">
      <w:pPr>
        <w:pStyle w:val="Code"/>
        <w:rPr>
          <w:lang w:eastAsia="en-GB"/>
        </w:rPr>
      </w:pPr>
      <w:r w:rsidRPr="00E26562">
        <w:rPr>
          <w:lang w:eastAsia="en-GB"/>
        </w:rPr>
        <w:t xml:space="preserve">    let my_string = String::from("hello world");</w:t>
      </w:r>
    </w:p>
    <w:p w14:paraId="2258B20A" w14:textId="77777777" w:rsidR="00E26562" w:rsidRPr="00E26562" w:rsidRDefault="00E26562" w:rsidP="003C0379">
      <w:pPr>
        <w:pStyle w:val="Code"/>
        <w:rPr>
          <w:lang w:eastAsia="en-GB"/>
        </w:rPr>
      </w:pPr>
    </w:p>
    <w:p w14:paraId="6DA92A07" w14:textId="77777777" w:rsidR="003C0379" w:rsidRDefault="00E26562" w:rsidP="003C0379">
      <w:pPr>
        <w:pStyle w:val="Code"/>
        <w:rPr>
          <w:lang w:eastAsia="en-GB"/>
        </w:rPr>
      </w:pPr>
      <w:r w:rsidRPr="00E26562">
        <w:rPr>
          <w:lang w:eastAsia="en-GB"/>
        </w:rPr>
        <w:t xml:space="preserve">    // `first_word` works on slices of `String`s, whether partial </w:t>
      </w:r>
    </w:p>
    <w:p w14:paraId="3FB2EA99" w14:textId="2B8F5CA8" w:rsidR="00E26562" w:rsidRPr="00E26562" w:rsidRDefault="003C0379" w:rsidP="003C0379">
      <w:pPr>
        <w:pStyle w:val="Code"/>
        <w:rPr>
          <w:lang w:eastAsia="en-GB"/>
        </w:rPr>
      </w:pPr>
      <w:r>
        <w:rPr>
          <w:lang w:eastAsia="en-GB"/>
        </w:rPr>
        <w:t xml:space="preserve">    // </w:t>
      </w:r>
      <w:r w:rsidR="00E26562" w:rsidRPr="00E26562">
        <w:rPr>
          <w:lang w:eastAsia="en-GB"/>
        </w:rPr>
        <w:t>or whole</w:t>
      </w:r>
    </w:p>
    <w:p w14:paraId="4DDEB591" w14:textId="77777777" w:rsidR="00E26562" w:rsidRPr="00E26562" w:rsidRDefault="00E26562" w:rsidP="003C0379">
      <w:pPr>
        <w:pStyle w:val="Code"/>
        <w:rPr>
          <w:lang w:eastAsia="en-GB"/>
        </w:rPr>
      </w:pPr>
      <w:r w:rsidRPr="00E26562">
        <w:rPr>
          <w:lang w:eastAsia="en-GB"/>
        </w:rPr>
        <w:t xml:space="preserve">    let word = first_word(&amp;my_string[0..6]);</w:t>
      </w:r>
    </w:p>
    <w:p w14:paraId="73E8482D" w14:textId="77777777" w:rsidR="00E26562" w:rsidRPr="00E26562" w:rsidRDefault="00E26562" w:rsidP="003C0379">
      <w:pPr>
        <w:pStyle w:val="Code"/>
        <w:rPr>
          <w:lang w:eastAsia="en-GB"/>
        </w:rPr>
      </w:pPr>
      <w:r w:rsidRPr="00E26562">
        <w:rPr>
          <w:lang w:eastAsia="en-GB"/>
        </w:rPr>
        <w:t xml:space="preserve">    let word = first_word(&amp;my_string[..]);</w:t>
      </w:r>
    </w:p>
    <w:p w14:paraId="33709CA9" w14:textId="77777777" w:rsidR="00687790" w:rsidRDefault="00E26562" w:rsidP="003C0379">
      <w:pPr>
        <w:pStyle w:val="Code"/>
        <w:rPr>
          <w:lang w:eastAsia="en-GB"/>
        </w:rPr>
      </w:pPr>
      <w:r w:rsidRPr="00E26562">
        <w:rPr>
          <w:lang w:eastAsia="en-GB"/>
        </w:rPr>
        <w:t xml:space="preserve">    // `first_word` also works on references to `String`s, which </w:t>
      </w:r>
    </w:p>
    <w:p w14:paraId="12E884FB" w14:textId="6FD1D064" w:rsidR="00E26562" w:rsidRPr="00E26562" w:rsidRDefault="00687790" w:rsidP="00687790">
      <w:pPr>
        <w:pStyle w:val="Code"/>
        <w:rPr>
          <w:lang w:eastAsia="en-GB"/>
        </w:rPr>
      </w:pPr>
      <w:r>
        <w:rPr>
          <w:lang w:eastAsia="en-GB"/>
        </w:rPr>
        <w:t xml:space="preserve">    // </w:t>
      </w:r>
      <w:r w:rsidR="00E26562" w:rsidRPr="00E26562">
        <w:rPr>
          <w:lang w:eastAsia="en-GB"/>
        </w:rPr>
        <w:t>are equivalent</w:t>
      </w:r>
      <w:r>
        <w:rPr>
          <w:lang w:eastAsia="en-GB"/>
        </w:rPr>
        <w:t xml:space="preserve"> </w:t>
      </w:r>
      <w:r w:rsidR="00E26562" w:rsidRPr="00E26562">
        <w:rPr>
          <w:lang w:eastAsia="en-GB"/>
        </w:rPr>
        <w:t>to whole slices of `String`s</w:t>
      </w:r>
    </w:p>
    <w:p w14:paraId="7D424315" w14:textId="77777777" w:rsidR="00E26562" w:rsidRPr="00E26562" w:rsidRDefault="00E26562" w:rsidP="003C0379">
      <w:pPr>
        <w:pStyle w:val="Code"/>
        <w:rPr>
          <w:lang w:eastAsia="en-GB"/>
        </w:rPr>
      </w:pPr>
      <w:r w:rsidRPr="00E26562">
        <w:rPr>
          <w:lang w:eastAsia="en-GB"/>
        </w:rPr>
        <w:t xml:space="preserve">    let word = first_word(&amp;my_string);</w:t>
      </w:r>
    </w:p>
    <w:p w14:paraId="72147BC8" w14:textId="77777777" w:rsidR="00E26562" w:rsidRPr="00E26562" w:rsidRDefault="00E26562" w:rsidP="003C0379">
      <w:pPr>
        <w:pStyle w:val="Code"/>
        <w:rPr>
          <w:lang w:eastAsia="en-GB"/>
        </w:rPr>
      </w:pPr>
    </w:p>
    <w:p w14:paraId="16DD8AF0" w14:textId="77777777" w:rsidR="00E26562" w:rsidRPr="00E26562" w:rsidRDefault="00E26562" w:rsidP="003C0379">
      <w:pPr>
        <w:pStyle w:val="Code"/>
        <w:rPr>
          <w:lang w:eastAsia="en-GB"/>
        </w:rPr>
      </w:pPr>
      <w:r w:rsidRPr="00E26562">
        <w:rPr>
          <w:lang w:eastAsia="en-GB"/>
        </w:rPr>
        <w:t xml:space="preserve">    let my_string_literal = "hello world";</w:t>
      </w:r>
    </w:p>
    <w:p w14:paraId="4C27E697" w14:textId="77777777" w:rsidR="00E26562" w:rsidRPr="00E26562" w:rsidRDefault="00E26562" w:rsidP="003C0379">
      <w:pPr>
        <w:pStyle w:val="Code"/>
        <w:rPr>
          <w:lang w:eastAsia="en-GB"/>
        </w:rPr>
      </w:pPr>
    </w:p>
    <w:p w14:paraId="6DCC91F0" w14:textId="77777777" w:rsidR="00437865" w:rsidRDefault="00E26562" w:rsidP="00CC18E0">
      <w:pPr>
        <w:pStyle w:val="Code"/>
        <w:rPr>
          <w:lang w:eastAsia="en-GB"/>
        </w:rPr>
      </w:pPr>
      <w:r w:rsidRPr="00E26562">
        <w:rPr>
          <w:lang w:eastAsia="en-GB"/>
        </w:rPr>
        <w:t xml:space="preserve">    // `first_word` works on slices of string literals, </w:t>
      </w:r>
    </w:p>
    <w:p w14:paraId="31C5FAAF" w14:textId="064E61FF" w:rsidR="00E26562" w:rsidRPr="00E26562" w:rsidRDefault="00437865" w:rsidP="003C0379">
      <w:pPr>
        <w:pStyle w:val="Code"/>
        <w:rPr>
          <w:lang w:eastAsia="en-GB"/>
        </w:rPr>
      </w:pPr>
      <w:r>
        <w:rPr>
          <w:lang w:eastAsia="en-GB"/>
        </w:rPr>
        <w:lastRenderedPageBreak/>
        <w:t xml:space="preserve">    // </w:t>
      </w:r>
      <w:r w:rsidR="00E26562" w:rsidRPr="00E26562">
        <w:rPr>
          <w:lang w:eastAsia="en-GB"/>
        </w:rPr>
        <w:t>whether partial or whole</w:t>
      </w:r>
    </w:p>
    <w:p w14:paraId="132EDE86" w14:textId="77777777" w:rsidR="00E26562" w:rsidRPr="00E26562" w:rsidRDefault="00E26562" w:rsidP="003C0379">
      <w:pPr>
        <w:pStyle w:val="Code"/>
        <w:rPr>
          <w:lang w:eastAsia="en-GB"/>
        </w:rPr>
      </w:pPr>
      <w:r w:rsidRPr="00E26562">
        <w:rPr>
          <w:lang w:eastAsia="en-GB"/>
        </w:rPr>
        <w:t xml:space="preserve">    let word = first_word(&amp;my_string_literal[0..6]);</w:t>
      </w:r>
    </w:p>
    <w:p w14:paraId="081B7115" w14:textId="77777777" w:rsidR="00E26562" w:rsidRPr="00E26562" w:rsidRDefault="00E26562" w:rsidP="003C0379">
      <w:pPr>
        <w:pStyle w:val="Code"/>
        <w:rPr>
          <w:lang w:eastAsia="en-GB"/>
        </w:rPr>
      </w:pPr>
      <w:r w:rsidRPr="00E26562">
        <w:rPr>
          <w:lang w:eastAsia="en-GB"/>
        </w:rPr>
        <w:t xml:space="preserve">    let word = first_word(&amp;my_string_literal[..]);</w:t>
      </w:r>
    </w:p>
    <w:p w14:paraId="1FCDE129" w14:textId="77777777" w:rsidR="00E26562" w:rsidRPr="00E26562" w:rsidRDefault="00E26562" w:rsidP="003C0379">
      <w:pPr>
        <w:pStyle w:val="Code"/>
        <w:rPr>
          <w:lang w:eastAsia="en-GB"/>
        </w:rPr>
      </w:pPr>
    </w:p>
    <w:p w14:paraId="3843B404" w14:textId="77777777" w:rsidR="00E26562" w:rsidRPr="00E26562" w:rsidRDefault="00E26562" w:rsidP="003C0379">
      <w:pPr>
        <w:pStyle w:val="Code"/>
        <w:rPr>
          <w:lang w:eastAsia="en-GB"/>
        </w:rPr>
      </w:pPr>
      <w:r w:rsidRPr="00E26562">
        <w:rPr>
          <w:lang w:eastAsia="en-GB"/>
        </w:rPr>
        <w:t xml:space="preserve">    // Because string literals *are* string slices already,</w:t>
      </w:r>
    </w:p>
    <w:p w14:paraId="185DDA4B" w14:textId="77777777" w:rsidR="00E26562" w:rsidRPr="00E26562" w:rsidRDefault="00E26562" w:rsidP="003C0379">
      <w:pPr>
        <w:pStyle w:val="Code"/>
        <w:rPr>
          <w:lang w:eastAsia="en-GB"/>
        </w:rPr>
      </w:pPr>
      <w:r w:rsidRPr="00E26562">
        <w:rPr>
          <w:lang w:eastAsia="en-GB"/>
        </w:rPr>
        <w:t xml:space="preserve">    // this works too, without the slice syntax!</w:t>
      </w:r>
    </w:p>
    <w:p w14:paraId="638C24BE" w14:textId="77777777" w:rsidR="00E26562" w:rsidRPr="00E26562" w:rsidRDefault="00E26562" w:rsidP="003C0379">
      <w:pPr>
        <w:pStyle w:val="Code"/>
        <w:rPr>
          <w:lang w:eastAsia="en-GB"/>
        </w:rPr>
      </w:pPr>
      <w:r w:rsidRPr="00E26562">
        <w:rPr>
          <w:lang w:eastAsia="en-GB"/>
        </w:rPr>
        <w:t xml:space="preserve">    let word = first_word(my_string_literal);</w:t>
      </w:r>
    </w:p>
    <w:p w14:paraId="126A8164" w14:textId="1CE6AD32" w:rsidR="00E26562" w:rsidRPr="00E26562" w:rsidRDefault="00E26562" w:rsidP="003C0379">
      <w:pPr>
        <w:pStyle w:val="Code"/>
        <w:rPr>
          <w:lang w:eastAsia="en-GB"/>
        </w:rPr>
      </w:pPr>
      <w:r w:rsidRPr="00E26562">
        <w:rPr>
          <w:lang w:eastAsia="en-GB"/>
        </w:rPr>
        <w:t>}</w:t>
      </w:r>
      <w:r w:rsidR="005F1125">
        <w:rPr>
          <w:lang w:eastAsia="en-GB"/>
        </w:rPr>
        <w:fldChar w:fldCharType="begin"/>
      </w:r>
      <w:r w:rsidR="005F1125">
        <w:instrText xml:space="preserve"> XE "string slice type (&amp;str) end</w:instrText>
      </w:r>
      <w:r w:rsidR="005F1125" w:rsidRPr="00AC00B2">
        <w:instrText>Range</w:instrText>
      </w:r>
      <w:r w:rsidR="005F1125">
        <w:instrText xml:space="preserve">" </w:instrText>
      </w:r>
      <w:r w:rsidR="005F1125">
        <w:rPr>
          <w:lang w:eastAsia="en-GB"/>
        </w:rPr>
        <w:fldChar w:fldCharType="end"/>
      </w:r>
      <w:r w:rsidR="005F1125">
        <w:rPr>
          <w:lang w:eastAsia="en-GB"/>
        </w:rPr>
        <w:fldChar w:fldCharType="begin"/>
      </w:r>
      <w:r w:rsidR="005F1125">
        <w:instrText xml:space="preserve"> XE "&amp;str (string slice type) end</w:instrText>
      </w:r>
      <w:r w:rsidR="005F1125" w:rsidRPr="00AC00B2">
        <w:instrText>Range</w:instrText>
      </w:r>
      <w:r w:rsidR="005F1125">
        <w:instrText xml:space="preserve">" </w:instrText>
      </w:r>
      <w:r w:rsidR="005F1125">
        <w:rPr>
          <w:lang w:eastAsia="en-GB"/>
        </w:rPr>
        <w:fldChar w:fldCharType="end"/>
      </w:r>
      <w:r w:rsidR="005F1125">
        <w:rPr>
          <w:lang w:eastAsia="en-GB"/>
        </w:rPr>
        <w:fldChar w:fldCharType="begin"/>
      </w:r>
      <w:r w:rsidR="005F1125">
        <w:instrText xml:space="preserve"> XE "slice type:string slices end</w:instrText>
      </w:r>
      <w:r w:rsidR="005F1125" w:rsidRPr="00AC00B2">
        <w:instrText>Range</w:instrText>
      </w:r>
      <w:r w:rsidR="005F1125">
        <w:instrText xml:space="preserve">" </w:instrText>
      </w:r>
      <w:r w:rsidR="005F1125">
        <w:rPr>
          <w:lang w:eastAsia="en-GB"/>
        </w:rPr>
        <w:fldChar w:fldCharType="end"/>
      </w:r>
    </w:p>
    <w:bookmarkStart w:id="73" w:name="other-slices"/>
    <w:bookmarkStart w:id="74" w:name="_Toc107220613"/>
    <w:bookmarkEnd w:id="73"/>
    <w:p w14:paraId="1AF2902E" w14:textId="4627F57D" w:rsidR="00E26562" w:rsidRPr="00E26562" w:rsidRDefault="001E36B8" w:rsidP="005D234A">
      <w:pPr>
        <w:pStyle w:val="HeadB"/>
        <w:rPr>
          <w:lang w:eastAsia="en-GB"/>
        </w:rPr>
      </w:pPr>
      <w:r>
        <w:rPr>
          <w:lang w:eastAsia="en-GB"/>
        </w:rPr>
        <w:fldChar w:fldCharType="begin"/>
      </w:r>
      <w:r>
        <w:instrText xml:space="preserve"> XE "slice type:of array start</w:instrText>
      </w:r>
      <w:r w:rsidRPr="00AC00B2">
        <w:instrText>Range</w:instrText>
      </w:r>
      <w:r>
        <w:instrText xml:space="preserve">" </w:instrText>
      </w:r>
      <w:r>
        <w:rPr>
          <w:lang w:eastAsia="en-GB"/>
        </w:rPr>
        <w:fldChar w:fldCharType="end"/>
      </w:r>
      <w:r w:rsidR="000F0D3B">
        <w:rPr>
          <w:lang w:eastAsia="en-GB"/>
        </w:rPr>
        <w:fldChar w:fldCharType="begin"/>
      </w:r>
      <w:r w:rsidR="000F0D3B">
        <w:instrText xml:space="preserve"> XE "array data type:slices of start</w:instrText>
      </w:r>
      <w:r w:rsidR="000F0D3B" w:rsidRPr="00AC00B2">
        <w:instrText>Range</w:instrText>
      </w:r>
      <w:r w:rsidR="000F0D3B">
        <w:instrText xml:space="preserve">" </w:instrText>
      </w:r>
      <w:r w:rsidR="000F0D3B">
        <w:rPr>
          <w:lang w:eastAsia="en-GB"/>
        </w:rPr>
        <w:fldChar w:fldCharType="end"/>
      </w:r>
      <w:r w:rsidR="00E26562" w:rsidRPr="00E26562">
        <w:rPr>
          <w:lang w:eastAsia="en-GB"/>
        </w:rPr>
        <w:t>Other Slices</w:t>
      </w:r>
      <w:bookmarkEnd w:id="74"/>
    </w:p>
    <w:p w14:paraId="6691E6B0" w14:textId="5B1654B0" w:rsidR="00E26562" w:rsidRPr="00E26562" w:rsidRDefault="00E26562" w:rsidP="005D234A">
      <w:pPr>
        <w:pStyle w:val="Body"/>
        <w:rPr>
          <w:lang w:eastAsia="en-GB"/>
        </w:rPr>
      </w:pPr>
      <w:r w:rsidRPr="00E26562">
        <w:rPr>
          <w:lang w:eastAsia="en-GB"/>
        </w:rPr>
        <w:t>String slices, as you might imagine, are specific to strings. But there’s a</w:t>
      </w:r>
      <w:r w:rsidR="00367A2E">
        <w:rPr>
          <w:lang w:eastAsia="en-GB"/>
        </w:rPr>
        <w:t xml:space="preserve"> </w:t>
      </w:r>
      <w:r w:rsidRPr="00E26562">
        <w:rPr>
          <w:lang w:eastAsia="en-GB"/>
        </w:rPr>
        <w:t>more general slice type too. Consider this array:</w:t>
      </w:r>
    </w:p>
    <w:p w14:paraId="064BCDB3" w14:textId="77777777" w:rsidR="00E26562" w:rsidRPr="00E26562" w:rsidRDefault="00E26562" w:rsidP="005D234A">
      <w:pPr>
        <w:pStyle w:val="Code"/>
        <w:rPr>
          <w:lang w:eastAsia="en-GB"/>
        </w:rPr>
      </w:pPr>
      <w:r w:rsidRPr="00E26562">
        <w:rPr>
          <w:lang w:eastAsia="en-GB"/>
        </w:rPr>
        <w:t>let a = [1, 2, 3, 4, 5];</w:t>
      </w:r>
    </w:p>
    <w:p w14:paraId="251F04C0" w14:textId="02BBD349" w:rsidR="00E26562" w:rsidRPr="00E26562" w:rsidRDefault="00E26562" w:rsidP="005D234A">
      <w:pPr>
        <w:pStyle w:val="Body"/>
        <w:rPr>
          <w:lang w:eastAsia="en-GB"/>
        </w:rPr>
      </w:pPr>
      <w:r w:rsidRPr="00E26562">
        <w:rPr>
          <w:lang w:eastAsia="en-GB"/>
        </w:rPr>
        <w:t>Just as we might want to refer to part of a string, we might want to refer</w:t>
      </w:r>
      <w:r w:rsidR="00367A2E">
        <w:rPr>
          <w:lang w:eastAsia="en-GB"/>
        </w:rPr>
        <w:t xml:space="preserve"> </w:t>
      </w:r>
      <w:r w:rsidRPr="00E26562">
        <w:rPr>
          <w:lang w:eastAsia="en-GB"/>
        </w:rPr>
        <w:t>to part of an array. We’d do so like this:</w:t>
      </w:r>
    </w:p>
    <w:p w14:paraId="3206007C" w14:textId="77777777" w:rsidR="00E26562" w:rsidRPr="00E26562" w:rsidRDefault="00E26562" w:rsidP="005D234A">
      <w:pPr>
        <w:pStyle w:val="Code"/>
        <w:rPr>
          <w:lang w:eastAsia="en-GB"/>
        </w:rPr>
      </w:pPr>
      <w:r w:rsidRPr="00E26562">
        <w:rPr>
          <w:lang w:eastAsia="en-GB"/>
        </w:rPr>
        <w:t>let a = [1, 2, 3, 4, 5];</w:t>
      </w:r>
    </w:p>
    <w:p w14:paraId="2B4D5A82" w14:textId="77777777" w:rsidR="00E26562" w:rsidRPr="00E26562" w:rsidRDefault="00E26562" w:rsidP="005D234A">
      <w:pPr>
        <w:pStyle w:val="Code"/>
        <w:rPr>
          <w:lang w:eastAsia="en-GB"/>
        </w:rPr>
      </w:pPr>
    </w:p>
    <w:p w14:paraId="5195EF50" w14:textId="77777777" w:rsidR="00E26562" w:rsidRPr="00E26562" w:rsidRDefault="00E26562" w:rsidP="005D234A">
      <w:pPr>
        <w:pStyle w:val="Code"/>
        <w:rPr>
          <w:lang w:eastAsia="en-GB"/>
        </w:rPr>
      </w:pPr>
      <w:r w:rsidRPr="00E26562">
        <w:rPr>
          <w:lang w:eastAsia="en-GB"/>
        </w:rPr>
        <w:t>let slice = &amp;a[1..3];</w:t>
      </w:r>
    </w:p>
    <w:p w14:paraId="000AB1D9" w14:textId="77777777" w:rsidR="00E26562" w:rsidRPr="00E26562" w:rsidRDefault="00E26562" w:rsidP="005D234A">
      <w:pPr>
        <w:pStyle w:val="Code"/>
        <w:rPr>
          <w:lang w:eastAsia="en-GB"/>
        </w:rPr>
      </w:pPr>
    </w:p>
    <w:p w14:paraId="355586E2" w14:textId="77777777" w:rsidR="00E26562" w:rsidRPr="00E26562" w:rsidRDefault="00E26562" w:rsidP="005D234A">
      <w:pPr>
        <w:pStyle w:val="Code"/>
        <w:rPr>
          <w:lang w:eastAsia="en-GB"/>
        </w:rPr>
      </w:pPr>
      <w:r w:rsidRPr="00E26562">
        <w:rPr>
          <w:lang w:eastAsia="en-GB"/>
        </w:rPr>
        <w:t>assert_eq!(slice, &amp;[2, 3]);</w:t>
      </w:r>
    </w:p>
    <w:p w14:paraId="2D2456A8" w14:textId="5285698A" w:rsidR="00E26562" w:rsidRPr="00E26562" w:rsidRDefault="00E26562" w:rsidP="005D234A">
      <w:pPr>
        <w:pStyle w:val="Body"/>
        <w:rPr>
          <w:lang w:eastAsia="en-GB"/>
        </w:rPr>
      </w:pPr>
      <w:r w:rsidRPr="005D234A">
        <w:t xml:space="preserve">This slice has the type </w:t>
      </w:r>
      <w:r w:rsidRPr="005D234A">
        <w:rPr>
          <w:rStyle w:val="Literal"/>
        </w:rPr>
        <w:t>&amp;[i32]</w:t>
      </w:r>
      <w:r w:rsidRPr="00E26562">
        <w:rPr>
          <w:lang w:eastAsia="en-GB"/>
        </w:rPr>
        <w:t>. It works the same way as string slices do, by</w:t>
      </w:r>
      <w:r w:rsidR="00367A2E">
        <w:rPr>
          <w:lang w:eastAsia="en-GB"/>
        </w:rPr>
        <w:t xml:space="preserve"> </w:t>
      </w:r>
      <w:r w:rsidRPr="00E26562">
        <w:rPr>
          <w:lang w:eastAsia="en-GB"/>
        </w:rPr>
        <w:t>storing a reference to the first element and a length. You’ll use this kind of</w:t>
      </w:r>
      <w:r w:rsidR="00367A2E">
        <w:rPr>
          <w:lang w:eastAsia="en-GB"/>
        </w:rPr>
        <w:t xml:space="preserve"> </w:t>
      </w:r>
      <w:r w:rsidRPr="00E26562">
        <w:rPr>
          <w:lang w:eastAsia="en-GB"/>
        </w:rPr>
        <w:t>slice for all sorts of other collections. We’ll discuss these collections in</w:t>
      </w:r>
      <w:r w:rsidR="00367A2E">
        <w:rPr>
          <w:lang w:eastAsia="en-GB"/>
        </w:rPr>
        <w:t xml:space="preserve"> </w:t>
      </w:r>
      <w:r w:rsidRPr="00E26562">
        <w:rPr>
          <w:lang w:eastAsia="en-GB"/>
        </w:rPr>
        <w:t xml:space="preserve">detail when we talk about vectors in </w:t>
      </w:r>
      <w:r w:rsidR="00DE39C6" w:rsidRPr="00DE39C6">
        <w:rPr>
          <w:rStyle w:val="Xref"/>
        </w:rPr>
        <w:t>Chapter</w:t>
      </w:r>
      <w:r w:rsidRPr="00412557">
        <w:rPr>
          <w:rStyle w:val="Xref"/>
        </w:rPr>
        <w:t xml:space="preserve"> 8</w:t>
      </w:r>
      <w:r w:rsidRPr="00E26562">
        <w:rPr>
          <w:lang w:eastAsia="en-GB"/>
        </w:rPr>
        <w:t>.</w:t>
      </w:r>
      <w:r w:rsidR="000F0D3B">
        <w:rPr>
          <w:lang w:eastAsia="en-GB"/>
        </w:rPr>
        <w:fldChar w:fldCharType="begin"/>
      </w:r>
      <w:r w:rsidR="000F0D3B">
        <w:instrText xml:space="preserve"> XE "slice type:of array end</w:instrText>
      </w:r>
      <w:r w:rsidR="000F0D3B" w:rsidRPr="00AC00B2">
        <w:instrText>Range</w:instrText>
      </w:r>
      <w:r w:rsidR="000F0D3B">
        <w:instrText xml:space="preserve">" </w:instrText>
      </w:r>
      <w:r w:rsidR="000F0D3B">
        <w:rPr>
          <w:lang w:eastAsia="en-GB"/>
        </w:rPr>
        <w:fldChar w:fldCharType="end"/>
      </w:r>
      <w:r w:rsidR="000F0D3B">
        <w:rPr>
          <w:lang w:eastAsia="en-GB"/>
        </w:rPr>
        <w:fldChar w:fldCharType="begin"/>
      </w:r>
      <w:r w:rsidR="000F0D3B">
        <w:instrText xml:space="preserve"> XE "array data type:slices of end</w:instrText>
      </w:r>
      <w:r w:rsidR="000F0D3B" w:rsidRPr="00AC00B2">
        <w:instrText>Range</w:instrText>
      </w:r>
      <w:r w:rsidR="000F0D3B">
        <w:instrText xml:space="preserve">" </w:instrText>
      </w:r>
      <w:r w:rsidR="000F0D3B">
        <w:rPr>
          <w:lang w:eastAsia="en-GB"/>
        </w:rPr>
        <w:fldChar w:fldCharType="end"/>
      </w:r>
      <w:r w:rsidR="004D1B46">
        <w:rPr>
          <w:lang w:eastAsia="en-GB"/>
        </w:rPr>
        <w:fldChar w:fldCharType="begin"/>
      </w:r>
      <w:r w:rsidR="004D1B46">
        <w:instrText xml:space="preserve"> XE "slice type end</w:instrText>
      </w:r>
      <w:r w:rsidR="004D1B46" w:rsidRPr="00AC00B2">
        <w:instrText>Range</w:instrText>
      </w:r>
      <w:r w:rsidR="004D1B46">
        <w:instrText xml:space="preserve">" </w:instrText>
      </w:r>
      <w:r w:rsidR="004D1B46">
        <w:rPr>
          <w:lang w:eastAsia="en-GB"/>
        </w:rPr>
        <w:fldChar w:fldCharType="end"/>
      </w:r>
    </w:p>
    <w:p w14:paraId="661D483D" w14:textId="77777777" w:rsidR="00E26562" w:rsidRPr="00E26562" w:rsidRDefault="00E26562" w:rsidP="005D234A">
      <w:pPr>
        <w:pStyle w:val="HeadA"/>
        <w:rPr>
          <w:lang w:eastAsia="en-GB"/>
        </w:rPr>
      </w:pPr>
      <w:bookmarkStart w:id="75" w:name="summary"/>
      <w:bookmarkStart w:id="76" w:name="_Toc107220614"/>
      <w:bookmarkEnd w:id="75"/>
      <w:r w:rsidRPr="00E26562">
        <w:rPr>
          <w:lang w:eastAsia="en-GB"/>
        </w:rPr>
        <w:t>Summary</w:t>
      </w:r>
      <w:bookmarkEnd w:id="76"/>
    </w:p>
    <w:p w14:paraId="0C694ADE" w14:textId="6EFF25FA" w:rsidR="00E26562" w:rsidRPr="00E26562" w:rsidRDefault="00E26562" w:rsidP="005D234A">
      <w:pPr>
        <w:pStyle w:val="Body"/>
        <w:rPr>
          <w:lang w:eastAsia="en-GB"/>
        </w:rPr>
      </w:pPr>
      <w:r w:rsidRPr="00E26562">
        <w:rPr>
          <w:lang w:eastAsia="en-GB"/>
        </w:rPr>
        <w:t>The concepts of ownership, borrowing, and slices ensure memory safety in Rust</w:t>
      </w:r>
      <w:r w:rsidR="00367A2E">
        <w:rPr>
          <w:lang w:eastAsia="en-GB"/>
        </w:rPr>
        <w:t xml:space="preserve"> </w:t>
      </w:r>
      <w:r w:rsidRPr="00E26562">
        <w:rPr>
          <w:lang w:eastAsia="en-GB"/>
        </w:rPr>
        <w:t>programs at compile time. The Rust language gives you control over your memory</w:t>
      </w:r>
      <w:r w:rsidR="00367A2E">
        <w:rPr>
          <w:lang w:eastAsia="en-GB"/>
        </w:rPr>
        <w:t xml:space="preserve"> </w:t>
      </w:r>
      <w:r w:rsidRPr="00E26562">
        <w:rPr>
          <w:lang w:eastAsia="en-GB"/>
        </w:rPr>
        <w:t>usage in the same way as other systems programming languages, but having the</w:t>
      </w:r>
      <w:r w:rsidR="00367A2E">
        <w:rPr>
          <w:lang w:eastAsia="en-GB"/>
        </w:rPr>
        <w:t xml:space="preserve"> </w:t>
      </w:r>
      <w:r w:rsidRPr="00E26562">
        <w:rPr>
          <w:lang w:eastAsia="en-GB"/>
        </w:rPr>
        <w:t>owner of data automatically clean up that data when the owner goes out of scope</w:t>
      </w:r>
      <w:r w:rsidR="00367A2E">
        <w:rPr>
          <w:lang w:eastAsia="en-GB"/>
        </w:rPr>
        <w:t xml:space="preserve"> </w:t>
      </w:r>
      <w:r w:rsidRPr="00E26562">
        <w:rPr>
          <w:lang w:eastAsia="en-GB"/>
        </w:rPr>
        <w:t>means you don’t have to write and debug extra code to get this control.</w:t>
      </w:r>
    </w:p>
    <w:p w14:paraId="6F77A3AB" w14:textId="2D0A2B1E" w:rsidR="00053E72" w:rsidRPr="00E9120D" w:rsidRDefault="00E26562" w:rsidP="005D234A">
      <w:pPr>
        <w:pStyle w:val="Body"/>
        <w:rPr>
          <w:lang w:eastAsia="en-GB"/>
        </w:rPr>
      </w:pPr>
      <w:r w:rsidRPr="005D234A">
        <w:t>Ownership affects how lots of other parts of Rust work, so we’ll talk about</w:t>
      </w:r>
      <w:r w:rsidR="00367A2E">
        <w:t xml:space="preserve"> </w:t>
      </w:r>
      <w:r w:rsidRPr="005D234A">
        <w:t>these concepts further throughout the rest of the book. Let’s move on to</w:t>
      </w:r>
      <w:r w:rsidR="00367A2E">
        <w:t xml:space="preserve"> </w:t>
      </w:r>
      <w:r w:rsidR="00DE39C6" w:rsidRPr="00DE39C6">
        <w:rPr>
          <w:rStyle w:val="Xref"/>
        </w:rPr>
        <w:t>Chapter</w:t>
      </w:r>
      <w:r w:rsidRPr="00412557">
        <w:rPr>
          <w:rStyle w:val="Xref"/>
        </w:rPr>
        <w:t xml:space="preserve"> 5</w:t>
      </w:r>
      <w:r w:rsidRPr="005D234A">
        <w:t xml:space="preserve"> and look at grouping pieces of data together in a </w:t>
      </w:r>
      <w:r w:rsidRPr="005D234A">
        <w:rPr>
          <w:rStyle w:val="Literal"/>
        </w:rPr>
        <w:t>struct</w:t>
      </w:r>
      <w:r w:rsidRPr="00E26562">
        <w:rPr>
          <w:lang w:eastAsia="en-GB"/>
        </w:rPr>
        <w:t>.</w:t>
      </w:r>
      <w:r w:rsidR="00312532" w:rsidRPr="00312532">
        <w:rPr>
          <w:lang w:eastAsia="en-GB"/>
        </w:rPr>
        <w:t xml:space="preserve"> </w:t>
      </w:r>
      <w:r w:rsidR="00312532">
        <w:rPr>
          <w:lang w:eastAsia="en-GB"/>
        </w:rPr>
        <w:fldChar w:fldCharType="begin"/>
      </w:r>
      <w:r w:rsidR="00312532">
        <w:instrText xml:space="preserve"> XE "</w:instrText>
      </w:r>
      <w:r w:rsidR="00312532" w:rsidRPr="00AC00B2">
        <w:instrText xml:space="preserve">ownership </w:instrText>
      </w:r>
      <w:r w:rsidR="00312532">
        <w:instrText>end</w:instrText>
      </w:r>
      <w:r w:rsidR="00312532" w:rsidRPr="00AC00B2">
        <w:instrText>Range</w:instrText>
      </w:r>
      <w:r w:rsidR="00312532">
        <w:instrText xml:space="preserve">" </w:instrText>
      </w:r>
      <w:r w:rsidR="00312532">
        <w:rPr>
          <w:lang w:eastAsia="en-GB"/>
        </w:rPr>
        <w:fldChar w:fldCharType="end"/>
      </w:r>
    </w:p>
    <w:sectPr w:rsidR="00053E72" w:rsidRPr="00E9120D">
      <w:endnotePr>
        <w:numFmt w:val="decimal"/>
      </w:endnotePr>
      <w:pgSz w:w="10080" w:h="13320"/>
      <w:pgMar w:top="900" w:right="960" w:bottom="900" w:left="102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Audrey Doyle" w:date="2022-08-23T13:51:00Z" w:initials="A">
    <w:p w14:paraId="330AD697" w14:textId="79E98B5F" w:rsidR="00081B65" w:rsidRDefault="00081B65">
      <w:pPr>
        <w:pStyle w:val="CommentText"/>
      </w:pPr>
      <w:r>
        <w:rPr>
          <w:rStyle w:val="CommentReference"/>
        </w:rPr>
        <w:annotationRef/>
      </w:r>
      <w:r>
        <w:t>Carol: I’ve been told that we can’t have CodeLabels in code formatted as CodeWide. Can you please incorporate the label info into a comment at the beginning of the code?</w:t>
      </w:r>
    </w:p>
  </w:comment>
  <w:comment w:id="30" w:author="Carol Nichols" w:date="2022-08-24T09:16:00Z" w:initials="CN">
    <w:p w14:paraId="6C602DE8" w14:textId="77777777" w:rsidR="00CF585B" w:rsidRDefault="00CF585B" w:rsidP="001D2B98">
      <w:r>
        <w:rPr>
          <w:rStyle w:val="CommentReference"/>
        </w:rPr>
        <w:annotationRef/>
      </w:r>
      <w:r>
        <w:rPr>
          <w:sz w:val="20"/>
          <w:szCs w:val="20"/>
        </w:rPr>
        <w:t>Done!</w:t>
      </w:r>
    </w:p>
  </w:comment>
  <w:comment w:id="37" w:author="Audrey Doyle" w:date="2022-08-23T13:53:00Z" w:initials="A">
    <w:p w14:paraId="3D2F23AA" w14:textId="06B3F2BF" w:rsidR="00733B90" w:rsidRDefault="00733B90">
      <w:pPr>
        <w:pStyle w:val="CommentText"/>
      </w:pPr>
      <w:r>
        <w:rPr>
          <w:rStyle w:val="CommentReference"/>
        </w:rPr>
        <w:annotationRef/>
      </w:r>
      <w:r>
        <w:t>Carol, please see my preceding comment and do the same here.</w:t>
      </w:r>
    </w:p>
  </w:comment>
  <w:comment w:id="38" w:author="Carol Nichols" w:date="2022-08-24T09:17:00Z" w:initials="CN">
    <w:p w14:paraId="5D2914D5" w14:textId="77777777" w:rsidR="0047668C" w:rsidRDefault="0047668C" w:rsidP="00F9440F">
      <w:r>
        <w:rPr>
          <w:rStyle w:val="CommentReference"/>
        </w:rPr>
        <w:annotationRef/>
      </w:r>
      <w:r>
        <w:rPr>
          <w:sz w:val="20"/>
          <w:szCs w:val="20"/>
        </w:rPr>
        <w:t>Done!</w:t>
      </w:r>
    </w:p>
  </w:comment>
  <w:comment w:id="54" w:author="Audrey Doyle" w:date="2022-08-23T13:58:00Z" w:initials="A">
    <w:p w14:paraId="611CBB6E" w14:textId="17EA1F41" w:rsidR="003925F8" w:rsidRDefault="003925F8">
      <w:pPr>
        <w:pStyle w:val="CommentText"/>
      </w:pPr>
      <w:r>
        <w:rPr>
          <w:rStyle w:val="CommentReference"/>
        </w:rPr>
        <w:annotationRef/>
      </w:r>
      <w:r>
        <w:t>Carol,, please see my earlier comment…</w:t>
      </w:r>
    </w:p>
  </w:comment>
  <w:comment w:id="55" w:author="Carol Nichols" w:date="2022-08-24T09:17:00Z" w:initials="CN">
    <w:p w14:paraId="361B261F" w14:textId="77777777" w:rsidR="000C3DFC" w:rsidRDefault="000C3DFC" w:rsidP="00843F8F">
      <w:r>
        <w:rPr>
          <w:rStyle w:val="CommentReference"/>
        </w:rPr>
        <w:annotationRef/>
      </w:r>
      <w:r>
        <w:rPr>
          <w:sz w:val="20"/>
          <w:szCs w:val="20"/>
        </w:rPr>
        <w:t>Done!</w:t>
      </w:r>
    </w:p>
  </w:comment>
  <w:comment w:id="62" w:author="Audrey Doyle" w:date="2022-08-23T14:06:00Z" w:initials="A">
    <w:p w14:paraId="474BCC72" w14:textId="1BE23ADD" w:rsidR="00F46025" w:rsidRDefault="00F46025">
      <w:pPr>
        <w:pStyle w:val="CommentText"/>
      </w:pPr>
      <w:r>
        <w:rPr>
          <w:rStyle w:val="CommentReference"/>
        </w:rPr>
        <w:annotationRef/>
      </w:r>
      <w:r>
        <w:t>Carol, please see my earlier comment.</w:t>
      </w:r>
    </w:p>
  </w:comment>
  <w:comment w:id="63" w:author="Carol Nichols" w:date="2022-08-24T09:17:00Z" w:initials="CN">
    <w:p w14:paraId="03D92B4B" w14:textId="77777777" w:rsidR="00E63965" w:rsidRDefault="00E63965" w:rsidP="00FC12AE">
      <w:r>
        <w:rPr>
          <w:rStyle w:val="CommentReference"/>
        </w:rPr>
        <w:annotationRef/>
      </w:r>
      <w:r>
        <w:rPr>
          <w:sz w:val="20"/>
          <w:szCs w:val="20"/>
        </w:rPr>
        <w:t>Done!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0AD697" w15:done="0"/>
  <w15:commentEx w15:paraId="6C602DE8" w15:paraIdParent="330AD697" w15:done="0"/>
  <w15:commentEx w15:paraId="3D2F23AA" w15:done="0"/>
  <w15:commentEx w15:paraId="5D2914D5" w15:paraIdParent="3D2F23AA" w15:done="0"/>
  <w15:commentEx w15:paraId="611CBB6E" w15:done="0"/>
  <w15:commentEx w15:paraId="361B261F" w15:paraIdParent="611CBB6E" w15:done="0"/>
  <w15:commentEx w15:paraId="474BCC72" w15:done="0"/>
  <w15:commentEx w15:paraId="03D92B4B" w15:paraIdParent="474BCC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F59E9" w16cex:dateUtc="2022-08-23T17:51:00Z"/>
  <w16cex:commentExtensible w16cex:durableId="26B06B06" w16cex:dateUtc="2022-08-24T13:16:00Z"/>
  <w16cex:commentExtensible w16cex:durableId="26AF5A41" w16cex:dateUtc="2022-08-23T17:53:00Z"/>
  <w16cex:commentExtensible w16cex:durableId="26B06B16" w16cex:dateUtc="2022-08-24T13:17:00Z"/>
  <w16cex:commentExtensible w16cex:durableId="26AF5B96" w16cex:dateUtc="2022-08-23T17:58:00Z"/>
  <w16cex:commentExtensible w16cex:durableId="26B06B26" w16cex:dateUtc="2022-08-24T13:17:00Z"/>
  <w16cex:commentExtensible w16cex:durableId="26AF5D5C" w16cex:dateUtc="2022-08-23T18:06:00Z"/>
  <w16cex:commentExtensible w16cex:durableId="26B06B3C" w16cex:dateUtc="2022-08-24T1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0AD697" w16cid:durableId="26AF59E9"/>
  <w16cid:commentId w16cid:paraId="6C602DE8" w16cid:durableId="26B06B06"/>
  <w16cid:commentId w16cid:paraId="3D2F23AA" w16cid:durableId="26AF5A41"/>
  <w16cid:commentId w16cid:paraId="5D2914D5" w16cid:durableId="26B06B16"/>
  <w16cid:commentId w16cid:paraId="611CBB6E" w16cid:durableId="26AF5B96"/>
  <w16cid:commentId w16cid:paraId="361B261F" w16cid:durableId="26B06B26"/>
  <w16cid:commentId w16cid:paraId="474BCC72" w16cid:durableId="26AF5D5C"/>
  <w16cid:commentId w16cid:paraId="03D92B4B" w16cid:durableId="26B06B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67CF4" w14:textId="77777777" w:rsidR="00514842" w:rsidRDefault="00514842" w:rsidP="009E51C3">
      <w:pPr>
        <w:spacing w:after="0" w:line="240" w:lineRule="auto"/>
      </w:pPr>
      <w:r>
        <w:separator/>
      </w:r>
    </w:p>
  </w:endnote>
  <w:endnote w:type="continuationSeparator" w:id="0">
    <w:p w14:paraId="7B0628A4" w14:textId="77777777" w:rsidR="00514842" w:rsidRDefault="00514842"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MT">
    <w:altName w:val="HGPMinchoE"/>
    <w:panose1 w:val="020B0604020202020204"/>
    <w:charset w:val="4D"/>
    <w:family w:val="auto"/>
    <w:notTrueType/>
    <w:pitch w:val="default"/>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00"/>
    <w:family w:val="roman"/>
    <w:notTrueType/>
    <w:pitch w:val="variable"/>
    <w:sig w:usb0="800000AF" w:usb1="5000204A" w:usb2="00000000" w:usb3="00000000" w:csb0="00000001" w:csb1="00000000"/>
  </w:font>
  <w:font w:name="NewBaskervilleEF-Bold">
    <w:panose1 w:val="020B06040202020202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notTrueType/>
    <w:pitch w:val="default"/>
    <w:sig w:usb0="00000003" w:usb1="00000000" w:usb2="00000000" w:usb3="00000000" w:csb0="00000001" w:csb1="00000000"/>
  </w:font>
  <w:font w:name="NewBaskervilleStd-Italic">
    <w:altName w:val="Calibri"/>
    <w:panose1 w:val="020B0604020202020204"/>
    <w:charset w:val="4D"/>
    <w:family w:val="auto"/>
    <w:notTrueType/>
    <w:pitch w:val="default"/>
    <w:sig w:usb0="00000003" w:usb1="00000000" w:usb2="00000000" w:usb3="00000000" w:csb0="00000001" w:csb1="00000000"/>
  </w:font>
  <w:font w:name="TheSansMonoCondensed-Bold">
    <w:altName w:val="Calibri"/>
    <w:panose1 w:val="020B0604020202020204"/>
    <w:charset w:val="00"/>
    <w:family w:val="swiss"/>
    <w:notTrueType/>
    <w:pitch w:val="variable"/>
    <w:sig w:usb0="00000003" w:usb1="00000000" w:usb2="00000000" w:usb3="00000000" w:csb0="00000009"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DogmaOT-Bold">
    <w:altName w:val="Calibri"/>
    <w:panose1 w:val="020B0604020202020204"/>
    <w:charset w:val="4D"/>
    <w:family w:val="auto"/>
    <w:notTrueType/>
    <w:pitch w:val="variable"/>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NewBaskervilleStd-Bold">
    <w:altName w:val="Calibri"/>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NewBaskerville">
    <w:altName w:val="Calibri"/>
    <w:panose1 w:val="020B06040202020202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7FEC" w14:textId="77777777" w:rsidR="00514842" w:rsidRDefault="00514842" w:rsidP="009E51C3">
      <w:pPr>
        <w:spacing w:after="0" w:line="240" w:lineRule="auto"/>
      </w:pPr>
      <w:r>
        <w:separator/>
      </w:r>
    </w:p>
  </w:footnote>
  <w:footnote w:type="continuationSeparator" w:id="0">
    <w:p w14:paraId="0C51DE04" w14:textId="77777777" w:rsidR="00514842" w:rsidRDefault="00514842"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B0AFEF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D630A90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D2EACF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F88D78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3041A3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6BC7D8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92F0A11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5906A1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80422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EBA2AE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82ED0"/>
    <w:multiLevelType w:val="multilevel"/>
    <w:tmpl w:val="706E9F88"/>
    <w:numStyleLink w:val="ChapterNumbering"/>
  </w:abstractNum>
  <w:abstractNum w:abstractNumId="12"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3" w15:restartNumberingAfterBreak="0">
    <w:nsid w:val="1CFB6E03"/>
    <w:multiLevelType w:val="multilevel"/>
    <w:tmpl w:val="706E9F88"/>
    <w:styleLink w:val="ChapterNumbering"/>
    <w:lvl w:ilvl="0">
      <w:start w:val="1"/>
      <w:numFmt w:val="decimal"/>
      <w:suff w:val="nothing"/>
      <w:lvlText w:val="%1"/>
      <w:lvlJc w:val="left"/>
      <w:pPr>
        <w:ind w:left="432" w:hanging="432"/>
      </w:pPr>
      <w:rPr>
        <w:rFonts w:hint="default"/>
      </w:rPr>
    </w:lvl>
    <w:lvl w:ilvl="1">
      <w:start w:val="1"/>
      <w:numFmt w:val="decimal"/>
      <w:lvlRestart w:val="0"/>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Restart w:val="1"/>
      <w:lvlText w:val="Figure %1-%5"/>
      <w:lvlJc w:val="left"/>
      <w:pPr>
        <w:tabs>
          <w:tab w:val="num" w:pos="1440"/>
        </w:tabs>
        <w:ind w:left="1440" w:hanging="1440"/>
      </w:pPr>
      <w:rPr>
        <w:rFonts w:hint="default"/>
      </w:rPr>
    </w:lvl>
    <w:lvl w:ilvl="5">
      <w:start w:val="1"/>
      <w:numFmt w:val="decimal"/>
      <w:lvlRestart w:val="1"/>
      <w:lvlText w:val="Table %1-%6"/>
      <w:lvlJc w:val="left"/>
      <w:pPr>
        <w:tabs>
          <w:tab w:val="num" w:pos="1440"/>
        </w:tabs>
        <w:ind w:left="1440" w:hanging="1440"/>
      </w:pPr>
      <w:rPr>
        <w:rFonts w:hint="default"/>
      </w:rPr>
    </w:lvl>
    <w:lvl w:ilvl="6">
      <w:start w:val="1"/>
      <w:numFmt w:val="decimal"/>
      <w:lvlRestart w:val="1"/>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10B5F63"/>
    <w:multiLevelType w:val="multilevel"/>
    <w:tmpl w:val="2E38914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C964CB"/>
    <w:multiLevelType w:val="multilevel"/>
    <w:tmpl w:val="0FEC2A98"/>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292768"/>
    <w:multiLevelType w:val="multilevel"/>
    <w:tmpl w:val="706E9F88"/>
    <w:numStyleLink w:val="ChapterNumbering"/>
  </w:abstractNum>
  <w:abstractNum w:abstractNumId="17"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19" w15:restartNumberingAfterBreak="0">
    <w:nsid w:val="312C1077"/>
    <w:multiLevelType w:val="multilevel"/>
    <w:tmpl w:val="A33821C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E1636C"/>
    <w:multiLevelType w:val="multilevel"/>
    <w:tmpl w:val="E6FAC3D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094496"/>
    <w:multiLevelType w:val="multilevel"/>
    <w:tmpl w:val="02E8E7C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752797"/>
    <w:multiLevelType w:val="multilevel"/>
    <w:tmpl w:val="0F6E4F0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F829CF"/>
    <w:multiLevelType w:val="multilevel"/>
    <w:tmpl w:val="13EE00F4"/>
    <w:lvl w:ilvl="0">
      <w:start w:val="4"/>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7"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607379C6"/>
    <w:multiLevelType w:val="multilevel"/>
    <w:tmpl w:val="E916971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669953DE"/>
    <w:multiLevelType w:val="multilevel"/>
    <w:tmpl w:val="3FCC038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31"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295794"/>
    <w:multiLevelType w:val="multilevel"/>
    <w:tmpl w:val="706E9F88"/>
    <w:numStyleLink w:val="ChapterNumbering"/>
  </w:abstractNum>
  <w:num w:numId="1" w16cid:durableId="1284921458">
    <w:abstractNumId w:val="12"/>
  </w:num>
  <w:num w:numId="2" w16cid:durableId="233391406">
    <w:abstractNumId w:val="26"/>
  </w:num>
  <w:num w:numId="3" w16cid:durableId="1215120090">
    <w:abstractNumId w:val="30"/>
  </w:num>
  <w:num w:numId="4" w16cid:durableId="363603364">
    <w:abstractNumId w:val="18"/>
  </w:num>
  <w:num w:numId="5" w16cid:durableId="1498227859">
    <w:abstractNumId w:val="27"/>
  </w:num>
  <w:num w:numId="6" w16cid:durableId="1595743263">
    <w:abstractNumId w:val="17"/>
  </w:num>
  <w:num w:numId="7" w16cid:durableId="329984076">
    <w:abstractNumId w:val="22"/>
  </w:num>
  <w:num w:numId="8" w16cid:durableId="1195002050">
    <w:abstractNumId w:val="31"/>
  </w:num>
  <w:num w:numId="9" w16cid:durableId="133109295">
    <w:abstractNumId w:val="21"/>
  </w:num>
  <w:num w:numId="10" w16cid:durableId="1938706845">
    <w:abstractNumId w:val="13"/>
  </w:num>
  <w:num w:numId="11" w16cid:durableId="2140605996">
    <w:abstractNumId w:val="11"/>
  </w:num>
  <w:num w:numId="12" w16cid:durableId="1098064828">
    <w:abstractNumId w:val="16"/>
  </w:num>
  <w:num w:numId="13" w16cid:durableId="1778058343">
    <w:abstractNumId w:val="32"/>
  </w:num>
  <w:num w:numId="14" w16cid:durableId="1674330810">
    <w:abstractNumId w:val="0"/>
  </w:num>
  <w:num w:numId="15" w16cid:durableId="1860702097">
    <w:abstractNumId w:val="25"/>
  </w:num>
  <w:num w:numId="16" w16cid:durableId="866790806">
    <w:abstractNumId w:val="15"/>
  </w:num>
  <w:num w:numId="17" w16cid:durableId="30108948">
    <w:abstractNumId w:val="20"/>
  </w:num>
  <w:num w:numId="18" w16cid:durableId="1900433427">
    <w:abstractNumId w:val="23"/>
  </w:num>
  <w:num w:numId="19" w16cid:durableId="484589947">
    <w:abstractNumId w:val="19"/>
  </w:num>
  <w:num w:numId="20" w16cid:durableId="1316647967">
    <w:abstractNumId w:val="24"/>
  </w:num>
  <w:num w:numId="21" w16cid:durableId="464274629">
    <w:abstractNumId w:val="14"/>
  </w:num>
  <w:num w:numId="22" w16cid:durableId="171262783">
    <w:abstractNumId w:val="29"/>
  </w:num>
  <w:num w:numId="23" w16cid:durableId="391393486">
    <w:abstractNumId w:val="28"/>
  </w:num>
  <w:num w:numId="24" w16cid:durableId="1517227601">
    <w:abstractNumId w:val="10"/>
  </w:num>
  <w:num w:numId="25" w16cid:durableId="575745932">
    <w:abstractNumId w:val="8"/>
  </w:num>
  <w:num w:numId="26" w16cid:durableId="1463113624">
    <w:abstractNumId w:val="7"/>
  </w:num>
  <w:num w:numId="27" w16cid:durableId="1752657075">
    <w:abstractNumId w:val="6"/>
  </w:num>
  <w:num w:numId="28" w16cid:durableId="767579383">
    <w:abstractNumId w:val="5"/>
  </w:num>
  <w:num w:numId="29" w16cid:durableId="47845980">
    <w:abstractNumId w:val="9"/>
  </w:num>
  <w:num w:numId="30" w16cid:durableId="213932076">
    <w:abstractNumId w:val="4"/>
  </w:num>
  <w:num w:numId="31" w16cid:durableId="1173492834">
    <w:abstractNumId w:val="3"/>
  </w:num>
  <w:num w:numId="32" w16cid:durableId="232393756">
    <w:abstractNumId w:val="2"/>
  </w:num>
  <w:num w:numId="33" w16cid:durableId="683748663">
    <w:abstractNumId w:val="1"/>
  </w:num>
  <w:num w:numId="34" w16cid:durableId="15716928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 Nichols">
    <w15:presenceInfo w15:providerId="Windows Live" w15:userId="e9e82a3b7022bb4e"/>
  </w15:person>
  <w15:person w15:author="Audrey Doyle">
    <w15:presenceInfo w15:providerId="None" w15:userId="Audrey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562"/>
    <w:rsid w:val="0001390B"/>
    <w:rsid w:val="00013A0F"/>
    <w:rsid w:val="00015785"/>
    <w:rsid w:val="00021FF2"/>
    <w:rsid w:val="00023275"/>
    <w:rsid w:val="000251C2"/>
    <w:rsid w:val="0002603D"/>
    <w:rsid w:val="00026A3C"/>
    <w:rsid w:val="00027719"/>
    <w:rsid w:val="00032AFB"/>
    <w:rsid w:val="00035713"/>
    <w:rsid w:val="00044C60"/>
    <w:rsid w:val="00045C67"/>
    <w:rsid w:val="00047447"/>
    <w:rsid w:val="0005012C"/>
    <w:rsid w:val="00052436"/>
    <w:rsid w:val="00053E72"/>
    <w:rsid w:val="00056D59"/>
    <w:rsid w:val="00057F86"/>
    <w:rsid w:val="0006127C"/>
    <w:rsid w:val="00062EBA"/>
    <w:rsid w:val="000667BA"/>
    <w:rsid w:val="000711B8"/>
    <w:rsid w:val="00071727"/>
    <w:rsid w:val="0007352C"/>
    <w:rsid w:val="000775C2"/>
    <w:rsid w:val="00077AD8"/>
    <w:rsid w:val="00080824"/>
    <w:rsid w:val="00081B65"/>
    <w:rsid w:val="00086BEA"/>
    <w:rsid w:val="000934C9"/>
    <w:rsid w:val="00093911"/>
    <w:rsid w:val="00094EDE"/>
    <w:rsid w:val="00095458"/>
    <w:rsid w:val="000A6263"/>
    <w:rsid w:val="000A6A33"/>
    <w:rsid w:val="000B0A4A"/>
    <w:rsid w:val="000B6D77"/>
    <w:rsid w:val="000C187B"/>
    <w:rsid w:val="000C3488"/>
    <w:rsid w:val="000C35CD"/>
    <w:rsid w:val="000C37CE"/>
    <w:rsid w:val="000C3DFC"/>
    <w:rsid w:val="000C4DBF"/>
    <w:rsid w:val="000E23FE"/>
    <w:rsid w:val="000E291C"/>
    <w:rsid w:val="000E2C1C"/>
    <w:rsid w:val="000E6FDE"/>
    <w:rsid w:val="000E7CB5"/>
    <w:rsid w:val="000F0D3B"/>
    <w:rsid w:val="000F14AB"/>
    <w:rsid w:val="000F5C23"/>
    <w:rsid w:val="000F70F5"/>
    <w:rsid w:val="000F719F"/>
    <w:rsid w:val="00107727"/>
    <w:rsid w:val="00107966"/>
    <w:rsid w:val="00110424"/>
    <w:rsid w:val="00112E75"/>
    <w:rsid w:val="00113E0A"/>
    <w:rsid w:val="00121AC3"/>
    <w:rsid w:val="00122DE8"/>
    <w:rsid w:val="00123638"/>
    <w:rsid w:val="00124881"/>
    <w:rsid w:val="00131BCD"/>
    <w:rsid w:val="00133123"/>
    <w:rsid w:val="001424B5"/>
    <w:rsid w:val="001435B6"/>
    <w:rsid w:val="00147C28"/>
    <w:rsid w:val="001549E3"/>
    <w:rsid w:val="0015557B"/>
    <w:rsid w:val="00167665"/>
    <w:rsid w:val="0017571A"/>
    <w:rsid w:val="00175BF4"/>
    <w:rsid w:val="00176833"/>
    <w:rsid w:val="00176BE2"/>
    <w:rsid w:val="001862DB"/>
    <w:rsid w:val="00196CDD"/>
    <w:rsid w:val="00196FF5"/>
    <w:rsid w:val="001A00A3"/>
    <w:rsid w:val="001A12D4"/>
    <w:rsid w:val="001A611D"/>
    <w:rsid w:val="001A67F0"/>
    <w:rsid w:val="001B64F2"/>
    <w:rsid w:val="001B66C5"/>
    <w:rsid w:val="001C72D3"/>
    <w:rsid w:val="001D0557"/>
    <w:rsid w:val="001D1FC4"/>
    <w:rsid w:val="001E0123"/>
    <w:rsid w:val="001E211C"/>
    <w:rsid w:val="001E24F0"/>
    <w:rsid w:val="001E36B8"/>
    <w:rsid w:val="001E4986"/>
    <w:rsid w:val="001E573C"/>
    <w:rsid w:val="001F00C3"/>
    <w:rsid w:val="001F720A"/>
    <w:rsid w:val="001F79DD"/>
    <w:rsid w:val="0020456C"/>
    <w:rsid w:val="0020482D"/>
    <w:rsid w:val="0020599A"/>
    <w:rsid w:val="0020674F"/>
    <w:rsid w:val="0021177D"/>
    <w:rsid w:val="002144B4"/>
    <w:rsid w:val="002147BC"/>
    <w:rsid w:val="00217DAE"/>
    <w:rsid w:val="0022057D"/>
    <w:rsid w:val="00227396"/>
    <w:rsid w:val="002334CD"/>
    <w:rsid w:val="002344F6"/>
    <w:rsid w:val="0023524F"/>
    <w:rsid w:val="0023716A"/>
    <w:rsid w:val="00241E83"/>
    <w:rsid w:val="00242BEC"/>
    <w:rsid w:val="00243174"/>
    <w:rsid w:val="002439DC"/>
    <w:rsid w:val="00246E16"/>
    <w:rsid w:val="00250C4F"/>
    <w:rsid w:val="002526D6"/>
    <w:rsid w:val="002550CC"/>
    <w:rsid w:val="002566A8"/>
    <w:rsid w:val="00266364"/>
    <w:rsid w:val="002817C2"/>
    <w:rsid w:val="00282C09"/>
    <w:rsid w:val="002859D4"/>
    <w:rsid w:val="00285F00"/>
    <w:rsid w:val="00296B16"/>
    <w:rsid w:val="002A3BF5"/>
    <w:rsid w:val="002A5BA3"/>
    <w:rsid w:val="002A5CBE"/>
    <w:rsid w:val="002A6483"/>
    <w:rsid w:val="002A6D62"/>
    <w:rsid w:val="002B0301"/>
    <w:rsid w:val="002B1A69"/>
    <w:rsid w:val="002B4897"/>
    <w:rsid w:val="002C0783"/>
    <w:rsid w:val="002C0C8F"/>
    <w:rsid w:val="002C0D80"/>
    <w:rsid w:val="002C52AD"/>
    <w:rsid w:val="002C6237"/>
    <w:rsid w:val="002C63E7"/>
    <w:rsid w:val="002C7F1F"/>
    <w:rsid w:val="002D1A1E"/>
    <w:rsid w:val="002D7053"/>
    <w:rsid w:val="002D7706"/>
    <w:rsid w:val="002E3177"/>
    <w:rsid w:val="002E5B13"/>
    <w:rsid w:val="002F5749"/>
    <w:rsid w:val="0030255A"/>
    <w:rsid w:val="00305E4C"/>
    <w:rsid w:val="00307E7F"/>
    <w:rsid w:val="00311803"/>
    <w:rsid w:val="00312532"/>
    <w:rsid w:val="0031369A"/>
    <w:rsid w:val="00315822"/>
    <w:rsid w:val="003203B1"/>
    <w:rsid w:val="00327BBA"/>
    <w:rsid w:val="00332C96"/>
    <w:rsid w:val="003345E1"/>
    <w:rsid w:val="00336608"/>
    <w:rsid w:val="0034334E"/>
    <w:rsid w:val="0034529B"/>
    <w:rsid w:val="00346FA5"/>
    <w:rsid w:val="0035505C"/>
    <w:rsid w:val="003562F5"/>
    <w:rsid w:val="00361247"/>
    <w:rsid w:val="00361659"/>
    <w:rsid w:val="00363101"/>
    <w:rsid w:val="0036522B"/>
    <w:rsid w:val="00365337"/>
    <w:rsid w:val="003658CD"/>
    <w:rsid w:val="00365995"/>
    <w:rsid w:val="00365E20"/>
    <w:rsid w:val="003669A4"/>
    <w:rsid w:val="00366FA4"/>
    <w:rsid w:val="00367A2E"/>
    <w:rsid w:val="00367B4B"/>
    <w:rsid w:val="00371769"/>
    <w:rsid w:val="00372150"/>
    <w:rsid w:val="00374719"/>
    <w:rsid w:val="00375BC0"/>
    <w:rsid w:val="00390955"/>
    <w:rsid w:val="00391D6B"/>
    <w:rsid w:val="003925F8"/>
    <w:rsid w:val="003A064A"/>
    <w:rsid w:val="003A3EF8"/>
    <w:rsid w:val="003A50D7"/>
    <w:rsid w:val="003B5A44"/>
    <w:rsid w:val="003B5D4D"/>
    <w:rsid w:val="003C0379"/>
    <w:rsid w:val="003C2061"/>
    <w:rsid w:val="003D1259"/>
    <w:rsid w:val="003D488F"/>
    <w:rsid w:val="003D5202"/>
    <w:rsid w:val="003D6DE4"/>
    <w:rsid w:val="003D747E"/>
    <w:rsid w:val="003D7E86"/>
    <w:rsid w:val="003E0F89"/>
    <w:rsid w:val="003E1373"/>
    <w:rsid w:val="003E14B9"/>
    <w:rsid w:val="003E3322"/>
    <w:rsid w:val="003E39F7"/>
    <w:rsid w:val="003E496B"/>
    <w:rsid w:val="003E5140"/>
    <w:rsid w:val="003E599B"/>
    <w:rsid w:val="003F1CE6"/>
    <w:rsid w:val="00400E94"/>
    <w:rsid w:val="00402986"/>
    <w:rsid w:val="00402BF4"/>
    <w:rsid w:val="00403B1F"/>
    <w:rsid w:val="004043DC"/>
    <w:rsid w:val="004058D0"/>
    <w:rsid w:val="004071DB"/>
    <w:rsid w:val="0041074E"/>
    <w:rsid w:val="00412557"/>
    <w:rsid w:val="00417DD9"/>
    <w:rsid w:val="004206BB"/>
    <w:rsid w:val="004302C1"/>
    <w:rsid w:val="004325B5"/>
    <w:rsid w:val="00437865"/>
    <w:rsid w:val="00440082"/>
    <w:rsid w:val="004402EF"/>
    <w:rsid w:val="0044402D"/>
    <w:rsid w:val="004447CD"/>
    <w:rsid w:val="00445000"/>
    <w:rsid w:val="00447693"/>
    <w:rsid w:val="004517BC"/>
    <w:rsid w:val="004531E0"/>
    <w:rsid w:val="004538CA"/>
    <w:rsid w:val="00463BEA"/>
    <w:rsid w:val="00467FAB"/>
    <w:rsid w:val="00470D3B"/>
    <w:rsid w:val="00471D1A"/>
    <w:rsid w:val="00472501"/>
    <w:rsid w:val="0047597D"/>
    <w:rsid w:val="00476611"/>
    <w:rsid w:val="0047668C"/>
    <w:rsid w:val="00480731"/>
    <w:rsid w:val="00481771"/>
    <w:rsid w:val="00481D42"/>
    <w:rsid w:val="00482052"/>
    <w:rsid w:val="00482144"/>
    <w:rsid w:val="0048303D"/>
    <w:rsid w:val="00486016"/>
    <w:rsid w:val="00487DA8"/>
    <w:rsid w:val="00490895"/>
    <w:rsid w:val="004970AD"/>
    <w:rsid w:val="004A0FEF"/>
    <w:rsid w:val="004A111C"/>
    <w:rsid w:val="004A4C8E"/>
    <w:rsid w:val="004A7D5B"/>
    <w:rsid w:val="004B0722"/>
    <w:rsid w:val="004B1D1D"/>
    <w:rsid w:val="004B2733"/>
    <w:rsid w:val="004B2A94"/>
    <w:rsid w:val="004B6F2A"/>
    <w:rsid w:val="004C1C5F"/>
    <w:rsid w:val="004C2396"/>
    <w:rsid w:val="004C30DB"/>
    <w:rsid w:val="004C6B2F"/>
    <w:rsid w:val="004C7002"/>
    <w:rsid w:val="004D1B46"/>
    <w:rsid w:val="004D4BB9"/>
    <w:rsid w:val="004E6160"/>
    <w:rsid w:val="004F3FC9"/>
    <w:rsid w:val="0050058C"/>
    <w:rsid w:val="0050116E"/>
    <w:rsid w:val="005056A5"/>
    <w:rsid w:val="00506CE0"/>
    <w:rsid w:val="00507FB3"/>
    <w:rsid w:val="00510D31"/>
    <w:rsid w:val="00512352"/>
    <w:rsid w:val="0051294E"/>
    <w:rsid w:val="00514842"/>
    <w:rsid w:val="00515029"/>
    <w:rsid w:val="005231E6"/>
    <w:rsid w:val="0052787B"/>
    <w:rsid w:val="0053177C"/>
    <w:rsid w:val="00537277"/>
    <w:rsid w:val="00537F3B"/>
    <w:rsid w:val="00542141"/>
    <w:rsid w:val="005425C3"/>
    <w:rsid w:val="00543975"/>
    <w:rsid w:val="00550E9B"/>
    <w:rsid w:val="0055119B"/>
    <w:rsid w:val="00564355"/>
    <w:rsid w:val="0056537C"/>
    <w:rsid w:val="005815A2"/>
    <w:rsid w:val="005906B5"/>
    <w:rsid w:val="005921CC"/>
    <w:rsid w:val="00592D98"/>
    <w:rsid w:val="005961B7"/>
    <w:rsid w:val="00596C4B"/>
    <w:rsid w:val="005A540F"/>
    <w:rsid w:val="005A5B12"/>
    <w:rsid w:val="005B083E"/>
    <w:rsid w:val="005B0DE0"/>
    <w:rsid w:val="005B3B2F"/>
    <w:rsid w:val="005B6575"/>
    <w:rsid w:val="005C0697"/>
    <w:rsid w:val="005C1D69"/>
    <w:rsid w:val="005C235D"/>
    <w:rsid w:val="005C6B82"/>
    <w:rsid w:val="005C7488"/>
    <w:rsid w:val="005D234A"/>
    <w:rsid w:val="005D67DD"/>
    <w:rsid w:val="005D7B00"/>
    <w:rsid w:val="005E2D6A"/>
    <w:rsid w:val="005E6C7C"/>
    <w:rsid w:val="005F0095"/>
    <w:rsid w:val="005F1125"/>
    <w:rsid w:val="005F3012"/>
    <w:rsid w:val="005F723C"/>
    <w:rsid w:val="006016B6"/>
    <w:rsid w:val="006068B6"/>
    <w:rsid w:val="0060703D"/>
    <w:rsid w:val="00612294"/>
    <w:rsid w:val="00613CDB"/>
    <w:rsid w:val="0061736D"/>
    <w:rsid w:val="00617CC3"/>
    <w:rsid w:val="00622ECD"/>
    <w:rsid w:val="00626EFB"/>
    <w:rsid w:val="00633A90"/>
    <w:rsid w:val="0064266A"/>
    <w:rsid w:val="0064295A"/>
    <w:rsid w:val="00643DED"/>
    <w:rsid w:val="00644FAE"/>
    <w:rsid w:val="0065368C"/>
    <w:rsid w:val="006544D9"/>
    <w:rsid w:val="00657AC8"/>
    <w:rsid w:val="00657ED5"/>
    <w:rsid w:val="0066266A"/>
    <w:rsid w:val="00665512"/>
    <w:rsid w:val="00671281"/>
    <w:rsid w:val="0067441B"/>
    <w:rsid w:val="00676E67"/>
    <w:rsid w:val="00682266"/>
    <w:rsid w:val="00682513"/>
    <w:rsid w:val="00687790"/>
    <w:rsid w:val="006944F2"/>
    <w:rsid w:val="006A08DE"/>
    <w:rsid w:val="006A0D4C"/>
    <w:rsid w:val="006A0ECE"/>
    <w:rsid w:val="006B5D03"/>
    <w:rsid w:val="006B6236"/>
    <w:rsid w:val="006B7B30"/>
    <w:rsid w:val="006C0469"/>
    <w:rsid w:val="006C064A"/>
    <w:rsid w:val="006C0B9C"/>
    <w:rsid w:val="006C4191"/>
    <w:rsid w:val="006C4E87"/>
    <w:rsid w:val="006C5716"/>
    <w:rsid w:val="006C5960"/>
    <w:rsid w:val="006C6301"/>
    <w:rsid w:val="006C6D24"/>
    <w:rsid w:val="006C78BE"/>
    <w:rsid w:val="006C7E1D"/>
    <w:rsid w:val="006D50A5"/>
    <w:rsid w:val="006D7BF9"/>
    <w:rsid w:val="006E19DE"/>
    <w:rsid w:val="006E2076"/>
    <w:rsid w:val="006E4E4F"/>
    <w:rsid w:val="006E6143"/>
    <w:rsid w:val="006E701F"/>
    <w:rsid w:val="006E77D6"/>
    <w:rsid w:val="006E7E5E"/>
    <w:rsid w:val="0070020A"/>
    <w:rsid w:val="0070241D"/>
    <w:rsid w:val="0070439E"/>
    <w:rsid w:val="0071206E"/>
    <w:rsid w:val="00715B75"/>
    <w:rsid w:val="00716BA2"/>
    <w:rsid w:val="00717DFA"/>
    <w:rsid w:val="00721BE8"/>
    <w:rsid w:val="007238EB"/>
    <w:rsid w:val="0072421D"/>
    <w:rsid w:val="00730B5D"/>
    <w:rsid w:val="00730B77"/>
    <w:rsid w:val="00733799"/>
    <w:rsid w:val="00733B90"/>
    <w:rsid w:val="0073414B"/>
    <w:rsid w:val="0073437F"/>
    <w:rsid w:val="007355AA"/>
    <w:rsid w:val="00742939"/>
    <w:rsid w:val="007450FA"/>
    <w:rsid w:val="00745C17"/>
    <w:rsid w:val="007462DA"/>
    <w:rsid w:val="00750B65"/>
    <w:rsid w:val="0075103F"/>
    <w:rsid w:val="00762C75"/>
    <w:rsid w:val="00764367"/>
    <w:rsid w:val="007743B3"/>
    <w:rsid w:val="00780F3F"/>
    <w:rsid w:val="00783976"/>
    <w:rsid w:val="00785E73"/>
    <w:rsid w:val="0079346C"/>
    <w:rsid w:val="007A02E7"/>
    <w:rsid w:val="007A4E19"/>
    <w:rsid w:val="007B385B"/>
    <w:rsid w:val="007C14A2"/>
    <w:rsid w:val="007C2F12"/>
    <w:rsid w:val="007C4313"/>
    <w:rsid w:val="007C6691"/>
    <w:rsid w:val="007D1363"/>
    <w:rsid w:val="007D1921"/>
    <w:rsid w:val="007D2CFA"/>
    <w:rsid w:val="007D72AB"/>
    <w:rsid w:val="007E645A"/>
    <w:rsid w:val="007F0435"/>
    <w:rsid w:val="007F0869"/>
    <w:rsid w:val="007F2153"/>
    <w:rsid w:val="007F3C10"/>
    <w:rsid w:val="00803894"/>
    <w:rsid w:val="00804A89"/>
    <w:rsid w:val="008052EE"/>
    <w:rsid w:val="00806332"/>
    <w:rsid w:val="00820E35"/>
    <w:rsid w:val="0082136E"/>
    <w:rsid w:val="008215EC"/>
    <w:rsid w:val="008216C9"/>
    <w:rsid w:val="0082602F"/>
    <w:rsid w:val="00830E4B"/>
    <w:rsid w:val="00833DD2"/>
    <w:rsid w:val="00840668"/>
    <w:rsid w:val="00841DE8"/>
    <w:rsid w:val="00843258"/>
    <w:rsid w:val="0084557D"/>
    <w:rsid w:val="00851D86"/>
    <w:rsid w:val="00855038"/>
    <w:rsid w:val="0085646C"/>
    <w:rsid w:val="0085795C"/>
    <w:rsid w:val="00862650"/>
    <w:rsid w:val="00864068"/>
    <w:rsid w:val="0086484D"/>
    <w:rsid w:val="00870319"/>
    <w:rsid w:val="008707C4"/>
    <w:rsid w:val="008756F7"/>
    <w:rsid w:val="00883263"/>
    <w:rsid w:val="0088465E"/>
    <w:rsid w:val="00885788"/>
    <w:rsid w:val="00887377"/>
    <w:rsid w:val="0089141C"/>
    <w:rsid w:val="00894307"/>
    <w:rsid w:val="00897027"/>
    <w:rsid w:val="008A6550"/>
    <w:rsid w:val="008A6644"/>
    <w:rsid w:val="008B0201"/>
    <w:rsid w:val="008B7FAB"/>
    <w:rsid w:val="008C40D2"/>
    <w:rsid w:val="008C4402"/>
    <w:rsid w:val="008C6351"/>
    <w:rsid w:val="008D0913"/>
    <w:rsid w:val="008D25A2"/>
    <w:rsid w:val="008D429A"/>
    <w:rsid w:val="008D733E"/>
    <w:rsid w:val="008E14B1"/>
    <w:rsid w:val="008E5D31"/>
    <w:rsid w:val="008F2055"/>
    <w:rsid w:val="008F39BA"/>
    <w:rsid w:val="008F3B3D"/>
    <w:rsid w:val="008F408C"/>
    <w:rsid w:val="008F4192"/>
    <w:rsid w:val="008F47F3"/>
    <w:rsid w:val="008F5D0D"/>
    <w:rsid w:val="008F6006"/>
    <w:rsid w:val="008F740F"/>
    <w:rsid w:val="009001D3"/>
    <w:rsid w:val="00904342"/>
    <w:rsid w:val="0090456C"/>
    <w:rsid w:val="00904D9B"/>
    <w:rsid w:val="0090695F"/>
    <w:rsid w:val="00910579"/>
    <w:rsid w:val="009109BE"/>
    <w:rsid w:val="00916D35"/>
    <w:rsid w:val="00920B65"/>
    <w:rsid w:val="00923CF4"/>
    <w:rsid w:val="00924579"/>
    <w:rsid w:val="00925C5B"/>
    <w:rsid w:val="0092741D"/>
    <w:rsid w:val="00934960"/>
    <w:rsid w:val="00936711"/>
    <w:rsid w:val="00940C15"/>
    <w:rsid w:val="0094246A"/>
    <w:rsid w:val="00944D4F"/>
    <w:rsid w:val="00945D9B"/>
    <w:rsid w:val="0094655E"/>
    <w:rsid w:val="009564B5"/>
    <w:rsid w:val="009567D8"/>
    <w:rsid w:val="00956DBD"/>
    <w:rsid w:val="009603A7"/>
    <w:rsid w:val="0096212C"/>
    <w:rsid w:val="009641CC"/>
    <w:rsid w:val="00965C70"/>
    <w:rsid w:val="00967DE5"/>
    <w:rsid w:val="009701B8"/>
    <w:rsid w:val="0097167B"/>
    <w:rsid w:val="00974DD7"/>
    <w:rsid w:val="00974F08"/>
    <w:rsid w:val="00982443"/>
    <w:rsid w:val="0098334B"/>
    <w:rsid w:val="00984C3D"/>
    <w:rsid w:val="0099173F"/>
    <w:rsid w:val="009923A2"/>
    <w:rsid w:val="00995F1D"/>
    <w:rsid w:val="009A19EF"/>
    <w:rsid w:val="009A3B37"/>
    <w:rsid w:val="009A3C2B"/>
    <w:rsid w:val="009A6952"/>
    <w:rsid w:val="009A6F1C"/>
    <w:rsid w:val="009B1EF8"/>
    <w:rsid w:val="009B2041"/>
    <w:rsid w:val="009B531B"/>
    <w:rsid w:val="009C6925"/>
    <w:rsid w:val="009D45B8"/>
    <w:rsid w:val="009E27BB"/>
    <w:rsid w:val="009E4B52"/>
    <w:rsid w:val="009E51C3"/>
    <w:rsid w:val="009F1B4C"/>
    <w:rsid w:val="009F665A"/>
    <w:rsid w:val="00A01D6E"/>
    <w:rsid w:val="00A02E74"/>
    <w:rsid w:val="00A0642B"/>
    <w:rsid w:val="00A0695F"/>
    <w:rsid w:val="00A11C08"/>
    <w:rsid w:val="00A128C8"/>
    <w:rsid w:val="00A1397E"/>
    <w:rsid w:val="00A14A3B"/>
    <w:rsid w:val="00A14C2A"/>
    <w:rsid w:val="00A21298"/>
    <w:rsid w:val="00A22A11"/>
    <w:rsid w:val="00A23CA6"/>
    <w:rsid w:val="00A35550"/>
    <w:rsid w:val="00A35F53"/>
    <w:rsid w:val="00A406BF"/>
    <w:rsid w:val="00A57A54"/>
    <w:rsid w:val="00A620E4"/>
    <w:rsid w:val="00A65E5D"/>
    <w:rsid w:val="00A672A1"/>
    <w:rsid w:val="00A70814"/>
    <w:rsid w:val="00A74546"/>
    <w:rsid w:val="00A7500C"/>
    <w:rsid w:val="00A775E4"/>
    <w:rsid w:val="00A77747"/>
    <w:rsid w:val="00A818AB"/>
    <w:rsid w:val="00A818B7"/>
    <w:rsid w:val="00A818F1"/>
    <w:rsid w:val="00A82095"/>
    <w:rsid w:val="00A82261"/>
    <w:rsid w:val="00A82E6D"/>
    <w:rsid w:val="00A83EAC"/>
    <w:rsid w:val="00A84032"/>
    <w:rsid w:val="00A87FF1"/>
    <w:rsid w:val="00A90D7F"/>
    <w:rsid w:val="00A92356"/>
    <w:rsid w:val="00AB165C"/>
    <w:rsid w:val="00AB6123"/>
    <w:rsid w:val="00AB7E7C"/>
    <w:rsid w:val="00AC67B5"/>
    <w:rsid w:val="00AC7867"/>
    <w:rsid w:val="00AD0472"/>
    <w:rsid w:val="00AD1E60"/>
    <w:rsid w:val="00AD7207"/>
    <w:rsid w:val="00AD7C27"/>
    <w:rsid w:val="00AE3B2B"/>
    <w:rsid w:val="00AE7B7B"/>
    <w:rsid w:val="00AF0105"/>
    <w:rsid w:val="00AF4541"/>
    <w:rsid w:val="00AF613D"/>
    <w:rsid w:val="00AF6418"/>
    <w:rsid w:val="00AF7569"/>
    <w:rsid w:val="00B0113E"/>
    <w:rsid w:val="00B01F5F"/>
    <w:rsid w:val="00B0764E"/>
    <w:rsid w:val="00B118BA"/>
    <w:rsid w:val="00B12867"/>
    <w:rsid w:val="00B14DBB"/>
    <w:rsid w:val="00B152C0"/>
    <w:rsid w:val="00B161CA"/>
    <w:rsid w:val="00B23CB3"/>
    <w:rsid w:val="00B259E3"/>
    <w:rsid w:val="00B25E4D"/>
    <w:rsid w:val="00B274E2"/>
    <w:rsid w:val="00B30CF5"/>
    <w:rsid w:val="00B30EB7"/>
    <w:rsid w:val="00B31E41"/>
    <w:rsid w:val="00B32109"/>
    <w:rsid w:val="00B3321B"/>
    <w:rsid w:val="00B335CC"/>
    <w:rsid w:val="00B36EDF"/>
    <w:rsid w:val="00B37E12"/>
    <w:rsid w:val="00B37E7E"/>
    <w:rsid w:val="00B45496"/>
    <w:rsid w:val="00B504F5"/>
    <w:rsid w:val="00B52F47"/>
    <w:rsid w:val="00B5352A"/>
    <w:rsid w:val="00B5535B"/>
    <w:rsid w:val="00B55F94"/>
    <w:rsid w:val="00B5694C"/>
    <w:rsid w:val="00B57E2F"/>
    <w:rsid w:val="00B65488"/>
    <w:rsid w:val="00B74E83"/>
    <w:rsid w:val="00B762C5"/>
    <w:rsid w:val="00B77D63"/>
    <w:rsid w:val="00B92BF5"/>
    <w:rsid w:val="00B92F52"/>
    <w:rsid w:val="00B930D7"/>
    <w:rsid w:val="00B96D51"/>
    <w:rsid w:val="00B97083"/>
    <w:rsid w:val="00B974C0"/>
    <w:rsid w:val="00BA3B7C"/>
    <w:rsid w:val="00BA5D8F"/>
    <w:rsid w:val="00BA5FAF"/>
    <w:rsid w:val="00BB3999"/>
    <w:rsid w:val="00BB692D"/>
    <w:rsid w:val="00BC030B"/>
    <w:rsid w:val="00BC1E1C"/>
    <w:rsid w:val="00BC1F31"/>
    <w:rsid w:val="00BC59AD"/>
    <w:rsid w:val="00BE493A"/>
    <w:rsid w:val="00BE77AD"/>
    <w:rsid w:val="00BF0CBA"/>
    <w:rsid w:val="00C0153C"/>
    <w:rsid w:val="00C032D3"/>
    <w:rsid w:val="00C03EFE"/>
    <w:rsid w:val="00C03F26"/>
    <w:rsid w:val="00C04BAD"/>
    <w:rsid w:val="00C061E8"/>
    <w:rsid w:val="00C065C7"/>
    <w:rsid w:val="00C12E1F"/>
    <w:rsid w:val="00C13DFC"/>
    <w:rsid w:val="00C15827"/>
    <w:rsid w:val="00C24F13"/>
    <w:rsid w:val="00C2624C"/>
    <w:rsid w:val="00C32953"/>
    <w:rsid w:val="00C34375"/>
    <w:rsid w:val="00C3481B"/>
    <w:rsid w:val="00C34DD8"/>
    <w:rsid w:val="00C41485"/>
    <w:rsid w:val="00C41558"/>
    <w:rsid w:val="00C41620"/>
    <w:rsid w:val="00C476ED"/>
    <w:rsid w:val="00C50801"/>
    <w:rsid w:val="00C5231B"/>
    <w:rsid w:val="00C6086F"/>
    <w:rsid w:val="00C61D2D"/>
    <w:rsid w:val="00C62B55"/>
    <w:rsid w:val="00C71FD9"/>
    <w:rsid w:val="00C72332"/>
    <w:rsid w:val="00C7299D"/>
    <w:rsid w:val="00C741AB"/>
    <w:rsid w:val="00C772AA"/>
    <w:rsid w:val="00C8113A"/>
    <w:rsid w:val="00C814B9"/>
    <w:rsid w:val="00C82A73"/>
    <w:rsid w:val="00C85F9F"/>
    <w:rsid w:val="00C86BF9"/>
    <w:rsid w:val="00C9036A"/>
    <w:rsid w:val="00C94B26"/>
    <w:rsid w:val="00C96F2B"/>
    <w:rsid w:val="00CA2AD1"/>
    <w:rsid w:val="00CA4F4D"/>
    <w:rsid w:val="00CA69C7"/>
    <w:rsid w:val="00CA6B99"/>
    <w:rsid w:val="00CB0816"/>
    <w:rsid w:val="00CB463D"/>
    <w:rsid w:val="00CB69EF"/>
    <w:rsid w:val="00CC18E0"/>
    <w:rsid w:val="00CC2788"/>
    <w:rsid w:val="00CC3DEE"/>
    <w:rsid w:val="00CC58BE"/>
    <w:rsid w:val="00CC73C0"/>
    <w:rsid w:val="00CD1F8C"/>
    <w:rsid w:val="00CD6BEF"/>
    <w:rsid w:val="00CE69F4"/>
    <w:rsid w:val="00CF1C65"/>
    <w:rsid w:val="00CF30A5"/>
    <w:rsid w:val="00CF3F4A"/>
    <w:rsid w:val="00CF585B"/>
    <w:rsid w:val="00D04BAF"/>
    <w:rsid w:val="00D06BFE"/>
    <w:rsid w:val="00D07795"/>
    <w:rsid w:val="00D12293"/>
    <w:rsid w:val="00D12817"/>
    <w:rsid w:val="00D12AF8"/>
    <w:rsid w:val="00D14A5E"/>
    <w:rsid w:val="00D17AE5"/>
    <w:rsid w:val="00D2035D"/>
    <w:rsid w:val="00D2320E"/>
    <w:rsid w:val="00D30D53"/>
    <w:rsid w:val="00D310FF"/>
    <w:rsid w:val="00D33A9F"/>
    <w:rsid w:val="00D379EA"/>
    <w:rsid w:val="00D42C6A"/>
    <w:rsid w:val="00D43395"/>
    <w:rsid w:val="00D52794"/>
    <w:rsid w:val="00D52AFF"/>
    <w:rsid w:val="00D535B5"/>
    <w:rsid w:val="00D5656A"/>
    <w:rsid w:val="00D57AB3"/>
    <w:rsid w:val="00D60E9B"/>
    <w:rsid w:val="00D619C4"/>
    <w:rsid w:val="00D62983"/>
    <w:rsid w:val="00D658F8"/>
    <w:rsid w:val="00D6667B"/>
    <w:rsid w:val="00D66D93"/>
    <w:rsid w:val="00D71969"/>
    <w:rsid w:val="00D73F8C"/>
    <w:rsid w:val="00D7479E"/>
    <w:rsid w:val="00D8261A"/>
    <w:rsid w:val="00D85FDB"/>
    <w:rsid w:val="00D86BF0"/>
    <w:rsid w:val="00D87D3A"/>
    <w:rsid w:val="00D946DE"/>
    <w:rsid w:val="00D95F6F"/>
    <w:rsid w:val="00D97084"/>
    <w:rsid w:val="00D97472"/>
    <w:rsid w:val="00DA0069"/>
    <w:rsid w:val="00DA04A9"/>
    <w:rsid w:val="00DA0509"/>
    <w:rsid w:val="00DA5D80"/>
    <w:rsid w:val="00DB0D49"/>
    <w:rsid w:val="00DB68B2"/>
    <w:rsid w:val="00DC3496"/>
    <w:rsid w:val="00DC4720"/>
    <w:rsid w:val="00DC5DA1"/>
    <w:rsid w:val="00DC5E41"/>
    <w:rsid w:val="00DC7ABF"/>
    <w:rsid w:val="00DD07D5"/>
    <w:rsid w:val="00DD49F2"/>
    <w:rsid w:val="00DE0447"/>
    <w:rsid w:val="00DE1057"/>
    <w:rsid w:val="00DE13A4"/>
    <w:rsid w:val="00DE163C"/>
    <w:rsid w:val="00DE39C6"/>
    <w:rsid w:val="00DF0BEB"/>
    <w:rsid w:val="00DF3679"/>
    <w:rsid w:val="00DF377E"/>
    <w:rsid w:val="00DF5D0A"/>
    <w:rsid w:val="00DF65F0"/>
    <w:rsid w:val="00DF6A24"/>
    <w:rsid w:val="00DF7836"/>
    <w:rsid w:val="00E03D3D"/>
    <w:rsid w:val="00E056C8"/>
    <w:rsid w:val="00E064DD"/>
    <w:rsid w:val="00E06F5A"/>
    <w:rsid w:val="00E1153F"/>
    <w:rsid w:val="00E26562"/>
    <w:rsid w:val="00E2720F"/>
    <w:rsid w:val="00E303A0"/>
    <w:rsid w:val="00E334C3"/>
    <w:rsid w:val="00E34FDA"/>
    <w:rsid w:val="00E37BF4"/>
    <w:rsid w:val="00E44F4A"/>
    <w:rsid w:val="00E45D9A"/>
    <w:rsid w:val="00E5137F"/>
    <w:rsid w:val="00E61240"/>
    <w:rsid w:val="00E62067"/>
    <w:rsid w:val="00E6249F"/>
    <w:rsid w:val="00E63609"/>
    <w:rsid w:val="00E63965"/>
    <w:rsid w:val="00E66116"/>
    <w:rsid w:val="00E66768"/>
    <w:rsid w:val="00E67EB7"/>
    <w:rsid w:val="00E72FF5"/>
    <w:rsid w:val="00E74475"/>
    <w:rsid w:val="00E74571"/>
    <w:rsid w:val="00E81C53"/>
    <w:rsid w:val="00E82299"/>
    <w:rsid w:val="00E85570"/>
    <w:rsid w:val="00E87DAF"/>
    <w:rsid w:val="00E9120D"/>
    <w:rsid w:val="00E915B8"/>
    <w:rsid w:val="00E94888"/>
    <w:rsid w:val="00E94D17"/>
    <w:rsid w:val="00EA0F17"/>
    <w:rsid w:val="00EA27FC"/>
    <w:rsid w:val="00EB023F"/>
    <w:rsid w:val="00EB08CF"/>
    <w:rsid w:val="00EB0D6D"/>
    <w:rsid w:val="00EB1044"/>
    <w:rsid w:val="00EB36E6"/>
    <w:rsid w:val="00EB402C"/>
    <w:rsid w:val="00EB4498"/>
    <w:rsid w:val="00EB6DFA"/>
    <w:rsid w:val="00EB7CA3"/>
    <w:rsid w:val="00EB7FD4"/>
    <w:rsid w:val="00EC285A"/>
    <w:rsid w:val="00EC69AE"/>
    <w:rsid w:val="00ED2ED4"/>
    <w:rsid w:val="00ED7E0E"/>
    <w:rsid w:val="00EF3B10"/>
    <w:rsid w:val="00EF44FE"/>
    <w:rsid w:val="00EF5BD8"/>
    <w:rsid w:val="00EF6C2B"/>
    <w:rsid w:val="00F00ABC"/>
    <w:rsid w:val="00F0320D"/>
    <w:rsid w:val="00F03A8D"/>
    <w:rsid w:val="00F0701B"/>
    <w:rsid w:val="00F17410"/>
    <w:rsid w:val="00F20E56"/>
    <w:rsid w:val="00F21AA2"/>
    <w:rsid w:val="00F25C31"/>
    <w:rsid w:val="00F26D50"/>
    <w:rsid w:val="00F3323C"/>
    <w:rsid w:val="00F34C51"/>
    <w:rsid w:val="00F37DE3"/>
    <w:rsid w:val="00F414D0"/>
    <w:rsid w:val="00F45D07"/>
    <w:rsid w:val="00F46025"/>
    <w:rsid w:val="00F461ED"/>
    <w:rsid w:val="00F53345"/>
    <w:rsid w:val="00F57DCE"/>
    <w:rsid w:val="00F668A2"/>
    <w:rsid w:val="00F71442"/>
    <w:rsid w:val="00F71A6B"/>
    <w:rsid w:val="00F71AD2"/>
    <w:rsid w:val="00F7213A"/>
    <w:rsid w:val="00F7366F"/>
    <w:rsid w:val="00F74BA1"/>
    <w:rsid w:val="00F766EA"/>
    <w:rsid w:val="00F77BAF"/>
    <w:rsid w:val="00F8036A"/>
    <w:rsid w:val="00F825B5"/>
    <w:rsid w:val="00F8387E"/>
    <w:rsid w:val="00F871D4"/>
    <w:rsid w:val="00F906BC"/>
    <w:rsid w:val="00F90E03"/>
    <w:rsid w:val="00FA0EC9"/>
    <w:rsid w:val="00FA29B4"/>
    <w:rsid w:val="00FA31CD"/>
    <w:rsid w:val="00FA36FB"/>
    <w:rsid w:val="00FA3C0A"/>
    <w:rsid w:val="00FB0DA0"/>
    <w:rsid w:val="00FB107B"/>
    <w:rsid w:val="00FB719E"/>
    <w:rsid w:val="00FC17F6"/>
    <w:rsid w:val="00FC18D9"/>
    <w:rsid w:val="00FC1C45"/>
    <w:rsid w:val="00FD7280"/>
    <w:rsid w:val="00FE166E"/>
    <w:rsid w:val="00FE3333"/>
    <w:rsid w:val="00FE59AB"/>
    <w:rsid w:val="00FE5EC5"/>
    <w:rsid w:val="00FF1C63"/>
    <w:rsid w:val="00FF2DE3"/>
    <w:rsid w:val="00FF3086"/>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D8737C"/>
  <w14:defaultImageDpi w14:val="300"/>
  <w15:docId w15:val="{D5B17C42-261F-46B4-9336-C5FE984A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95A"/>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E26562"/>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C9036A"/>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036A"/>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9036A"/>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9036A"/>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9036A"/>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9036A"/>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9036A"/>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9036A"/>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9036A"/>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C9036A"/>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C9036A"/>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C9036A"/>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C9036A"/>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C9036A"/>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C9036A"/>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C9036A"/>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C9036A"/>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C9036A"/>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C9036A"/>
    <w:rPr>
      <w:rFonts w:cs="NewBaskervilleEF-Bold"/>
      <w:b/>
      <w:bCs/>
      <w:i/>
      <w:iCs/>
      <w:color w:val="3366FF"/>
      <w:w w:val="100"/>
      <w:position w:val="0"/>
      <w:u w:val="none"/>
      <w:vertAlign w:val="baseline"/>
      <w:lang w:val="en-US"/>
    </w:rPr>
  </w:style>
  <w:style w:type="paragraph" w:customStyle="1" w:styleId="BodyCustom">
    <w:name w:val="BodyCustom"/>
    <w:qFormat/>
    <w:rsid w:val="00C9036A"/>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C9036A"/>
    <w:pPr>
      <w:spacing w:before="320" w:after="80"/>
    </w:pPr>
    <w:rPr>
      <w:rFonts w:ascii="Arial" w:hAnsi="Arial" w:cs="NewBaskervilleStd-Roman"/>
      <w:color w:val="000000"/>
      <w:sz w:val="22"/>
      <w:szCs w:val="22"/>
      <w:lang w:eastAsia="en-CA"/>
    </w:rPr>
  </w:style>
  <w:style w:type="paragraph" w:customStyle="1" w:styleId="IndexLevel1">
    <w:name w:val="IndexLevel1"/>
    <w:qFormat/>
    <w:rsid w:val="00C9036A"/>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C9036A"/>
    <w:pPr>
      <w:numPr>
        <w:ilvl w:val="6"/>
        <w:numId w:val="15"/>
      </w:numPr>
      <w:spacing w:before="240" w:after="120"/>
    </w:pPr>
    <w:rPr>
      <w:rFonts w:ascii="Times Roman" w:hAnsi="Times Roman" w:cs="FuturaPT-BookObl"/>
      <w:color w:val="000000"/>
      <w:sz w:val="17"/>
      <w:szCs w:val="17"/>
      <w:lang w:eastAsia="en-CA"/>
    </w:rPr>
  </w:style>
  <w:style w:type="paragraph" w:customStyle="1" w:styleId="Code">
    <w:name w:val="Code"/>
    <w:qFormat/>
    <w:rsid w:val="00C9036A"/>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C9036A"/>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C9036A"/>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C9036A"/>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C9036A"/>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C9036A"/>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C9036A"/>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C9036A"/>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C9036A"/>
    <w:pPr>
      <w:numPr>
        <w:numId w:val="10"/>
      </w:numPr>
    </w:pPr>
  </w:style>
  <w:style w:type="paragraph" w:customStyle="1" w:styleId="HeadA">
    <w:name w:val="HeadA"/>
    <w:qFormat/>
    <w:rsid w:val="00C9036A"/>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C9036A"/>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C9036A"/>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C9036A"/>
    <w:pPr>
      <w:numPr>
        <w:ilvl w:val="4"/>
        <w:numId w:val="15"/>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C9036A"/>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C9036A"/>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C9036A"/>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C9036A"/>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C9036A"/>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C9036A"/>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C9036A"/>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C9036A"/>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C9036A"/>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C9036A"/>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C9036A"/>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C9036A"/>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C9036A"/>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C9036A"/>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C9036A"/>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C9036A"/>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C9036A"/>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C9036A"/>
    <w:rPr>
      <w:rFonts w:ascii="Wingdings2" w:hAnsi="Wingdings2" w:cs="Wingdings2"/>
      <w:color w:val="000000"/>
      <w:w w:val="100"/>
      <w:position w:val="0"/>
      <w:u w:val="none"/>
      <w:vertAlign w:val="baseline"/>
      <w:lang w:val="en-US"/>
    </w:rPr>
  </w:style>
  <w:style w:type="paragraph" w:customStyle="1" w:styleId="ListBody">
    <w:name w:val="ListBody"/>
    <w:qFormat/>
    <w:rsid w:val="00C9036A"/>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C9036A"/>
    <w:rPr>
      <w:rFonts w:cs="NewBaskervilleStd-Italic"/>
      <w:i/>
      <w:iCs/>
      <w:color w:val="3366FF"/>
      <w:w w:val="100"/>
      <w:position w:val="0"/>
      <w:u w:val="none"/>
      <w:vertAlign w:val="baseline"/>
      <w:lang w:val="en-US"/>
    </w:rPr>
  </w:style>
  <w:style w:type="paragraph" w:customStyle="1" w:styleId="Note">
    <w:name w:val="Note"/>
    <w:qFormat/>
    <w:rsid w:val="00C9036A"/>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C9036A"/>
    <w:rPr>
      <w:rFonts w:ascii="Symbol" w:hAnsi="Symbol" w:cs="Symbol"/>
      <w:color w:val="000000"/>
    </w:rPr>
  </w:style>
  <w:style w:type="character" w:customStyle="1" w:styleId="Superscript">
    <w:name w:val="Superscript"/>
    <w:uiPriority w:val="1"/>
    <w:qFormat/>
    <w:rsid w:val="00C9036A"/>
    <w:rPr>
      <w:color w:val="3366FF"/>
      <w:vertAlign w:val="superscript"/>
    </w:rPr>
  </w:style>
  <w:style w:type="character" w:customStyle="1" w:styleId="SuperscriptItalic">
    <w:name w:val="SuperscriptItalic"/>
    <w:uiPriority w:val="1"/>
    <w:qFormat/>
    <w:rsid w:val="00C9036A"/>
    <w:rPr>
      <w:i/>
      <w:color w:val="3366FF"/>
      <w:vertAlign w:val="superscript"/>
    </w:rPr>
  </w:style>
  <w:style w:type="character" w:customStyle="1" w:styleId="Subscript">
    <w:name w:val="Subscript"/>
    <w:uiPriority w:val="1"/>
    <w:qFormat/>
    <w:rsid w:val="00C9036A"/>
    <w:rPr>
      <w:color w:val="3366FF"/>
      <w:vertAlign w:val="subscript"/>
    </w:rPr>
  </w:style>
  <w:style w:type="character" w:customStyle="1" w:styleId="SubscriptItalic">
    <w:name w:val="SubscriptItalic"/>
    <w:uiPriority w:val="1"/>
    <w:qFormat/>
    <w:rsid w:val="00C9036A"/>
    <w:rPr>
      <w:i/>
      <w:color w:val="3366FF"/>
      <w:vertAlign w:val="subscript"/>
    </w:rPr>
  </w:style>
  <w:style w:type="character" w:customStyle="1" w:styleId="Symbol">
    <w:name w:val="Symbol"/>
    <w:uiPriority w:val="1"/>
    <w:qFormat/>
    <w:rsid w:val="00C9036A"/>
    <w:rPr>
      <w:rFonts w:ascii="Symbol" w:hAnsi="Symbol"/>
    </w:rPr>
  </w:style>
  <w:style w:type="character" w:customStyle="1" w:styleId="Italic">
    <w:name w:val="Italic"/>
    <w:uiPriority w:val="1"/>
    <w:qFormat/>
    <w:rsid w:val="00C9036A"/>
    <w:rPr>
      <w:rFonts w:cs="NewBaskervilleStd-Italic"/>
      <w:i/>
      <w:iCs/>
      <w:color w:val="0000FF"/>
      <w:w w:val="100"/>
      <w:position w:val="0"/>
      <w:u w:val="none"/>
      <w:vertAlign w:val="baseline"/>
      <w:lang w:val="en-US"/>
    </w:rPr>
  </w:style>
  <w:style w:type="paragraph" w:customStyle="1" w:styleId="ListBullet">
    <w:name w:val="ListBullet"/>
    <w:qFormat/>
    <w:rsid w:val="00C9036A"/>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C9036A"/>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C9036A"/>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C9036A"/>
    <w:pPr>
      <w:widowControl w:val="0"/>
      <w:numPr>
        <w:numId w:val="1"/>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C9036A"/>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C9036A"/>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C9036A"/>
    <w:rPr>
      <w:color w:val="008000"/>
    </w:rPr>
  </w:style>
  <w:style w:type="paragraph" w:customStyle="1" w:styleId="PartNumber">
    <w:name w:val="PartNumber"/>
    <w:qFormat/>
    <w:rsid w:val="00C9036A"/>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C9036A"/>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C9036A"/>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C9036A"/>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C9036A"/>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C9036A"/>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C9036A"/>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C9036A"/>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C9036A"/>
    <w:pPr>
      <w:spacing w:before="120"/>
    </w:pPr>
    <w:rPr>
      <w:i/>
      <w:iCs/>
      <w:caps w:val="0"/>
    </w:rPr>
  </w:style>
  <w:style w:type="paragraph" w:customStyle="1" w:styleId="BoxBodyContinued">
    <w:name w:val="BoxBodyContinued"/>
    <w:qFormat/>
    <w:rsid w:val="00C9036A"/>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C9036A"/>
    <w:rPr>
      <w:b/>
      <w:bCs/>
      <w:color w:val="3366FF"/>
    </w:rPr>
  </w:style>
  <w:style w:type="paragraph" w:customStyle="1" w:styleId="RunInHead">
    <w:name w:val="RunInHead"/>
    <w:rsid w:val="00C9036A"/>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C9036A"/>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C9036A"/>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C9036A"/>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C9036A"/>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C9036A"/>
    <w:rPr>
      <w:color w:val="3366FF"/>
      <w:bdr w:val="none" w:sz="0" w:space="0" w:color="auto"/>
      <w:shd w:val="clear" w:color="auto" w:fill="99CC00"/>
    </w:rPr>
  </w:style>
  <w:style w:type="character" w:customStyle="1" w:styleId="KeyTerm">
    <w:name w:val="KeyTerm"/>
    <w:uiPriority w:val="1"/>
    <w:qFormat/>
    <w:rsid w:val="00C9036A"/>
    <w:rPr>
      <w:i/>
      <w:color w:val="3366FF"/>
      <w:bdr w:val="none" w:sz="0" w:space="0" w:color="auto"/>
      <w:shd w:val="clear" w:color="auto" w:fill="D9D9D9"/>
    </w:rPr>
  </w:style>
  <w:style w:type="character" w:customStyle="1" w:styleId="DigitalOnly">
    <w:name w:val="DigitalOnly"/>
    <w:uiPriority w:val="1"/>
    <w:qFormat/>
    <w:rsid w:val="00C9036A"/>
    <w:rPr>
      <w:color w:val="3366FF"/>
      <w:bdr w:val="single" w:sz="4" w:space="0" w:color="3366FF"/>
    </w:rPr>
  </w:style>
  <w:style w:type="character" w:customStyle="1" w:styleId="PrintOnly">
    <w:name w:val="PrintOnly"/>
    <w:uiPriority w:val="1"/>
    <w:qFormat/>
    <w:rsid w:val="00C9036A"/>
    <w:rPr>
      <w:color w:val="3366FF"/>
      <w:bdr w:val="single" w:sz="4" w:space="0" w:color="FF0000"/>
    </w:rPr>
  </w:style>
  <w:style w:type="character" w:customStyle="1" w:styleId="LinkEmail">
    <w:name w:val="LinkEmail"/>
    <w:basedOn w:val="LinkURL"/>
    <w:uiPriority w:val="1"/>
    <w:qFormat/>
    <w:rsid w:val="00C9036A"/>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C9036A"/>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C9036A"/>
    <w:rPr>
      <w:color w:val="3366FF"/>
      <w:bdr w:val="none" w:sz="0" w:space="0" w:color="auto"/>
      <w:shd w:val="clear" w:color="auto" w:fill="FFFF00"/>
    </w:rPr>
  </w:style>
  <w:style w:type="character" w:customStyle="1" w:styleId="FootnoteReference">
    <w:name w:val="FootnoteReference"/>
    <w:uiPriority w:val="1"/>
    <w:qFormat/>
    <w:rsid w:val="00C9036A"/>
    <w:rPr>
      <w:color w:val="3366FF"/>
      <w:vertAlign w:val="superscript"/>
    </w:rPr>
  </w:style>
  <w:style w:type="paragraph" w:customStyle="1" w:styleId="Footnote">
    <w:name w:val="Footnote"/>
    <w:qFormat/>
    <w:rsid w:val="00C9036A"/>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C9036A"/>
    <w:rPr>
      <w:color w:val="3366FF"/>
      <w:vertAlign w:val="superscript"/>
    </w:rPr>
  </w:style>
  <w:style w:type="character" w:customStyle="1" w:styleId="EndnoteReference">
    <w:name w:val="EndnoteReference"/>
    <w:basedOn w:val="FootnoteReference"/>
    <w:uiPriority w:val="1"/>
    <w:qFormat/>
    <w:rsid w:val="00C9036A"/>
    <w:rPr>
      <w:color w:val="3366FF"/>
      <w:vertAlign w:val="superscript"/>
    </w:rPr>
  </w:style>
  <w:style w:type="paragraph" w:customStyle="1" w:styleId="QuotePara">
    <w:name w:val="QuotePara"/>
    <w:qFormat/>
    <w:rsid w:val="00C9036A"/>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C9036A"/>
    <w:pPr>
      <w:spacing w:after="240"/>
      <w:jc w:val="right"/>
    </w:pPr>
  </w:style>
  <w:style w:type="character" w:customStyle="1" w:styleId="Caps">
    <w:name w:val="Caps"/>
    <w:uiPriority w:val="1"/>
    <w:qFormat/>
    <w:rsid w:val="00C9036A"/>
    <w:rPr>
      <w:caps/>
      <w:smallCaps w:val="0"/>
      <w:color w:val="3366FF"/>
    </w:rPr>
  </w:style>
  <w:style w:type="character" w:customStyle="1" w:styleId="SmallCaps">
    <w:name w:val="SmallCaps"/>
    <w:uiPriority w:val="1"/>
    <w:qFormat/>
    <w:rsid w:val="00C9036A"/>
    <w:rPr>
      <w:caps w:val="0"/>
      <w:smallCaps/>
      <w:color w:val="3366FF"/>
    </w:rPr>
  </w:style>
  <w:style w:type="character" w:customStyle="1" w:styleId="SmallCapsBold">
    <w:name w:val="SmallCapsBold"/>
    <w:basedOn w:val="SmallCaps"/>
    <w:uiPriority w:val="1"/>
    <w:qFormat/>
    <w:rsid w:val="00C9036A"/>
    <w:rPr>
      <w:b/>
      <w:bCs/>
      <w:caps w:val="0"/>
      <w:smallCaps/>
      <w:color w:val="3366FF"/>
    </w:rPr>
  </w:style>
  <w:style w:type="character" w:customStyle="1" w:styleId="SmallCapsBoldItalic">
    <w:name w:val="SmallCapsBoldItalic"/>
    <w:basedOn w:val="SmallCapsBold"/>
    <w:uiPriority w:val="1"/>
    <w:qFormat/>
    <w:rsid w:val="00C9036A"/>
    <w:rPr>
      <w:b/>
      <w:bCs/>
      <w:i/>
      <w:iCs/>
      <w:caps w:val="0"/>
      <w:smallCaps/>
      <w:color w:val="3366FF"/>
    </w:rPr>
  </w:style>
  <w:style w:type="character" w:customStyle="1" w:styleId="SmallCapsItalic">
    <w:name w:val="SmallCapsItalic"/>
    <w:basedOn w:val="SmallCaps"/>
    <w:uiPriority w:val="1"/>
    <w:qFormat/>
    <w:rsid w:val="00C9036A"/>
    <w:rPr>
      <w:i/>
      <w:iCs/>
      <w:caps w:val="0"/>
      <w:smallCaps/>
      <w:color w:val="3366FF"/>
    </w:rPr>
  </w:style>
  <w:style w:type="character" w:customStyle="1" w:styleId="NSSymbol">
    <w:name w:val="NSSymbol"/>
    <w:uiPriority w:val="1"/>
    <w:qFormat/>
    <w:rsid w:val="00C9036A"/>
    <w:rPr>
      <w:color w:val="3366FF"/>
    </w:rPr>
  </w:style>
  <w:style w:type="table" w:styleId="TableGrid">
    <w:name w:val="Table Grid"/>
    <w:basedOn w:val="TableNormal"/>
    <w:uiPriority w:val="59"/>
    <w:rsid w:val="00C90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C9036A"/>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C9036A"/>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C9036A"/>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C9036A"/>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C9036A"/>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C9036A"/>
    <w:rPr>
      <w:sz w:val="18"/>
      <w:szCs w:val="18"/>
    </w:rPr>
  </w:style>
  <w:style w:type="paragraph" w:customStyle="1" w:styleId="ExtractSource">
    <w:name w:val="ExtractSource"/>
    <w:basedOn w:val="ExtractPara"/>
    <w:qFormat/>
    <w:rsid w:val="00C9036A"/>
    <w:pPr>
      <w:jc w:val="right"/>
    </w:pPr>
  </w:style>
  <w:style w:type="paragraph" w:customStyle="1" w:styleId="ExtractParaContinued">
    <w:name w:val="ExtractParaContinued"/>
    <w:basedOn w:val="ExtractPara"/>
    <w:qFormat/>
    <w:rsid w:val="00C9036A"/>
    <w:pPr>
      <w:spacing w:before="0"/>
      <w:ind w:firstLine="360"/>
    </w:pPr>
  </w:style>
  <w:style w:type="paragraph" w:customStyle="1" w:styleId="AppendixNumber">
    <w:name w:val="AppendixNumber"/>
    <w:qFormat/>
    <w:rsid w:val="00C9036A"/>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C9036A"/>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C9036A"/>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C9036A"/>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C9036A"/>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C9036A"/>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C9036A"/>
    <w:rPr>
      <w:color w:val="3366FF"/>
      <w:vertAlign w:val="superscript"/>
    </w:rPr>
  </w:style>
  <w:style w:type="paragraph" w:customStyle="1" w:styleId="Reference">
    <w:name w:val="Reference"/>
    <w:qFormat/>
    <w:rsid w:val="00C9036A"/>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C9036A"/>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C9036A"/>
    <w:rPr>
      <w:rFonts w:ascii="Courier" w:hAnsi="Courier"/>
      <w:color w:val="A6A6A6" w:themeColor="background1" w:themeShade="A6"/>
    </w:rPr>
  </w:style>
  <w:style w:type="character" w:customStyle="1" w:styleId="PyBracket">
    <w:name w:val="PyBracket"/>
    <w:uiPriority w:val="1"/>
    <w:qFormat/>
    <w:rsid w:val="00C9036A"/>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C9036A"/>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C9036A"/>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C9036A"/>
  </w:style>
  <w:style w:type="character" w:styleId="BookTitle">
    <w:name w:val="Book Title"/>
    <w:basedOn w:val="DefaultParagraphFont"/>
    <w:uiPriority w:val="33"/>
    <w:qFormat/>
    <w:rsid w:val="00C9036A"/>
    <w:rPr>
      <w:b/>
      <w:bCs/>
      <w:smallCaps/>
      <w:spacing w:val="5"/>
    </w:rPr>
  </w:style>
  <w:style w:type="paragraph" w:customStyle="1" w:styleId="BookTitle0">
    <w:name w:val="BookTitle"/>
    <w:qFormat/>
    <w:rsid w:val="00C9036A"/>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C9036A"/>
  </w:style>
  <w:style w:type="paragraph" w:customStyle="1" w:styleId="BookEdition">
    <w:name w:val="BookEdition"/>
    <w:basedOn w:val="BookSubtitle"/>
    <w:qFormat/>
    <w:rsid w:val="00C9036A"/>
    <w:rPr>
      <w:b w:val="0"/>
      <w:bCs w:val="0"/>
      <w:i/>
      <w:iCs/>
      <w:sz w:val="24"/>
      <w:szCs w:val="24"/>
    </w:rPr>
  </w:style>
  <w:style w:type="paragraph" w:customStyle="1" w:styleId="BookAuthor">
    <w:name w:val="BookAuthor"/>
    <w:basedOn w:val="BookEdition"/>
    <w:qFormat/>
    <w:rsid w:val="00C9036A"/>
    <w:rPr>
      <w:i w:val="0"/>
      <w:iCs w:val="0"/>
      <w:smallCaps/>
    </w:rPr>
  </w:style>
  <w:style w:type="paragraph" w:customStyle="1" w:styleId="BookPublisher">
    <w:name w:val="BookPublisher"/>
    <w:basedOn w:val="BookAuthor"/>
    <w:qFormat/>
    <w:rsid w:val="00C9036A"/>
    <w:rPr>
      <w:i/>
      <w:iCs/>
      <w:smallCaps w:val="0"/>
      <w:sz w:val="20"/>
      <w:szCs w:val="20"/>
    </w:rPr>
  </w:style>
  <w:style w:type="paragraph" w:customStyle="1" w:styleId="Copyright">
    <w:name w:val="Copyright"/>
    <w:qFormat/>
    <w:rsid w:val="00C9036A"/>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C9036A"/>
  </w:style>
  <w:style w:type="paragraph" w:customStyle="1" w:styleId="CopyrightHead">
    <w:name w:val="CopyrightHead"/>
    <w:basedOn w:val="CopyrightLOC"/>
    <w:qFormat/>
    <w:rsid w:val="00C9036A"/>
    <w:pPr>
      <w:jc w:val="center"/>
    </w:pPr>
    <w:rPr>
      <w:b/>
    </w:rPr>
  </w:style>
  <w:style w:type="paragraph" w:customStyle="1" w:styleId="Dedication">
    <w:name w:val="Dedication"/>
    <w:basedOn w:val="BookPublisher"/>
    <w:qFormat/>
    <w:rsid w:val="00C9036A"/>
  </w:style>
  <w:style w:type="paragraph" w:customStyle="1" w:styleId="FrontmatterTitle">
    <w:name w:val="FrontmatterTitle"/>
    <w:basedOn w:val="BackmatterTitle"/>
    <w:qFormat/>
    <w:rsid w:val="00C9036A"/>
  </w:style>
  <w:style w:type="paragraph" w:customStyle="1" w:styleId="TOCFM">
    <w:name w:val="TOCFM"/>
    <w:basedOn w:val="Normal"/>
    <w:qFormat/>
    <w:rsid w:val="00C9036A"/>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C9036A"/>
    <w:pPr>
      <w:ind w:left="720"/>
    </w:pPr>
    <w:rPr>
      <w:b/>
    </w:rPr>
  </w:style>
  <w:style w:type="paragraph" w:customStyle="1" w:styleId="TOCPart">
    <w:name w:val="TOCPart"/>
    <w:basedOn w:val="TOCH1"/>
    <w:qFormat/>
    <w:rsid w:val="00C9036A"/>
    <w:pPr>
      <w:spacing w:before="120"/>
      <w:ind w:left="0"/>
      <w:jc w:val="center"/>
    </w:pPr>
    <w:rPr>
      <w:b w:val="0"/>
      <w:sz w:val="28"/>
      <w:szCs w:val="24"/>
    </w:rPr>
  </w:style>
  <w:style w:type="paragraph" w:customStyle="1" w:styleId="TOCChapter">
    <w:name w:val="TOCChapter"/>
    <w:basedOn w:val="TOCH1"/>
    <w:qFormat/>
    <w:rsid w:val="00C9036A"/>
    <w:pPr>
      <w:ind w:left="360"/>
    </w:pPr>
    <w:rPr>
      <w:b w:val="0"/>
      <w:sz w:val="24"/>
    </w:rPr>
  </w:style>
  <w:style w:type="paragraph" w:customStyle="1" w:styleId="TOCH2">
    <w:name w:val="TOCH2"/>
    <w:basedOn w:val="TOCH1"/>
    <w:qFormat/>
    <w:rsid w:val="00C9036A"/>
    <w:pPr>
      <w:ind w:left="1080"/>
    </w:pPr>
    <w:rPr>
      <w:i/>
    </w:rPr>
  </w:style>
  <w:style w:type="paragraph" w:customStyle="1" w:styleId="TOCH3">
    <w:name w:val="TOCH3"/>
    <w:basedOn w:val="TOCH1"/>
    <w:qFormat/>
    <w:rsid w:val="00C9036A"/>
    <w:pPr>
      <w:ind w:left="1440"/>
    </w:pPr>
    <w:rPr>
      <w:b w:val="0"/>
      <w:i/>
    </w:rPr>
  </w:style>
  <w:style w:type="paragraph" w:customStyle="1" w:styleId="BoxType">
    <w:name w:val="BoxType"/>
    <w:qFormat/>
    <w:rsid w:val="00C9036A"/>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C9036A"/>
    <w:rPr>
      <w:b w:val="0"/>
      <w:bCs w:val="0"/>
      <w:i w:val="0"/>
      <w:iCs w:val="0"/>
      <w:color w:val="3366FF"/>
      <w:bdr w:val="none" w:sz="0" w:space="0" w:color="auto"/>
      <w:shd w:val="clear" w:color="auto" w:fill="CCFFCC"/>
    </w:rPr>
  </w:style>
  <w:style w:type="character" w:customStyle="1" w:styleId="CodeAnnotation">
    <w:name w:val="CodeAnnotation"/>
    <w:uiPriority w:val="1"/>
    <w:qFormat/>
    <w:rsid w:val="00C9036A"/>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C9036A"/>
    <w:pPr>
      <w:keepNext/>
      <w:keepLines/>
      <w:widowControl w:val="0"/>
      <w:numPr>
        <w:ilvl w:val="1"/>
        <w:numId w:val="15"/>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C9036A"/>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C9036A"/>
    <w:pPr>
      <w:keepNext/>
      <w:keepLines/>
      <w:widowControl w:val="0"/>
      <w:numPr>
        <w:ilvl w:val="2"/>
        <w:numId w:val="15"/>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C9036A"/>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C9036A"/>
    <w:pPr>
      <w:keepNext/>
      <w:keepLines/>
      <w:widowControl w:val="0"/>
      <w:numPr>
        <w:ilvl w:val="3"/>
        <w:numId w:val="15"/>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C9036A"/>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C9036A"/>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C9036A"/>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C9036A"/>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C9036A"/>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C9036A"/>
    <w:rPr>
      <w:rFonts w:ascii="Webdings" w:hAnsi="Webdings" w:cs="Webdings"/>
      <w:color w:val="3366FF"/>
      <w:w w:val="100"/>
      <w:position w:val="0"/>
      <w:u w:val="none"/>
      <w:vertAlign w:val="baseline"/>
      <w:lang w:val="en-US"/>
    </w:rPr>
  </w:style>
  <w:style w:type="paragraph" w:customStyle="1" w:styleId="TableTitle">
    <w:name w:val="TableTitle"/>
    <w:qFormat/>
    <w:rsid w:val="00C9036A"/>
    <w:pPr>
      <w:keepNext/>
      <w:keepLines/>
      <w:widowControl w:val="0"/>
      <w:numPr>
        <w:ilvl w:val="5"/>
        <w:numId w:val="15"/>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C9036A"/>
    <w:pPr>
      <w:jc w:val="right"/>
    </w:pPr>
  </w:style>
  <w:style w:type="paragraph" w:customStyle="1" w:styleId="Body">
    <w:name w:val="Body"/>
    <w:uiPriority w:val="99"/>
    <w:qFormat/>
    <w:rsid w:val="00C9036A"/>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C9036A"/>
    <w:pPr>
      <w:numPr>
        <w:numId w:val="15"/>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C9036A"/>
    <w:rPr>
      <w:color w:val="FF0000"/>
      <w:lang w:val="fr-FR"/>
    </w:rPr>
  </w:style>
  <w:style w:type="paragraph" w:customStyle="1" w:styleId="Default">
    <w:name w:val="Default"/>
    <w:rsid w:val="00C9036A"/>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C9036A"/>
  </w:style>
  <w:style w:type="paragraph" w:customStyle="1" w:styleId="ReviewHead">
    <w:name w:val="ReviewHead"/>
    <w:basedOn w:val="FrontmatterTitle"/>
    <w:qFormat/>
    <w:rsid w:val="00C9036A"/>
  </w:style>
  <w:style w:type="paragraph" w:customStyle="1" w:styleId="ReviewQuote">
    <w:name w:val="ReviewQuote"/>
    <w:basedOn w:val="QuotePara"/>
    <w:qFormat/>
    <w:rsid w:val="00C9036A"/>
  </w:style>
  <w:style w:type="paragraph" w:customStyle="1" w:styleId="ReviewSource">
    <w:name w:val="ReviewSource"/>
    <w:basedOn w:val="QuoteSource"/>
    <w:qFormat/>
    <w:rsid w:val="00C9036A"/>
  </w:style>
  <w:style w:type="paragraph" w:customStyle="1" w:styleId="ListGraphic">
    <w:name w:val="ListGraphic"/>
    <w:basedOn w:val="GraphicSlug"/>
    <w:qFormat/>
    <w:rsid w:val="00C9036A"/>
    <w:pPr>
      <w:ind w:left="0"/>
    </w:pPr>
  </w:style>
  <w:style w:type="paragraph" w:customStyle="1" w:styleId="ListCaption">
    <w:name w:val="ListCaption"/>
    <w:basedOn w:val="CaptionLine"/>
    <w:qFormat/>
    <w:rsid w:val="00C9036A"/>
    <w:pPr>
      <w:ind w:left="3600"/>
    </w:pPr>
  </w:style>
  <w:style w:type="paragraph" w:customStyle="1" w:styleId="NoteContinued">
    <w:name w:val="NoteContinued"/>
    <w:basedOn w:val="Note"/>
    <w:qFormat/>
    <w:rsid w:val="00C9036A"/>
    <w:pPr>
      <w:spacing w:before="0"/>
      <w:ind w:firstLine="0"/>
    </w:pPr>
  </w:style>
  <w:style w:type="paragraph" w:customStyle="1" w:styleId="NoteCode">
    <w:name w:val="NoteCode"/>
    <w:basedOn w:val="Code"/>
    <w:qFormat/>
    <w:rsid w:val="00C9036A"/>
    <w:pPr>
      <w:spacing w:after="240"/>
    </w:pPr>
  </w:style>
  <w:style w:type="paragraph" w:customStyle="1" w:styleId="ListBulletSub">
    <w:name w:val="ListBulletSub"/>
    <w:basedOn w:val="ListBullet"/>
    <w:qFormat/>
    <w:rsid w:val="00C9036A"/>
    <w:pPr>
      <w:ind w:left="2520"/>
    </w:pPr>
  </w:style>
  <w:style w:type="paragraph" w:customStyle="1" w:styleId="CodeCustom1">
    <w:name w:val="CodeCustom1"/>
    <w:basedOn w:val="Code"/>
    <w:qFormat/>
    <w:rsid w:val="00C9036A"/>
    <w:rPr>
      <w:color w:val="00B0F0"/>
    </w:rPr>
  </w:style>
  <w:style w:type="paragraph" w:customStyle="1" w:styleId="CodeCustom2">
    <w:name w:val="CodeCustom2"/>
    <w:basedOn w:val="Normal"/>
    <w:qFormat/>
    <w:rsid w:val="00C9036A"/>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C9036A"/>
    <w:rPr>
      <w:bCs/>
      <w:color w:val="A12126"/>
    </w:rPr>
  </w:style>
  <w:style w:type="paragraph" w:customStyle="1" w:styleId="Equation">
    <w:name w:val="Equation"/>
    <w:basedOn w:val="ListPlain"/>
    <w:qFormat/>
    <w:rsid w:val="00C9036A"/>
  </w:style>
  <w:style w:type="character" w:customStyle="1" w:styleId="Heading1Char">
    <w:name w:val="Heading 1 Char"/>
    <w:basedOn w:val="DefaultParagraphFont"/>
    <w:link w:val="Heading1"/>
    <w:uiPriority w:val="9"/>
    <w:rsid w:val="00E26562"/>
    <w:rPr>
      <w:rFonts w:ascii="Times New Roman" w:hAnsi="Times New Roman"/>
      <w:b/>
      <w:bCs/>
      <w:kern w:val="36"/>
      <w:sz w:val="48"/>
      <w:szCs w:val="48"/>
      <w:lang w:val="en-GB" w:eastAsia="en-GB"/>
    </w:rPr>
  </w:style>
  <w:style w:type="paragraph" w:customStyle="1" w:styleId="msonormal0">
    <w:name w:val="msonormal"/>
    <w:basedOn w:val="Normal"/>
    <w:rsid w:val="00E26562"/>
    <w:pPr>
      <w:spacing w:before="100" w:beforeAutospacing="1" w:after="100" w:afterAutospacing="1" w:line="240" w:lineRule="auto"/>
    </w:pPr>
    <w:rPr>
      <w:sz w:val="24"/>
      <w:szCs w:val="24"/>
      <w:lang w:val="en-GB" w:eastAsia="en-GB"/>
    </w:rPr>
  </w:style>
  <w:style w:type="paragraph" w:customStyle="1" w:styleId="toc">
    <w:name w:val="toc"/>
    <w:basedOn w:val="Normal"/>
    <w:rsid w:val="00E26562"/>
    <w:pPr>
      <w:spacing w:before="100" w:beforeAutospacing="1" w:after="100" w:afterAutospacing="1" w:line="240" w:lineRule="auto"/>
    </w:pPr>
    <w:rPr>
      <w:sz w:val="24"/>
      <w:szCs w:val="24"/>
      <w:lang w:val="en-GB" w:eastAsia="en-GB"/>
    </w:rPr>
  </w:style>
  <w:style w:type="character" w:customStyle="1" w:styleId="Title1">
    <w:name w:val="Title1"/>
    <w:basedOn w:val="DefaultParagraphFont"/>
    <w:rsid w:val="00E26562"/>
  </w:style>
  <w:style w:type="character" w:styleId="Hyperlink">
    <w:name w:val="Hyperlink"/>
    <w:basedOn w:val="DefaultParagraphFont"/>
    <w:uiPriority w:val="99"/>
    <w:unhideWhenUsed/>
    <w:rsid w:val="00E26562"/>
    <w:rPr>
      <w:color w:val="0000FF"/>
      <w:u w:val="single"/>
    </w:rPr>
  </w:style>
  <w:style w:type="character" w:styleId="FollowedHyperlink">
    <w:name w:val="FollowedHyperlink"/>
    <w:basedOn w:val="DefaultParagraphFont"/>
    <w:uiPriority w:val="99"/>
    <w:semiHidden/>
    <w:unhideWhenUsed/>
    <w:rsid w:val="00E26562"/>
    <w:rPr>
      <w:color w:val="800080"/>
      <w:u w:val="single"/>
    </w:rPr>
  </w:style>
  <w:style w:type="paragraph" w:styleId="NormalWeb">
    <w:name w:val="Normal (Web)"/>
    <w:basedOn w:val="Normal"/>
    <w:uiPriority w:val="99"/>
    <w:semiHidden/>
    <w:unhideWhenUsed/>
    <w:rsid w:val="00E26562"/>
    <w:pPr>
      <w:spacing w:before="100" w:beforeAutospacing="1" w:after="100" w:afterAutospacing="1" w:line="240" w:lineRule="auto"/>
    </w:pPr>
    <w:rPr>
      <w:sz w:val="24"/>
      <w:szCs w:val="24"/>
      <w:lang w:val="en-GB" w:eastAsia="en-GB"/>
    </w:rPr>
  </w:style>
  <w:style w:type="character" w:styleId="Emphasis">
    <w:name w:val="Emphasis"/>
    <w:basedOn w:val="DefaultParagraphFont"/>
    <w:uiPriority w:val="20"/>
    <w:qFormat/>
    <w:rsid w:val="00E26562"/>
    <w:rPr>
      <w:i/>
      <w:iCs/>
    </w:rPr>
  </w:style>
  <w:style w:type="character" w:styleId="HTMLCode">
    <w:name w:val="HTML Code"/>
    <w:basedOn w:val="DefaultParagraphFont"/>
    <w:uiPriority w:val="99"/>
    <w:semiHidden/>
    <w:unhideWhenUsed/>
    <w:rsid w:val="00E26562"/>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E26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E26562"/>
    <w:rPr>
      <w:rFonts w:ascii="Courier New" w:hAnsi="Courier New" w:cs="Courier New"/>
      <w:lang w:val="en-GB" w:eastAsia="en-GB"/>
    </w:rPr>
  </w:style>
  <w:style w:type="paragraph" w:styleId="TOC1">
    <w:name w:val="toc 1"/>
    <w:basedOn w:val="Normal"/>
    <w:next w:val="Normal"/>
    <w:autoRedefine/>
    <w:uiPriority w:val="39"/>
    <w:unhideWhenUsed/>
    <w:rsid w:val="00C71FD9"/>
    <w:pPr>
      <w:tabs>
        <w:tab w:val="right" w:leader="dot" w:pos="8090"/>
      </w:tabs>
      <w:spacing w:after="100"/>
    </w:pPr>
  </w:style>
  <w:style w:type="paragraph" w:styleId="TOC2">
    <w:name w:val="toc 2"/>
    <w:basedOn w:val="Normal"/>
    <w:next w:val="Normal"/>
    <w:autoRedefine/>
    <w:uiPriority w:val="39"/>
    <w:unhideWhenUsed/>
    <w:rsid w:val="00DF3679"/>
    <w:pPr>
      <w:spacing w:after="100"/>
      <w:ind w:left="220"/>
    </w:pPr>
  </w:style>
  <w:style w:type="paragraph" w:styleId="TOC3">
    <w:name w:val="toc 3"/>
    <w:basedOn w:val="Normal"/>
    <w:next w:val="Normal"/>
    <w:autoRedefine/>
    <w:uiPriority w:val="39"/>
    <w:unhideWhenUsed/>
    <w:rsid w:val="00DF3679"/>
    <w:pPr>
      <w:spacing w:after="100"/>
      <w:ind w:left="440"/>
    </w:pPr>
  </w:style>
  <w:style w:type="paragraph" w:styleId="Revision">
    <w:name w:val="Revision"/>
    <w:hidden/>
    <w:uiPriority w:val="71"/>
    <w:rsid w:val="00923CF4"/>
    <w:rPr>
      <w:rFonts w:ascii="Times New Roman" w:hAnsi="Times New Roman"/>
      <w:sz w:val="22"/>
      <w:szCs w:val="22"/>
      <w:lang w:val="en-CA" w:eastAsia="en-CA"/>
    </w:rPr>
  </w:style>
  <w:style w:type="character" w:styleId="CommentReference">
    <w:name w:val="annotation reference"/>
    <w:basedOn w:val="DefaultParagraphFont"/>
    <w:uiPriority w:val="99"/>
    <w:semiHidden/>
    <w:unhideWhenUsed/>
    <w:rsid w:val="00923CF4"/>
    <w:rPr>
      <w:sz w:val="16"/>
      <w:szCs w:val="16"/>
    </w:rPr>
  </w:style>
  <w:style w:type="paragraph" w:styleId="CommentText">
    <w:name w:val="annotation text"/>
    <w:basedOn w:val="Normal"/>
    <w:link w:val="CommentTextChar"/>
    <w:uiPriority w:val="99"/>
    <w:semiHidden/>
    <w:unhideWhenUsed/>
    <w:rsid w:val="00923CF4"/>
    <w:pPr>
      <w:spacing w:line="240" w:lineRule="auto"/>
    </w:pPr>
    <w:rPr>
      <w:sz w:val="20"/>
      <w:szCs w:val="20"/>
    </w:rPr>
  </w:style>
  <w:style w:type="character" w:customStyle="1" w:styleId="CommentTextChar">
    <w:name w:val="Comment Text Char"/>
    <w:basedOn w:val="DefaultParagraphFont"/>
    <w:link w:val="CommentText"/>
    <w:uiPriority w:val="99"/>
    <w:semiHidden/>
    <w:rsid w:val="00923CF4"/>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923CF4"/>
    <w:rPr>
      <w:b/>
      <w:bCs/>
    </w:rPr>
  </w:style>
  <w:style w:type="character" w:customStyle="1" w:styleId="CommentSubjectChar">
    <w:name w:val="Comment Subject Char"/>
    <w:basedOn w:val="CommentTextChar"/>
    <w:link w:val="CommentSubject"/>
    <w:uiPriority w:val="99"/>
    <w:semiHidden/>
    <w:rsid w:val="00923CF4"/>
    <w:rPr>
      <w:rFonts w:ascii="Times New Roman" w:hAnsi="Times New Roman"/>
      <w:b/>
      <w:bCs/>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974912">
      <w:bodyDiv w:val="1"/>
      <w:marLeft w:val="0"/>
      <w:marRight w:val="0"/>
      <w:marTop w:val="0"/>
      <w:marBottom w:val="0"/>
      <w:divBdr>
        <w:top w:val="none" w:sz="0" w:space="0" w:color="auto"/>
        <w:left w:val="none" w:sz="0" w:space="0" w:color="auto"/>
        <w:bottom w:val="none" w:sz="0" w:space="0" w:color="auto"/>
        <w:right w:val="none" w:sz="0" w:space="0" w:color="auto"/>
      </w:divBdr>
      <w:divsChild>
        <w:div w:id="523590097">
          <w:blockQuote w:val="1"/>
          <w:marLeft w:val="720"/>
          <w:marRight w:val="720"/>
          <w:marTop w:val="100"/>
          <w:marBottom w:val="100"/>
          <w:divBdr>
            <w:top w:val="none" w:sz="0" w:space="0" w:color="auto"/>
            <w:left w:val="none" w:sz="0" w:space="0" w:color="auto"/>
            <w:bottom w:val="none" w:sz="0" w:space="0" w:color="auto"/>
            <w:right w:val="none" w:sz="0" w:space="0" w:color="auto"/>
          </w:divBdr>
        </w:div>
        <w:div w:id="10331950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5951552">
          <w:blockQuote w:val="1"/>
          <w:marLeft w:val="720"/>
          <w:marRight w:val="720"/>
          <w:marTop w:val="100"/>
          <w:marBottom w:val="100"/>
          <w:divBdr>
            <w:top w:val="none" w:sz="0" w:space="0" w:color="auto"/>
            <w:left w:val="none" w:sz="0" w:space="0" w:color="auto"/>
            <w:bottom w:val="none" w:sz="0" w:space="0" w:color="auto"/>
            <w:right w:val="none" w:sz="0" w:space="0" w:color="auto"/>
          </w:divBdr>
        </w:div>
        <w:div w:id="6830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791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510369">
          <w:blockQuote w:val="1"/>
          <w:marLeft w:val="720"/>
          <w:marRight w:val="720"/>
          <w:marTop w:val="100"/>
          <w:marBottom w:val="100"/>
          <w:divBdr>
            <w:top w:val="none" w:sz="0" w:space="0" w:color="auto"/>
            <w:left w:val="none" w:sz="0" w:space="0" w:color="auto"/>
            <w:bottom w:val="none" w:sz="0" w:space="0" w:color="auto"/>
            <w:right w:val="none" w:sz="0" w:space="0" w:color="auto"/>
          </w:divBdr>
        </w:div>
        <w:div w:id="343360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8D435-51CB-41AE-9C4C-6B2103216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C:\Users\Liz\Google Drive\Liz NSP\zz Production\Template\Word\NSPTemplate02172021.dotm</Template>
  <TotalTime>9</TotalTime>
  <Pages>25</Pages>
  <Words>8372</Words>
  <Characters>47727</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Carol Nichols</cp:lastModifiedBy>
  <cp:revision>15</cp:revision>
  <dcterms:created xsi:type="dcterms:W3CDTF">2022-08-23T18:13:00Z</dcterms:created>
  <dcterms:modified xsi:type="dcterms:W3CDTF">2022-09-13T16:44:00Z</dcterms:modified>
</cp:coreProperties>
</file>